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766C1" w14:textId="77777777" w:rsidR="00551D5E" w:rsidRDefault="00551D5E" w:rsidP="00551D5E">
      <w:pPr>
        <w:pStyle w:val="Titre1"/>
        <w:jc w:val="center"/>
      </w:pPr>
      <w:proofErr w:type="spellStart"/>
      <w:r>
        <w:t>Symfony</w:t>
      </w:r>
      <w:proofErr w:type="spellEnd"/>
      <w:r>
        <w:t xml:space="preserve"> Partie 2</w:t>
      </w:r>
      <w:r>
        <w:br/>
        <w:t>Relation entre entités</w:t>
      </w:r>
    </w:p>
    <w:p w14:paraId="44BDFA77" w14:textId="77777777" w:rsidR="00551D5E" w:rsidRDefault="00551D5E" w:rsidP="00551D5E"/>
    <w:p w14:paraId="63FAF7F2" w14:textId="77777777" w:rsidR="006F2B35" w:rsidRDefault="00551D5E" w:rsidP="007000C5">
      <w:pPr>
        <w:pStyle w:val="Titre2"/>
      </w:pPr>
      <w:bookmarkStart w:id="0" w:name="_Toc381347223"/>
      <w:bookmarkStart w:id="1" w:name="_Toc396309522"/>
      <w:r>
        <w:t>R</w:t>
      </w:r>
      <w:r w:rsidR="006F2B35">
        <w:t>elation uni directionnelle</w:t>
      </w:r>
      <w:bookmarkEnd w:id="0"/>
      <w:bookmarkEnd w:id="1"/>
    </w:p>
    <w:p w14:paraId="2E06DB61" w14:textId="047C3818" w:rsidR="00551D5E" w:rsidRDefault="00551D5E" w:rsidP="00551D5E">
      <w:r>
        <w:t>Nous allons gérer les relations entre en</w:t>
      </w:r>
      <w:r w:rsidR="00F72C59">
        <w:t>tités grâce aux annotations de D</w:t>
      </w:r>
      <w:r>
        <w:t>octrine</w:t>
      </w:r>
      <w:r w:rsidR="00FF24CB">
        <w:t>.</w:t>
      </w:r>
    </w:p>
    <w:p w14:paraId="581AD142" w14:textId="77777777" w:rsidR="00B22F3D" w:rsidRPr="00F72C59" w:rsidRDefault="00B22F3D" w:rsidP="00B22F3D">
      <w:r>
        <w:t xml:space="preserve">On doit définir une entité propriétaire. </w:t>
      </w:r>
      <w:r w:rsidRPr="00F72C59">
        <w:t xml:space="preserve">On choisira </w:t>
      </w:r>
      <w:r w:rsidR="00F72C59" w:rsidRPr="00F72C59">
        <w:t xml:space="preserve">la classe </w:t>
      </w:r>
      <w:r w:rsidRPr="00F72C59">
        <w:t xml:space="preserve">Client. </w:t>
      </w:r>
    </w:p>
    <w:p w14:paraId="17DAB396" w14:textId="77777777" w:rsidR="00551D5E" w:rsidRPr="00F72C59" w:rsidRDefault="00551D5E" w:rsidP="00551D5E"/>
    <w:p w14:paraId="3C283678" w14:textId="77777777" w:rsidR="006F2B35" w:rsidRDefault="006F2B35" w:rsidP="007000C5">
      <w:pPr>
        <w:pStyle w:val="Titre3"/>
        <w:rPr>
          <w:lang w:val="en-US"/>
        </w:rPr>
      </w:pPr>
      <w:bookmarkStart w:id="2" w:name="_Toc381347224"/>
      <w:bookmarkStart w:id="3" w:name="_Toc396309523"/>
      <w:r w:rsidRPr="00A26431">
        <w:rPr>
          <w:lang w:val="en-US"/>
        </w:rPr>
        <w:t>Relation One to One</w:t>
      </w:r>
      <w:bookmarkEnd w:id="2"/>
      <w:bookmarkEnd w:id="3"/>
    </w:p>
    <w:p w14:paraId="67C22995" w14:textId="77777777" w:rsidR="00CB22A5" w:rsidRPr="00CB22A5" w:rsidRDefault="00CB22A5" w:rsidP="00CB22A5">
      <w:pPr>
        <w:rPr>
          <w:lang w:val="en-US"/>
        </w:rPr>
      </w:pPr>
    </w:p>
    <w:p w14:paraId="6DBE5D2D" w14:textId="1EA90ADB" w:rsidR="006F2B35" w:rsidRDefault="00CB22A5" w:rsidP="006F2B35">
      <w:pPr>
        <w:rPr>
          <w:lang w:val="en-US"/>
        </w:rPr>
      </w:pPr>
      <w:r>
        <w:rPr>
          <w:noProof/>
        </w:rPr>
        <w:drawing>
          <wp:inline distT="0" distB="0" distL="0" distR="0" wp14:anchorId="5612441B" wp14:editId="4B1B9573">
            <wp:extent cx="2695575" cy="5238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798a27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6F6795" w14:textId="77777777" w:rsidR="006F2B35" w:rsidRPr="00A26431" w:rsidRDefault="006F2B35" w:rsidP="006F2B35">
      <w:pPr>
        <w:rPr>
          <w:lang w:val="en-US"/>
        </w:rPr>
      </w:pPr>
    </w:p>
    <w:p w14:paraId="51E58B55" w14:textId="77777777" w:rsidR="00B22F3D" w:rsidRPr="00A26431" w:rsidRDefault="00B22F3D" w:rsidP="006F2B35">
      <w:pPr>
        <w:rPr>
          <w:lang w:val="en-US"/>
        </w:rPr>
      </w:pPr>
    </w:p>
    <w:p w14:paraId="6E1F0B4D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>/**</w:t>
      </w:r>
    </w:p>
    <w:p w14:paraId="3801777E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* @ORM\Entity</w:t>
      </w:r>
    </w:p>
    <w:p w14:paraId="2B51F39E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*/</w:t>
      </w:r>
    </w:p>
    <w:p w14:paraId="01FBBBE2" w14:textId="77777777" w:rsidR="006F2B35" w:rsidRPr="001767B3" w:rsidRDefault="006F2B35" w:rsidP="006F2B35">
      <w:pPr>
        <w:pStyle w:val="Exemples0"/>
        <w:rPr>
          <w:lang w:val="en-US"/>
        </w:rPr>
      </w:pPr>
      <w:proofErr w:type="gramStart"/>
      <w:r w:rsidRPr="001767B3">
        <w:rPr>
          <w:lang w:val="en-US"/>
        </w:rPr>
        <w:t>class</w:t>
      </w:r>
      <w:proofErr w:type="gramEnd"/>
      <w:r w:rsidRPr="001767B3">
        <w:rPr>
          <w:lang w:val="en-US"/>
        </w:rPr>
        <w:t xml:space="preserve"> Client</w:t>
      </w:r>
    </w:p>
    <w:p w14:paraId="31638B85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>{</w:t>
      </w:r>
    </w:p>
    <w:p w14:paraId="52EC2C8F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/**</w:t>
      </w:r>
    </w:p>
    <w:p w14:paraId="4976401E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 @ORM\</w:t>
      </w:r>
      <w:proofErr w:type="spellStart"/>
      <w:proofErr w:type="gramStart"/>
      <w:r w:rsidRPr="001767B3">
        <w:rPr>
          <w:shd w:val="clear" w:color="auto" w:fill="A8D08D" w:themeFill="accent6" w:themeFillTint="99"/>
          <w:lang w:val="en-US"/>
        </w:rPr>
        <w:t>OneToOne</w:t>
      </w:r>
      <w:proofErr w:type="spellEnd"/>
      <w:r w:rsidRPr="001767B3">
        <w:rPr>
          <w:shd w:val="clear" w:color="auto" w:fill="A8D08D" w:themeFill="accent6" w:themeFillTint="99"/>
          <w:lang w:val="en-US"/>
        </w:rPr>
        <w:t>(</w:t>
      </w:r>
      <w:proofErr w:type="spellStart"/>
      <w:proofErr w:type="gramEnd"/>
      <w:r w:rsidRPr="001767B3">
        <w:rPr>
          <w:lang w:val="en-US"/>
        </w:rPr>
        <w:t>targetEntity</w:t>
      </w:r>
      <w:proofErr w:type="spellEnd"/>
      <w:r w:rsidRPr="001767B3">
        <w:rPr>
          <w:lang w:val="en-US"/>
        </w:rPr>
        <w:t>="</w:t>
      </w:r>
      <w:proofErr w:type="spellStart"/>
      <w:r w:rsidRPr="001767B3">
        <w:rPr>
          <w:shd w:val="clear" w:color="auto" w:fill="FFD966" w:themeFill="accent4" w:themeFillTint="99"/>
          <w:lang w:val="en-US"/>
        </w:rPr>
        <w:t>Ppe</w:t>
      </w:r>
      <w:proofErr w:type="spellEnd"/>
      <w:r w:rsidRPr="001767B3">
        <w:rPr>
          <w:shd w:val="clear" w:color="auto" w:fill="FFD966" w:themeFill="accent4" w:themeFillTint="99"/>
          <w:lang w:val="en-US"/>
        </w:rPr>
        <w:t>\</w:t>
      </w:r>
      <w:proofErr w:type="spellStart"/>
      <w:r w:rsidRPr="001767B3">
        <w:rPr>
          <w:shd w:val="clear" w:color="auto" w:fill="FFD966" w:themeFill="accent4" w:themeFillTint="99"/>
          <w:lang w:val="en-US"/>
        </w:rPr>
        <w:t>SpaceBookingBundle</w:t>
      </w:r>
      <w:proofErr w:type="spellEnd"/>
      <w:r w:rsidRPr="001767B3">
        <w:rPr>
          <w:shd w:val="clear" w:color="auto" w:fill="FFD966" w:themeFill="accent4" w:themeFillTint="99"/>
          <w:lang w:val="en-US"/>
        </w:rPr>
        <w:t>\Entity\Logo</w:t>
      </w:r>
      <w:r w:rsidRPr="001767B3">
        <w:rPr>
          <w:lang w:val="en-US"/>
        </w:rPr>
        <w:t>")</w:t>
      </w:r>
    </w:p>
    <w:p w14:paraId="58869464" w14:textId="77777777" w:rsidR="006F2B35" w:rsidRPr="001767B3" w:rsidRDefault="006F2B35" w:rsidP="006F2B35">
      <w:pPr>
        <w:pStyle w:val="Exemples0"/>
        <w:rPr>
          <w:lang w:val="en-US"/>
        </w:rPr>
      </w:pPr>
    </w:p>
    <w:p w14:paraId="3DF7A3D5" w14:textId="77777777" w:rsidR="006F2B35" w:rsidRDefault="006F2B35" w:rsidP="006F2B35">
      <w:pPr>
        <w:pStyle w:val="Exemples0"/>
      </w:pPr>
      <w:r w:rsidRPr="001767B3">
        <w:rPr>
          <w:lang w:val="en-US"/>
        </w:rPr>
        <w:t xml:space="preserve">  </w:t>
      </w:r>
      <w:proofErr w:type="spellStart"/>
      <w:proofErr w:type="gramStart"/>
      <w:r>
        <w:t>private</w:t>
      </w:r>
      <w:proofErr w:type="spellEnd"/>
      <w:proofErr w:type="gramEnd"/>
      <w:r>
        <w:t xml:space="preserve"> $</w:t>
      </w:r>
      <w:proofErr w:type="spellStart"/>
      <w:r>
        <w:t>monLogo</w:t>
      </w:r>
      <w:proofErr w:type="spellEnd"/>
      <w:r>
        <w:t>;</w:t>
      </w:r>
    </w:p>
    <w:p w14:paraId="6055049C" w14:textId="77777777" w:rsidR="006F2B35" w:rsidRDefault="006F2B35" w:rsidP="00B86201">
      <w:pPr>
        <w:jc w:val="both"/>
      </w:pPr>
      <w:r>
        <w:t xml:space="preserve">Il faut créer les deux entités, ajouter </w:t>
      </w:r>
      <w:r w:rsidRPr="00CA24B6">
        <w:rPr>
          <w:shd w:val="clear" w:color="auto" w:fill="A8D08D" w:themeFill="accent6" w:themeFillTint="99"/>
        </w:rPr>
        <w:t>l’annotation</w:t>
      </w:r>
      <w:r>
        <w:t xml:space="preserve"> précédente. On précisera </w:t>
      </w:r>
      <w:r w:rsidRPr="00CA24B6">
        <w:rPr>
          <w:shd w:val="clear" w:color="auto" w:fill="FFD966" w:themeFill="accent4" w:themeFillTint="99"/>
        </w:rPr>
        <w:t>le chemin complet</w:t>
      </w:r>
      <w:r>
        <w:t xml:space="preserve"> depuis le fichier source de l’entité.</w:t>
      </w:r>
    </w:p>
    <w:p w14:paraId="389EB388" w14:textId="77777777" w:rsidR="006F2B35" w:rsidRDefault="006F2B35" w:rsidP="00B86201">
      <w:pPr>
        <w:jc w:val="both"/>
      </w:pPr>
    </w:p>
    <w:p w14:paraId="3B5A4099" w14:textId="77777777" w:rsidR="006F2B35" w:rsidRDefault="006F2B35" w:rsidP="00B86201">
      <w:pPr>
        <w:jc w:val="both"/>
      </w:pPr>
      <w:r>
        <w:t>Il faut aussi ajouter les accesseurs et modificateurs de la nouvelle propriété. On ajoutera ceux-ci grâce à la console</w:t>
      </w:r>
      <w:r w:rsidR="00F72C59">
        <w:t>.</w:t>
      </w:r>
    </w:p>
    <w:p w14:paraId="106CFF68" w14:textId="77777777" w:rsidR="006F2B35" w:rsidRPr="0063606A" w:rsidRDefault="006F2B35" w:rsidP="006F2B35">
      <w:pPr>
        <w:pStyle w:val="Exercices0"/>
      </w:pPr>
      <w:proofErr w:type="spellStart"/>
      <w:proofErr w:type="gramStart"/>
      <w:r>
        <w:t>php</w:t>
      </w:r>
      <w:proofErr w:type="spellEnd"/>
      <w:proofErr w:type="gramEnd"/>
      <w:r>
        <w:t xml:space="preserve"> </w:t>
      </w:r>
      <w:proofErr w:type="spellStart"/>
      <w:r>
        <w:t>app</w:t>
      </w:r>
      <w:proofErr w:type="spellEnd"/>
      <w:r>
        <w:t xml:space="preserve">/console </w:t>
      </w:r>
      <w:proofErr w:type="spellStart"/>
      <w:r>
        <w:t>doctrine:generate:entities</w:t>
      </w:r>
      <w:proofErr w:type="spellEnd"/>
      <w:r>
        <w:t> </w:t>
      </w:r>
      <w:proofErr w:type="spellStart"/>
      <w:r>
        <w:t>PpeSpaceBookingBundle:Client</w:t>
      </w:r>
      <w:proofErr w:type="spellEnd"/>
    </w:p>
    <w:p w14:paraId="408EF9BF" w14:textId="77777777" w:rsidR="006F2B35" w:rsidRDefault="006F2B35" w:rsidP="006F2B35">
      <w:r>
        <w:t>Et on met à jour la BD.</w:t>
      </w:r>
    </w:p>
    <w:p w14:paraId="480FDA5F" w14:textId="77777777" w:rsidR="006F2B35" w:rsidRPr="00CE58E8" w:rsidRDefault="006F2B35" w:rsidP="006F2B35">
      <w:pPr>
        <w:pStyle w:val="Exercices0"/>
      </w:pPr>
      <w:proofErr w:type="spellStart"/>
      <w:proofErr w:type="gramStart"/>
      <w:r w:rsidRPr="00CE58E8">
        <w:t>php</w:t>
      </w:r>
      <w:proofErr w:type="spellEnd"/>
      <w:proofErr w:type="gramEnd"/>
      <w:r w:rsidRPr="00CE58E8">
        <w:t xml:space="preserve"> </w:t>
      </w:r>
      <w:proofErr w:type="spellStart"/>
      <w:r w:rsidRPr="00CE58E8">
        <w:t>app</w:t>
      </w:r>
      <w:proofErr w:type="spellEnd"/>
      <w:r w:rsidRPr="00CE58E8">
        <w:t xml:space="preserve">/console </w:t>
      </w:r>
      <w:proofErr w:type="spellStart"/>
      <w:r w:rsidRPr="00CE58E8">
        <w:t>doctrine:schema:update</w:t>
      </w:r>
      <w:proofErr w:type="spellEnd"/>
      <w:r w:rsidRPr="00CE58E8">
        <w:t xml:space="preserve"> --force</w:t>
      </w:r>
    </w:p>
    <w:p w14:paraId="23393B04" w14:textId="77777777" w:rsidR="006F2B35" w:rsidRDefault="006F2B35" w:rsidP="006F2B35"/>
    <w:p w14:paraId="6599CD63" w14:textId="757F4F17" w:rsidR="006F2B35" w:rsidRDefault="006F2B35" w:rsidP="006F2B35">
      <w:r>
        <w:t>Le code généré</w:t>
      </w:r>
      <w:r w:rsidR="00B86201">
        <w:t> :</w:t>
      </w:r>
    </w:p>
    <w:p w14:paraId="58692D00" w14:textId="77777777" w:rsidR="006F2B35" w:rsidRPr="001767B3" w:rsidRDefault="006F2B35" w:rsidP="006F2B35">
      <w:pPr>
        <w:pStyle w:val="Exemples0"/>
        <w:rPr>
          <w:lang w:val="en-US"/>
        </w:rPr>
      </w:pPr>
      <w:r>
        <w:t xml:space="preserve">   </w:t>
      </w:r>
      <w:r w:rsidRPr="001767B3">
        <w:rPr>
          <w:lang w:val="en-US"/>
        </w:rPr>
        <w:t>/**</w:t>
      </w:r>
    </w:p>
    <w:p w14:paraId="55F03144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 @</w:t>
      </w:r>
      <w:proofErr w:type="spellStart"/>
      <w:proofErr w:type="gramStart"/>
      <w:r w:rsidRPr="001767B3">
        <w:rPr>
          <w:lang w:val="en-US"/>
        </w:rPr>
        <w:t>param</w:t>
      </w:r>
      <w:proofErr w:type="spellEnd"/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shd w:val="clear" w:color="auto" w:fill="FFD966" w:themeFill="accent4" w:themeFillTint="99"/>
          <w:lang w:val="en-US"/>
        </w:rPr>
        <w:t>Ppe</w:t>
      </w:r>
      <w:proofErr w:type="spellEnd"/>
      <w:r w:rsidRPr="001767B3">
        <w:rPr>
          <w:shd w:val="clear" w:color="auto" w:fill="FFD966" w:themeFill="accent4" w:themeFillTint="99"/>
          <w:lang w:val="en-US"/>
        </w:rPr>
        <w:t>\</w:t>
      </w:r>
      <w:proofErr w:type="spellStart"/>
      <w:r w:rsidRPr="001767B3">
        <w:rPr>
          <w:shd w:val="clear" w:color="auto" w:fill="FFD966" w:themeFill="accent4" w:themeFillTint="99"/>
          <w:lang w:val="en-US"/>
        </w:rPr>
        <w:t>SpaceBookingBundle</w:t>
      </w:r>
      <w:proofErr w:type="spellEnd"/>
      <w:r w:rsidRPr="001767B3">
        <w:rPr>
          <w:shd w:val="clear" w:color="auto" w:fill="FFD966" w:themeFill="accent4" w:themeFillTint="99"/>
          <w:lang w:val="en-US"/>
        </w:rPr>
        <w:t>\Entity\Logo</w:t>
      </w:r>
      <w:r w:rsidRPr="001767B3">
        <w:rPr>
          <w:lang w:val="en-US"/>
        </w:rPr>
        <w:t xml:space="preserve"> $logo</w:t>
      </w:r>
    </w:p>
    <w:p w14:paraId="7A9ED67D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*/</w:t>
      </w:r>
    </w:p>
    <w:p w14:paraId="3A9782FB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</w:t>
      </w:r>
      <w:proofErr w:type="gramStart"/>
      <w:r w:rsidRPr="001767B3">
        <w:rPr>
          <w:lang w:val="en-US"/>
        </w:rPr>
        <w:t>public</w:t>
      </w:r>
      <w:proofErr w:type="gramEnd"/>
      <w:r w:rsidRPr="001767B3">
        <w:rPr>
          <w:lang w:val="en-US"/>
        </w:rPr>
        <w:t xml:space="preserve"> function </w:t>
      </w:r>
      <w:proofErr w:type="spellStart"/>
      <w:r w:rsidRPr="001767B3">
        <w:rPr>
          <w:lang w:val="en-US"/>
        </w:rPr>
        <w:t>setLogo</w:t>
      </w:r>
      <w:proofErr w:type="spellEnd"/>
      <w:r w:rsidRPr="001767B3">
        <w:rPr>
          <w:lang w:val="en-US"/>
        </w:rPr>
        <w:t>(</w:t>
      </w:r>
      <w:r w:rsidRPr="001767B3">
        <w:rPr>
          <w:shd w:val="clear" w:color="auto" w:fill="FFD966" w:themeFill="accent4" w:themeFillTint="99"/>
          <w:lang w:val="en-US"/>
        </w:rPr>
        <w:t>\</w:t>
      </w:r>
      <w:proofErr w:type="spellStart"/>
      <w:r w:rsidRPr="001767B3">
        <w:rPr>
          <w:shd w:val="clear" w:color="auto" w:fill="FFD966" w:themeFill="accent4" w:themeFillTint="99"/>
          <w:lang w:val="en-US"/>
        </w:rPr>
        <w:t>Ppe</w:t>
      </w:r>
      <w:proofErr w:type="spellEnd"/>
      <w:r w:rsidRPr="001767B3">
        <w:rPr>
          <w:shd w:val="clear" w:color="auto" w:fill="FFD966" w:themeFill="accent4" w:themeFillTint="99"/>
          <w:lang w:val="en-US"/>
        </w:rPr>
        <w:t>\</w:t>
      </w:r>
      <w:proofErr w:type="spellStart"/>
      <w:r w:rsidRPr="001767B3">
        <w:rPr>
          <w:shd w:val="clear" w:color="auto" w:fill="FFD966" w:themeFill="accent4" w:themeFillTint="99"/>
          <w:lang w:val="en-US"/>
        </w:rPr>
        <w:t>SpaceBookingBundle</w:t>
      </w:r>
      <w:proofErr w:type="spellEnd"/>
      <w:r w:rsidRPr="001767B3">
        <w:rPr>
          <w:shd w:val="clear" w:color="auto" w:fill="FFD966" w:themeFill="accent4" w:themeFillTint="99"/>
          <w:lang w:val="en-US"/>
        </w:rPr>
        <w:t>\Entity\Logo</w:t>
      </w:r>
      <w:r w:rsidRPr="001767B3">
        <w:rPr>
          <w:lang w:val="en-US"/>
        </w:rPr>
        <w:t xml:space="preserve"> $logo=null)</w:t>
      </w:r>
    </w:p>
    <w:p w14:paraId="61889D8A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{</w:t>
      </w:r>
    </w:p>
    <w:p w14:paraId="5110A67A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 $</w:t>
      </w:r>
      <w:proofErr w:type="gramStart"/>
      <w:r w:rsidRPr="001767B3">
        <w:rPr>
          <w:lang w:val="en-US"/>
        </w:rPr>
        <w:t>this</w:t>
      </w:r>
      <w:proofErr w:type="gramEnd"/>
      <w:r w:rsidRPr="001767B3">
        <w:rPr>
          <w:lang w:val="en-US"/>
        </w:rPr>
        <w:t>-&gt;</w:t>
      </w:r>
      <w:proofErr w:type="spellStart"/>
      <w:r w:rsidRPr="001767B3">
        <w:rPr>
          <w:lang w:val="en-US"/>
        </w:rPr>
        <w:t>monLogo</w:t>
      </w:r>
      <w:proofErr w:type="spellEnd"/>
      <w:r w:rsidRPr="001767B3">
        <w:rPr>
          <w:lang w:val="en-US"/>
        </w:rPr>
        <w:t xml:space="preserve"> = $logo;</w:t>
      </w:r>
    </w:p>
    <w:p w14:paraId="06CF6D04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}</w:t>
      </w:r>
    </w:p>
    <w:p w14:paraId="5E95EBFF" w14:textId="77777777" w:rsidR="006F2B35" w:rsidRPr="001767B3" w:rsidRDefault="006F2B35" w:rsidP="006F2B35">
      <w:pPr>
        <w:pStyle w:val="Exemples0"/>
        <w:rPr>
          <w:lang w:val="en-US"/>
        </w:rPr>
      </w:pPr>
    </w:p>
    <w:p w14:paraId="388B82A8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/**</w:t>
      </w:r>
    </w:p>
    <w:p w14:paraId="5B204BE2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 @</w:t>
      </w:r>
      <w:proofErr w:type="gramStart"/>
      <w:r w:rsidRPr="001767B3">
        <w:rPr>
          <w:lang w:val="en-US"/>
        </w:rPr>
        <w:t>return</w:t>
      </w:r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shd w:val="clear" w:color="auto" w:fill="FFD966" w:themeFill="accent4" w:themeFillTint="99"/>
          <w:lang w:val="en-US"/>
        </w:rPr>
        <w:t>Ppe</w:t>
      </w:r>
      <w:proofErr w:type="spellEnd"/>
      <w:r w:rsidRPr="001767B3">
        <w:rPr>
          <w:shd w:val="clear" w:color="auto" w:fill="FFD966" w:themeFill="accent4" w:themeFillTint="99"/>
          <w:lang w:val="en-US"/>
        </w:rPr>
        <w:t>\</w:t>
      </w:r>
      <w:proofErr w:type="spellStart"/>
      <w:r w:rsidRPr="001767B3">
        <w:rPr>
          <w:shd w:val="clear" w:color="auto" w:fill="FFD966" w:themeFill="accent4" w:themeFillTint="99"/>
          <w:lang w:val="en-US"/>
        </w:rPr>
        <w:t>SpaceBookingBundle</w:t>
      </w:r>
      <w:proofErr w:type="spellEnd"/>
      <w:r w:rsidRPr="001767B3">
        <w:rPr>
          <w:shd w:val="clear" w:color="auto" w:fill="FFD966" w:themeFill="accent4" w:themeFillTint="99"/>
          <w:lang w:val="en-US"/>
        </w:rPr>
        <w:t>\Entity\Logo</w:t>
      </w:r>
      <w:r w:rsidRPr="001767B3">
        <w:rPr>
          <w:lang w:val="en-US"/>
        </w:rPr>
        <w:t xml:space="preserve"> </w:t>
      </w:r>
    </w:p>
    <w:p w14:paraId="010C09AD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*/</w:t>
      </w:r>
    </w:p>
    <w:p w14:paraId="45DBECE4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</w:t>
      </w:r>
      <w:proofErr w:type="gramStart"/>
      <w:r w:rsidRPr="001767B3">
        <w:rPr>
          <w:lang w:val="en-US"/>
        </w:rPr>
        <w:t>public</w:t>
      </w:r>
      <w:proofErr w:type="gramEnd"/>
      <w:r w:rsidRPr="001767B3">
        <w:rPr>
          <w:lang w:val="en-US"/>
        </w:rPr>
        <w:t xml:space="preserve"> function </w:t>
      </w:r>
      <w:proofErr w:type="spellStart"/>
      <w:r w:rsidRPr="001767B3">
        <w:rPr>
          <w:lang w:val="en-US"/>
        </w:rPr>
        <w:t>getLogo</w:t>
      </w:r>
      <w:proofErr w:type="spellEnd"/>
      <w:r w:rsidRPr="001767B3">
        <w:rPr>
          <w:lang w:val="en-US"/>
        </w:rPr>
        <w:t>()</w:t>
      </w:r>
    </w:p>
    <w:p w14:paraId="211BC5C4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{</w:t>
      </w:r>
    </w:p>
    <w:p w14:paraId="417EB477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 </w:t>
      </w:r>
      <w:proofErr w:type="gramStart"/>
      <w:r w:rsidRPr="001767B3">
        <w:rPr>
          <w:lang w:val="en-US"/>
        </w:rPr>
        <w:t>return</w:t>
      </w:r>
      <w:proofErr w:type="gramEnd"/>
      <w:r w:rsidRPr="001767B3">
        <w:rPr>
          <w:lang w:val="en-US"/>
        </w:rPr>
        <w:t xml:space="preserve"> $this-&gt;</w:t>
      </w:r>
      <w:proofErr w:type="spellStart"/>
      <w:r w:rsidRPr="001767B3">
        <w:rPr>
          <w:lang w:val="en-US"/>
        </w:rPr>
        <w:t>monLogo</w:t>
      </w:r>
      <w:proofErr w:type="spellEnd"/>
      <w:r w:rsidRPr="001767B3">
        <w:rPr>
          <w:lang w:val="en-US"/>
        </w:rPr>
        <w:t>;</w:t>
      </w:r>
    </w:p>
    <w:p w14:paraId="34DDFEEA" w14:textId="77777777" w:rsidR="006F2B35" w:rsidRPr="00F72C59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</w:t>
      </w:r>
      <w:r w:rsidRPr="00F72C59">
        <w:rPr>
          <w:lang w:val="en-US"/>
        </w:rPr>
        <w:t>}</w:t>
      </w:r>
    </w:p>
    <w:p w14:paraId="43892E00" w14:textId="77777777" w:rsidR="006F2B35" w:rsidRDefault="006F2B35" w:rsidP="006F2B35">
      <w:pPr>
        <w:pStyle w:val="Exemples0"/>
      </w:pPr>
      <w:r>
        <w:t>}</w:t>
      </w:r>
    </w:p>
    <w:p w14:paraId="00B68B6C" w14:textId="77777777" w:rsidR="006F2B35" w:rsidRDefault="006F2B35" w:rsidP="00B86201">
      <w:pPr>
        <w:jc w:val="both"/>
      </w:pPr>
      <w:r>
        <w:t xml:space="preserve">Lors de la création des deux objets, on les lie grâce au modificateur de l’entité Client  </w:t>
      </w:r>
      <w:r w:rsidRPr="00E23A42">
        <w:rPr>
          <w:shd w:val="clear" w:color="auto" w:fill="F4B083" w:themeFill="accent2" w:themeFillTint="99"/>
        </w:rPr>
        <w:t>$</w:t>
      </w:r>
      <w:proofErr w:type="spellStart"/>
      <w:r w:rsidRPr="00E23A42">
        <w:rPr>
          <w:shd w:val="clear" w:color="auto" w:fill="F4B083" w:themeFill="accent2" w:themeFillTint="99"/>
        </w:rPr>
        <w:t>monClient</w:t>
      </w:r>
      <w:proofErr w:type="spellEnd"/>
      <w:r w:rsidRPr="00E23A42">
        <w:rPr>
          <w:shd w:val="clear" w:color="auto" w:fill="F4B083" w:themeFill="accent2" w:themeFillTint="99"/>
        </w:rPr>
        <w:t>-&gt;</w:t>
      </w:r>
      <w:proofErr w:type="spellStart"/>
      <w:proofErr w:type="gramStart"/>
      <w:r w:rsidRPr="00E23A42">
        <w:rPr>
          <w:shd w:val="clear" w:color="auto" w:fill="F4B083" w:themeFill="accent2" w:themeFillTint="99"/>
        </w:rPr>
        <w:t>setLogo</w:t>
      </w:r>
      <w:proofErr w:type="spellEnd"/>
      <w:r w:rsidRPr="00E23A42">
        <w:rPr>
          <w:shd w:val="clear" w:color="auto" w:fill="F4B083" w:themeFill="accent2" w:themeFillTint="99"/>
        </w:rPr>
        <w:t>(</w:t>
      </w:r>
      <w:proofErr w:type="gramEnd"/>
      <w:r w:rsidRPr="00E23A42">
        <w:rPr>
          <w:shd w:val="clear" w:color="auto" w:fill="F4B083" w:themeFill="accent2" w:themeFillTint="99"/>
        </w:rPr>
        <w:t>$</w:t>
      </w:r>
      <w:proofErr w:type="spellStart"/>
      <w:r w:rsidRPr="00E23A42">
        <w:rPr>
          <w:shd w:val="clear" w:color="auto" w:fill="F4B083" w:themeFill="accent2" w:themeFillTint="99"/>
        </w:rPr>
        <w:t>monLogo</w:t>
      </w:r>
      <w:proofErr w:type="spellEnd"/>
      <w:r w:rsidRPr="00E23A42">
        <w:rPr>
          <w:shd w:val="clear" w:color="auto" w:fill="F4B083" w:themeFill="accent2" w:themeFillTint="99"/>
        </w:rPr>
        <w:t>)</w:t>
      </w:r>
      <w:r>
        <w:t xml:space="preserve"> . On enregistrera par la suite les entités dans la base.</w:t>
      </w:r>
    </w:p>
    <w:p w14:paraId="760F6468" w14:textId="77777777" w:rsidR="006F2B35" w:rsidRDefault="006F2B35" w:rsidP="006F2B35"/>
    <w:p w14:paraId="478BD022" w14:textId="77777777" w:rsidR="00B22F3D" w:rsidRDefault="00B22F3D">
      <w:pPr>
        <w:spacing w:after="160" w:line="259" w:lineRule="auto"/>
        <w:rPr>
          <w:b/>
          <w:bCs/>
        </w:rPr>
      </w:pPr>
      <w:bookmarkStart w:id="4" w:name="_Toc381347225"/>
      <w:bookmarkStart w:id="5" w:name="_Toc396309524"/>
      <w:r>
        <w:br w:type="page"/>
      </w:r>
    </w:p>
    <w:p w14:paraId="59BC9260" w14:textId="77777777" w:rsidR="006F2B35" w:rsidRDefault="006F2B35" w:rsidP="007000C5">
      <w:pPr>
        <w:pStyle w:val="Titre3"/>
      </w:pPr>
      <w:r>
        <w:lastRenderedPageBreak/>
        <w:t>One to One obligatoire</w:t>
      </w:r>
      <w:bookmarkEnd w:id="4"/>
      <w:bookmarkEnd w:id="5"/>
    </w:p>
    <w:p w14:paraId="3248478A" w14:textId="77777777" w:rsidR="007000C5" w:rsidRPr="007000C5" w:rsidRDefault="007000C5" w:rsidP="007000C5"/>
    <w:p w14:paraId="19ED4ABB" w14:textId="77777777" w:rsidR="006F2B35" w:rsidRDefault="006F2B35" w:rsidP="006F2B35">
      <w:r>
        <w:t>On peut rendre obligatoire la liaison :</w:t>
      </w:r>
    </w:p>
    <w:p w14:paraId="1EC21BF6" w14:textId="77777777" w:rsidR="00CB22A5" w:rsidRDefault="00CB22A5" w:rsidP="006F2B35"/>
    <w:p w14:paraId="17B77640" w14:textId="5CF6F2C6" w:rsidR="00CB22A5" w:rsidRDefault="00CB22A5" w:rsidP="006F2B35">
      <w:r>
        <w:rPr>
          <w:noProof/>
        </w:rPr>
        <w:drawing>
          <wp:inline distT="0" distB="0" distL="0" distR="0" wp14:anchorId="08CC8773" wp14:editId="270F5286">
            <wp:extent cx="2695575" cy="5238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3fac796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DCE193" w14:textId="77777777" w:rsidR="006F2B35" w:rsidRDefault="006F2B35" w:rsidP="006F2B35"/>
    <w:p w14:paraId="53C6854A" w14:textId="77777777" w:rsidR="006F2B35" w:rsidRDefault="006F2B35" w:rsidP="006F2B35"/>
    <w:p w14:paraId="01F44D44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>/**</w:t>
      </w:r>
    </w:p>
    <w:p w14:paraId="1444D3F7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* @ORM\Entity</w:t>
      </w:r>
    </w:p>
    <w:p w14:paraId="2F846F4B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*/</w:t>
      </w:r>
    </w:p>
    <w:p w14:paraId="06AE6272" w14:textId="77777777" w:rsidR="006F2B35" w:rsidRPr="001767B3" w:rsidRDefault="006F2B35" w:rsidP="006F2B35">
      <w:pPr>
        <w:pStyle w:val="Exemples0"/>
        <w:rPr>
          <w:lang w:val="en-US"/>
        </w:rPr>
      </w:pPr>
      <w:proofErr w:type="gramStart"/>
      <w:r w:rsidRPr="001767B3">
        <w:rPr>
          <w:lang w:val="en-US"/>
        </w:rPr>
        <w:t>class</w:t>
      </w:r>
      <w:proofErr w:type="gramEnd"/>
      <w:r w:rsidRPr="001767B3">
        <w:rPr>
          <w:lang w:val="en-US"/>
        </w:rPr>
        <w:t xml:space="preserve"> Client</w:t>
      </w:r>
    </w:p>
    <w:p w14:paraId="6B036CDA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>{</w:t>
      </w:r>
    </w:p>
    <w:p w14:paraId="7D73E54C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/**</w:t>
      </w:r>
    </w:p>
    <w:p w14:paraId="6230896C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 @ORM\</w:t>
      </w:r>
      <w:proofErr w:type="spellStart"/>
      <w:proofErr w:type="gramStart"/>
      <w:r w:rsidRPr="001767B3">
        <w:rPr>
          <w:lang w:val="en-US"/>
        </w:rPr>
        <w:t>OneToOne</w:t>
      </w:r>
      <w:proofErr w:type="spellEnd"/>
      <w:r w:rsidRPr="001767B3">
        <w:rPr>
          <w:lang w:val="en-US"/>
        </w:rPr>
        <w:t>(</w:t>
      </w:r>
      <w:proofErr w:type="spellStart"/>
      <w:proofErr w:type="gramEnd"/>
      <w:r w:rsidRPr="001767B3">
        <w:rPr>
          <w:lang w:val="en-US"/>
        </w:rPr>
        <w:t>targetEntity</w:t>
      </w:r>
      <w:proofErr w:type="spellEnd"/>
      <w:r w:rsidRPr="001767B3">
        <w:rPr>
          <w:lang w:val="en-US"/>
        </w:rPr>
        <w:t>="</w:t>
      </w:r>
      <w:proofErr w:type="spellStart"/>
      <w:r w:rsidRPr="001767B3">
        <w:rPr>
          <w:lang w:val="en-US"/>
        </w:rPr>
        <w:t>Ppe</w:t>
      </w:r>
      <w:proofErr w:type="spellEnd"/>
      <w:r w:rsidRPr="001767B3">
        <w:rPr>
          <w:lang w:val="en-US"/>
        </w:rPr>
        <w:t>\</w:t>
      </w:r>
      <w:proofErr w:type="spellStart"/>
      <w:r w:rsidRPr="001767B3">
        <w:rPr>
          <w:lang w:val="en-US"/>
        </w:rPr>
        <w:t>SpaceBookingBundle</w:t>
      </w:r>
      <w:proofErr w:type="spellEnd"/>
      <w:r w:rsidRPr="001767B3">
        <w:rPr>
          <w:lang w:val="en-US"/>
        </w:rPr>
        <w:t>\Entity\Logo")</w:t>
      </w:r>
    </w:p>
    <w:p w14:paraId="7B14D4F7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 </w:t>
      </w:r>
      <w:r w:rsidRPr="001767B3">
        <w:rPr>
          <w:shd w:val="clear" w:color="auto" w:fill="FFD966" w:themeFill="accent4" w:themeFillTint="99"/>
          <w:lang w:val="en-US"/>
        </w:rPr>
        <w:t>@ORM\</w:t>
      </w:r>
      <w:proofErr w:type="spellStart"/>
      <w:proofErr w:type="gramStart"/>
      <w:r w:rsidRPr="001767B3">
        <w:rPr>
          <w:shd w:val="clear" w:color="auto" w:fill="FFD966" w:themeFill="accent4" w:themeFillTint="99"/>
          <w:lang w:val="en-US"/>
        </w:rPr>
        <w:t>JoinColumn</w:t>
      </w:r>
      <w:proofErr w:type="spellEnd"/>
      <w:r w:rsidRPr="001767B3">
        <w:rPr>
          <w:shd w:val="clear" w:color="auto" w:fill="FFD966" w:themeFill="accent4" w:themeFillTint="99"/>
          <w:lang w:val="en-US"/>
        </w:rPr>
        <w:t>(</w:t>
      </w:r>
      <w:proofErr w:type="spellStart"/>
      <w:proofErr w:type="gramEnd"/>
      <w:r w:rsidRPr="001767B3">
        <w:rPr>
          <w:shd w:val="clear" w:color="auto" w:fill="FFD966" w:themeFill="accent4" w:themeFillTint="99"/>
          <w:lang w:val="en-US"/>
        </w:rPr>
        <w:t>nullable</w:t>
      </w:r>
      <w:proofErr w:type="spellEnd"/>
      <w:r w:rsidRPr="001767B3">
        <w:rPr>
          <w:shd w:val="clear" w:color="auto" w:fill="FFD966" w:themeFill="accent4" w:themeFillTint="99"/>
          <w:lang w:val="en-US"/>
        </w:rPr>
        <w:t>=false)</w:t>
      </w:r>
    </w:p>
    <w:p w14:paraId="693AF4AD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*/</w:t>
      </w:r>
    </w:p>
    <w:p w14:paraId="15C96EE3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</w:t>
      </w:r>
      <w:proofErr w:type="gramStart"/>
      <w:r w:rsidRPr="001767B3">
        <w:rPr>
          <w:lang w:val="en-US"/>
        </w:rPr>
        <w:t>private</w:t>
      </w:r>
      <w:proofErr w:type="gramEnd"/>
      <w:r w:rsidRPr="001767B3">
        <w:rPr>
          <w:lang w:val="en-US"/>
        </w:rPr>
        <w:t xml:space="preserve"> $</w:t>
      </w:r>
      <w:proofErr w:type="spellStart"/>
      <w:r w:rsidRPr="001767B3">
        <w:rPr>
          <w:lang w:val="en-US"/>
        </w:rPr>
        <w:t>monLogo</w:t>
      </w:r>
      <w:proofErr w:type="spellEnd"/>
      <w:r w:rsidRPr="001767B3">
        <w:rPr>
          <w:lang w:val="en-US"/>
        </w:rPr>
        <w:t>;</w:t>
      </w:r>
    </w:p>
    <w:p w14:paraId="6BAFAC5D" w14:textId="77777777" w:rsidR="006F2B35" w:rsidRPr="001767B3" w:rsidRDefault="006F2B35" w:rsidP="006F2B35">
      <w:pPr>
        <w:rPr>
          <w:lang w:val="en-US"/>
        </w:rPr>
      </w:pPr>
    </w:p>
    <w:p w14:paraId="4D746AF0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/**</w:t>
      </w:r>
    </w:p>
    <w:p w14:paraId="06375C79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 Set logo</w:t>
      </w:r>
    </w:p>
    <w:p w14:paraId="14E334EC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</w:t>
      </w:r>
    </w:p>
    <w:p w14:paraId="6B720697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 @</w:t>
      </w:r>
      <w:proofErr w:type="spellStart"/>
      <w:proofErr w:type="gramStart"/>
      <w:r w:rsidRPr="001767B3">
        <w:rPr>
          <w:lang w:val="en-US"/>
        </w:rPr>
        <w:t>param</w:t>
      </w:r>
      <w:proofErr w:type="spellEnd"/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lang w:val="en-US"/>
        </w:rPr>
        <w:t>Ppe</w:t>
      </w:r>
      <w:proofErr w:type="spellEnd"/>
      <w:r w:rsidRPr="001767B3">
        <w:rPr>
          <w:lang w:val="en-US"/>
        </w:rPr>
        <w:t>\</w:t>
      </w:r>
      <w:proofErr w:type="spellStart"/>
      <w:r w:rsidRPr="001767B3">
        <w:rPr>
          <w:lang w:val="en-US"/>
        </w:rPr>
        <w:t>SpaceBookingBundle</w:t>
      </w:r>
      <w:proofErr w:type="spellEnd"/>
      <w:r w:rsidRPr="001767B3">
        <w:rPr>
          <w:lang w:val="en-US"/>
        </w:rPr>
        <w:t>\Entity\Logo $logo</w:t>
      </w:r>
    </w:p>
    <w:p w14:paraId="1073CC4A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*/</w:t>
      </w:r>
    </w:p>
    <w:p w14:paraId="4570E90E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</w:t>
      </w:r>
      <w:proofErr w:type="gramStart"/>
      <w:r w:rsidRPr="001767B3">
        <w:rPr>
          <w:lang w:val="en-US"/>
        </w:rPr>
        <w:t>public</w:t>
      </w:r>
      <w:proofErr w:type="gramEnd"/>
      <w:r w:rsidRPr="001767B3">
        <w:rPr>
          <w:lang w:val="en-US"/>
        </w:rPr>
        <w:t xml:space="preserve"> function </w:t>
      </w:r>
      <w:proofErr w:type="spellStart"/>
      <w:r w:rsidRPr="001767B3">
        <w:rPr>
          <w:lang w:val="en-US"/>
        </w:rPr>
        <w:t>setLogo</w:t>
      </w:r>
      <w:proofErr w:type="spellEnd"/>
      <w:r w:rsidRPr="001767B3">
        <w:rPr>
          <w:lang w:val="en-US"/>
        </w:rPr>
        <w:t>(\</w:t>
      </w:r>
      <w:proofErr w:type="spellStart"/>
      <w:r w:rsidRPr="001767B3">
        <w:rPr>
          <w:lang w:val="en-US"/>
        </w:rPr>
        <w:t>Ppe</w:t>
      </w:r>
      <w:proofErr w:type="spellEnd"/>
      <w:r w:rsidRPr="001767B3">
        <w:rPr>
          <w:lang w:val="en-US"/>
        </w:rPr>
        <w:t>\</w:t>
      </w:r>
      <w:proofErr w:type="spellStart"/>
      <w:r w:rsidRPr="001767B3">
        <w:rPr>
          <w:lang w:val="en-US"/>
        </w:rPr>
        <w:t>SpaceBookingBundle</w:t>
      </w:r>
      <w:proofErr w:type="spellEnd"/>
      <w:r w:rsidRPr="001767B3">
        <w:rPr>
          <w:lang w:val="en-US"/>
        </w:rPr>
        <w:t>\Entity\Logo $logo</w:t>
      </w:r>
      <w:r w:rsidRPr="001767B3">
        <w:rPr>
          <w:strike/>
          <w:shd w:val="clear" w:color="auto" w:fill="FFD966" w:themeFill="accent4" w:themeFillTint="99"/>
          <w:lang w:val="en-US"/>
        </w:rPr>
        <w:t>=null</w:t>
      </w:r>
      <w:r w:rsidRPr="001767B3">
        <w:rPr>
          <w:lang w:val="en-US"/>
        </w:rPr>
        <w:t>)</w:t>
      </w:r>
    </w:p>
    <w:p w14:paraId="17A9A471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{</w:t>
      </w:r>
    </w:p>
    <w:p w14:paraId="62163B2C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 $</w:t>
      </w:r>
      <w:proofErr w:type="gramStart"/>
      <w:r w:rsidRPr="001767B3">
        <w:rPr>
          <w:lang w:val="en-US"/>
        </w:rPr>
        <w:t>this</w:t>
      </w:r>
      <w:proofErr w:type="gramEnd"/>
      <w:r w:rsidRPr="001767B3">
        <w:rPr>
          <w:lang w:val="en-US"/>
        </w:rPr>
        <w:t>-&gt;</w:t>
      </w:r>
      <w:proofErr w:type="spellStart"/>
      <w:r w:rsidRPr="001767B3">
        <w:rPr>
          <w:lang w:val="en-US"/>
        </w:rPr>
        <w:t>monLogo</w:t>
      </w:r>
      <w:proofErr w:type="spellEnd"/>
      <w:r w:rsidRPr="001767B3">
        <w:rPr>
          <w:lang w:val="en-US"/>
        </w:rPr>
        <w:t xml:space="preserve"> = $logo;</w:t>
      </w:r>
    </w:p>
    <w:p w14:paraId="09E8E2B3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}</w:t>
      </w:r>
    </w:p>
    <w:p w14:paraId="464DAD17" w14:textId="77777777" w:rsidR="006F2B35" w:rsidRPr="001767B3" w:rsidRDefault="006F2B35" w:rsidP="006F2B35">
      <w:pPr>
        <w:pStyle w:val="Exemples0"/>
        <w:rPr>
          <w:lang w:val="en-US"/>
        </w:rPr>
      </w:pPr>
    </w:p>
    <w:p w14:paraId="2CF630CF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/**</w:t>
      </w:r>
    </w:p>
    <w:p w14:paraId="7BBB4CC9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 Get logo</w:t>
      </w:r>
    </w:p>
    <w:p w14:paraId="5B7DC82F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</w:t>
      </w:r>
    </w:p>
    <w:p w14:paraId="03759502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 @</w:t>
      </w:r>
      <w:proofErr w:type="gramStart"/>
      <w:r w:rsidRPr="001767B3">
        <w:rPr>
          <w:lang w:val="en-US"/>
        </w:rPr>
        <w:t>return</w:t>
      </w:r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lang w:val="en-US"/>
        </w:rPr>
        <w:t>Ppe</w:t>
      </w:r>
      <w:proofErr w:type="spellEnd"/>
      <w:r w:rsidRPr="001767B3">
        <w:rPr>
          <w:lang w:val="en-US"/>
        </w:rPr>
        <w:t>\</w:t>
      </w:r>
      <w:proofErr w:type="spellStart"/>
      <w:r w:rsidRPr="001767B3">
        <w:rPr>
          <w:lang w:val="en-US"/>
        </w:rPr>
        <w:t>SpaceBookingBundle</w:t>
      </w:r>
      <w:proofErr w:type="spellEnd"/>
      <w:r w:rsidRPr="001767B3">
        <w:rPr>
          <w:lang w:val="en-US"/>
        </w:rPr>
        <w:t xml:space="preserve">\Entity\Logo </w:t>
      </w:r>
    </w:p>
    <w:p w14:paraId="50E230B6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*/</w:t>
      </w:r>
    </w:p>
    <w:p w14:paraId="10739ECC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</w:t>
      </w:r>
      <w:proofErr w:type="gramStart"/>
      <w:r w:rsidRPr="001767B3">
        <w:rPr>
          <w:lang w:val="en-US"/>
        </w:rPr>
        <w:t>public</w:t>
      </w:r>
      <w:proofErr w:type="gramEnd"/>
      <w:r w:rsidRPr="001767B3">
        <w:rPr>
          <w:lang w:val="en-US"/>
        </w:rPr>
        <w:t xml:space="preserve"> function </w:t>
      </w:r>
      <w:proofErr w:type="spellStart"/>
      <w:r w:rsidRPr="001767B3">
        <w:rPr>
          <w:lang w:val="en-US"/>
        </w:rPr>
        <w:t>getLogo</w:t>
      </w:r>
      <w:proofErr w:type="spellEnd"/>
      <w:r w:rsidRPr="001767B3">
        <w:rPr>
          <w:lang w:val="en-US"/>
        </w:rPr>
        <w:t>()</w:t>
      </w:r>
    </w:p>
    <w:p w14:paraId="3E9FA212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{</w:t>
      </w:r>
    </w:p>
    <w:p w14:paraId="0D195B98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 </w:t>
      </w:r>
      <w:proofErr w:type="gramStart"/>
      <w:r w:rsidRPr="001767B3">
        <w:rPr>
          <w:lang w:val="en-US"/>
        </w:rPr>
        <w:t>return</w:t>
      </w:r>
      <w:proofErr w:type="gramEnd"/>
      <w:r w:rsidRPr="001767B3">
        <w:rPr>
          <w:lang w:val="en-US"/>
        </w:rPr>
        <w:t xml:space="preserve"> $this-&gt;</w:t>
      </w:r>
      <w:proofErr w:type="spellStart"/>
      <w:r w:rsidRPr="001767B3">
        <w:rPr>
          <w:lang w:val="en-US"/>
        </w:rPr>
        <w:t>monLogo</w:t>
      </w:r>
      <w:proofErr w:type="spellEnd"/>
      <w:r w:rsidRPr="001767B3">
        <w:rPr>
          <w:lang w:val="en-US"/>
        </w:rPr>
        <w:t>;</w:t>
      </w:r>
    </w:p>
    <w:p w14:paraId="20DB7B89" w14:textId="77777777" w:rsidR="006F2B35" w:rsidRPr="00F72C59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</w:t>
      </w:r>
      <w:r w:rsidRPr="00F72C59">
        <w:rPr>
          <w:lang w:val="en-US"/>
        </w:rPr>
        <w:t>}</w:t>
      </w:r>
    </w:p>
    <w:p w14:paraId="1F1EFBC8" w14:textId="77777777" w:rsidR="006F2B35" w:rsidRDefault="006F2B35" w:rsidP="006F2B35">
      <w:pPr>
        <w:pStyle w:val="Exemples0"/>
      </w:pPr>
      <w:r>
        <w:t>}</w:t>
      </w:r>
    </w:p>
    <w:p w14:paraId="02ADE64D" w14:textId="77777777" w:rsidR="00F72C59" w:rsidRDefault="00F72C59" w:rsidP="006F2B35"/>
    <w:p w14:paraId="6468C5C0" w14:textId="77777777" w:rsidR="006F2B35" w:rsidRDefault="006F2B35" w:rsidP="00B86201">
      <w:pPr>
        <w:jc w:val="both"/>
      </w:pPr>
      <w:r>
        <w:t xml:space="preserve">On ajoute l’annotation suivante pour rendre obligatoire la liaison et on supprime la possibilité de donner un paramètre </w:t>
      </w:r>
      <w:proofErr w:type="spellStart"/>
      <w:r>
        <w:t>null</w:t>
      </w:r>
      <w:proofErr w:type="spellEnd"/>
      <w:r>
        <w:t>.</w:t>
      </w:r>
    </w:p>
    <w:p w14:paraId="22775648" w14:textId="77777777" w:rsidR="00F72C59" w:rsidRDefault="00F72C59" w:rsidP="006F2B35">
      <w:pPr>
        <w:pStyle w:val="Titre4"/>
      </w:pPr>
      <w:bookmarkStart w:id="6" w:name="_Toc381347226"/>
      <w:bookmarkStart w:id="7" w:name="_Toc396309525"/>
    </w:p>
    <w:p w14:paraId="5735D87A" w14:textId="77777777" w:rsidR="006F2B35" w:rsidRDefault="006F2B35" w:rsidP="006F2B35">
      <w:pPr>
        <w:pStyle w:val="Titre4"/>
      </w:pPr>
      <w:r>
        <w:t>Les options</w:t>
      </w:r>
      <w:bookmarkEnd w:id="6"/>
      <w:bookmarkEnd w:id="7"/>
    </w:p>
    <w:p w14:paraId="47BEB5BC" w14:textId="77777777" w:rsidR="006F2B35" w:rsidRPr="00F72C59" w:rsidRDefault="006F2B35" w:rsidP="006F2B35">
      <w:pPr>
        <w:pStyle w:val="Exemples0"/>
        <w:rPr>
          <w:lang w:val="en-US"/>
        </w:rPr>
      </w:pPr>
      <w:r w:rsidRPr="00A54C1D">
        <w:t xml:space="preserve">   </w:t>
      </w:r>
      <w:r w:rsidRPr="00F72C59">
        <w:rPr>
          <w:lang w:val="en-US"/>
        </w:rPr>
        <w:t>* @ORM\</w:t>
      </w:r>
      <w:proofErr w:type="spellStart"/>
      <w:proofErr w:type="gramStart"/>
      <w:r w:rsidRPr="00F72C59">
        <w:rPr>
          <w:lang w:val="en-US"/>
        </w:rPr>
        <w:t>OneToOne</w:t>
      </w:r>
      <w:proofErr w:type="spellEnd"/>
      <w:r w:rsidRPr="00F72C59">
        <w:rPr>
          <w:lang w:val="en-US"/>
        </w:rPr>
        <w:t>(</w:t>
      </w:r>
      <w:proofErr w:type="spellStart"/>
      <w:proofErr w:type="gramEnd"/>
      <w:r w:rsidRPr="00F72C59">
        <w:rPr>
          <w:lang w:val="en-US"/>
        </w:rPr>
        <w:t>targetEntity</w:t>
      </w:r>
      <w:proofErr w:type="spellEnd"/>
      <w:r w:rsidRPr="00F72C59">
        <w:rPr>
          <w:lang w:val="en-US"/>
        </w:rPr>
        <w:t>="</w:t>
      </w:r>
      <w:proofErr w:type="spellStart"/>
      <w:r w:rsidRPr="00F72C59">
        <w:rPr>
          <w:lang w:val="en-US"/>
        </w:rPr>
        <w:t>Ppe</w:t>
      </w:r>
      <w:proofErr w:type="spellEnd"/>
      <w:r w:rsidRPr="00F72C59">
        <w:rPr>
          <w:lang w:val="en-US"/>
        </w:rPr>
        <w:t>\</w:t>
      </w:r>
      <w:proofErr w:type="spellStart"/>
      <w:r w:rsidRPr="00F72C59">
        <w:rPr>
          <w:lang w:val="en-US"/>
        </w:rPr>
        <w:t>SpaceBookingBundle</w:t>
      </w:r>
      <w:proofErr w:type="spellEnd"/>
      <w:r w:rsidRPr="00F72C59">
        <w:rPr>
          <w:lang w:val="en-US"/>
        </w:rPr>
        <w:t xml:space="preserve">\Entity\Logo", </w:t>
      </w:r>
      <w:r w:rsidRPr="00F72C59">
        <w:rPr>
          <w:shd w:val="clear" w:color="auto" w:fill="FFD966" w:themeFill="accent4" w:themeFillTint="99"/>
          <w:lang w:val="en-US"/>
        </w:rPr>
        <w:t>cascade={"persist"})</w:t>
      </w:r>
    </w:p>
    <w:p w14:paraId="7A4EB8F9" w14:textId="77777777" w:rsidR="006F2B35" w:rsidRDefault="006F2B35" w:rsidP="006F2B35">
      <w:r>
        <w:t xml:space="preserve">Cette option va propager la persistance de l’entité client sur l’entité Logo. </w:t>
      </w:r>
    </w:p>
    <w:p w14:paraId="391B13D4" w14:textId="77777777" w:rsidR="00B22F3D" w:rsidRPr="00A26431" w:rsidRDefault="00B22F3D">
      <w:pPr>
        <w:spacing w:after="160" w:line="259" w:lineRule="auto"/>
        <w:rPr>
          <w:i/>
          <w:iCs/>
        </w:rPr>
      </w:pPr>
      <w:bookmarkStart w:id="8" w:name="_Toc381347227"/>
      <w:bookmarkStart w:id="9" w:name="_Toc396309526"/>
      <w:r w:rsidRPr="00A26431">
        <w:br w:type="page"/>
      </w:r>
    </w:p>
    <w:p w14:paraId="5ED49118" w14:textId="77777777" w:rsidR="006F2B35" w:rsidRDefault="006F2B35" w:rsidP="00B22F3D">
      <w:pPr>
        <w:pStyle w:val="Titre3"/>
        <w:rPr>
          <w:lang w:val="en-US"/>
        </w:rPr>
      </w:pPr>
      <w:r w:rsidRPr="001767B3">
        <w:rPr>
          <w:lang w:val="en-US"/>
        </w:rPr>
        <w:lastRenderedPageBreak/>
        <w:t>Relation Many to One</w:t>
      </w:r>
      <w:bookmarkEnd w:id="8"/>
      <w:bookmarkEnd w:id="9"/>
    </w:p>
    <w:p w14:paraId="217EE3B8" w14:textId="77777777" w:rsidR="003A3197" w:rsidRDefault="003A3197" w:rsidP="003A3197">
      <w:pPr>
        <w:rPr>
          <w:lang w:val="en-US"/>
        </w:rPr>
      </w:pPr>
    </w:p>
    <w:p w14:paraId="1BF2C9C3" w14:textId="558144D3" w:rsidR="003A3197" w:rsidRPr="003A3197" w:rsidRDefault="003A3197" w:rsidP="003A3197">
      <w:pPr>
        <w:rPr>
          <w:lang w:val="en-US"/>
        </w:rPr>
      </w:pPr>
      <w:r>
        <w:rPr>
          <w:noProof/>
        </w:rPr>
        <w:drawing>
          <wp:inline distT="0" distB="0" distL="0" distR="0" wp14:anchorId="5B3A2A04" wp14:editId="3816335F">
            <wp:extent cx="3000375" cy="523875"/>
            <wp:effectExtent l="0" t="0" r="9525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c914a59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D27596" w14:textId="77777777" w:rsidR="006F2B35" w:rsidRPr="001767B3" w:rsidRDefault="006F2B35" w:rsidP="006F2B35">
      <w:pPr>
        <w:rPr>
          <w:lang w:val="en-US"/>
        </w:rPr>
      </w:pPr>
    </w:p>
    <w:p w14:paraId="38F5B03E" w14:textId="77777777" w:rsidR="006F2B35" w:rsidRPr="001767B3" w:rsidRDefault="006F2B35" w:rsidP="006F2B35">
      <w:pPr>
        <w:rPr>
          <w:lang w:val="en-US"/>
        </w:rPr>
      </w:pPr>
    </w:p>
    <w:p w14:paraId="44770F91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>/**</w:t>
      </w:r>
    </w:p>
    <w:p w14:paraId="269D0DBC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* @ORM\Entity</w:t>
      </w:r>
    </w:p>
    <w:p w14:paraId="7224B9E3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*/</w:t>
      </w:r>
    </w:p>
    <w:p w14:paraId="05FC3C72" w14:textId="77777777" w:rsidR="006F2B35" w:rsidRPr="001767B3" w:rsidRDefault="006F2B35" w:rsidP="006F2B35">
      <w:pPr>
        <w:pStyle w:val="Exemples0"/>
        <w:rPr>
          <w:lang w:val="en-US"/>
        </w:rPr>
      </w:pPr>
      <w:proofErr w:type="gramStart"/>
      <w:r w:rsidRPr="001767B3">
        <w:rPr>
          <w:lang w:val="en-US"/>
        </w:rPr>
        <w:t>class</w:t>
      </w:r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lang w:val="en-US"/>
        </w:rPr>
        <w:t>Commande</w:t>
      </w:r>
      <w:proofErr w:type="spellEnd"/>
    </w:p>
    <w:p w14:paraId="38A78202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>{</w:t>
      </w:r>
    </w:p>
    <w:p w14:paraId="0D336118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/**</w:t>
      </w:r>
    </w:p>
    <w:p w14:paraId="07208B72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 @ORM</w:t>
      </w:r>
      <w:r w:rsidRPr="001767B3">
        <w:rPr>
          <w:shd w:val="clear" w:color="auto" w:fill="A8D08D" w:themeFill="accent6" w:themeFillTint="99"/>
          <w:lang w:val="en-US"/>
        </w:rPr>
        <w:t>\</w:t>
      </w:r>
      <w:proofErr w:type="spellStart"/>
      <w:proofErr w:type="gramStart"/>
      <w:r w:rsidRPr="001767B3">
        <w:rPr>
          <w:shd w:val="clear" w:color="auto" w:fill="A8D08D" w:themeFill="accent6" w:themeFillTint="99"/>
          <w:lang w:val="en-US"/>
        </w:rPr>
        <w:t>ManyToOne</w:t>
      </w:r>
      <w:proofErr w:type="spellEnd"/>
      <w:r w:rsidRPr="001767B3">
        <w:rPr>
          <w:lang w:val="en-US"/>
        </w:rPr>
        <w:t>(</w:t>
      </w:r>
      <w:proofErr w:type="spellStart"/>
      <w:proofErr w:type="gramEnd"/>
      <w:r w:rsidRPr="001767B3">
        <w:rPr>
          <w:lang w:val="en-US"/>
        </w:rPr>
        <w:t>targetEntity</w:t>
      </w:r>
      <w:proofErr w:type="spellEnd"/>
      <w:r w:rsidRPr="001767B3">
        <w:rPr>
          <w:lang w:val="en-US"/>
        </w:rPr>
        <w:t xml:space="preserve">=" </w:t>
      </w:r>
      <w:proofErr w:type="spellStart"/>
      <w:r w:rsidRPr="001767B3">
        <w:rPr>
          <w:lang w:val="en-US"/>
        </w:rPr>
        <w:t>Ppe</w:t>
      </w:r>
      <w:proofErr w:type="spellEnd"/>
      <w:r w:rsidRPr="001767B3">
        <w:rPr>
          <w:lang w:val="en-US"/>
        </w:rPr>
        <w:t>\</w:t>
      </w:r>
      <w:proofErr w:type="spellStart"/>
      <w:r w:rsidRPr="001767B3">
        <w:rPr>
          <w:lang w:val="en-US"/>
        </w:rPr>
        <w:t>SpaceBookingBundle</w:t>
      </w:r>
      <w:proofErr w:type="spellEnd"/>
      <w:r w:rsidRPr="001767B3">
        <w:rPr>
          <w:lang w:val="en-US"/>
        </w:rPr>
        <w:t>\Entity\Client")</w:t>
      </w:r>
    </w:p>
    <w:p w14:paraId="069250F6" w14:textId="77777777" w:rsidR="006F2B35" w:rsidRDefault="006F2B35" w:rsidP="006F2B35">
      <w:pPr>
        <w:pStyle w:val="Exemples0"/>
      </w:pPr>
      <w:r w:rsidRPr="001767B3">
        <w:rPr>
          <w:lang w:val="en-US"/>
        </w:rPr>
        <w:t xml:space="preserve">   </w:t>
      </w:r>
      <w:r>
        <w:t>* @ORM\</w:t>
      </w:r>
      <w:proofErr w:type="spellStart"/>
      <w:proofErr w:type="gramStart"/>
      <w:r>
        <w:t>JoinColumn</w:t>
      </w:r>
      <w:proofErr w:type="spellEnd"/>
      <w:r>
        <w:t>(</w:t>
      </w:r>
      <w:proofErr w:type="spellStart"/>
      <w:proofErr w:type="gramEnd"/>
      <w:r>
        <w:t>nullable</w:t>
      </w:r>
      <w:proofErr w:type="spellEnd"/>
      <w:r>
        <w:t>=false)</w:t>
      </w:r>
    </w:p>
    <w:p w14:paraId="363897DA" w14:textId="77777777" w:rsidR="006F2B35" w:rsidRDefault="006F2B35" w:rsidP="006F2B35">
      <w:pPr>
        <w:pStyle w:val="Exemples0"/>
      </w:pPr>
      <w:r>
        <w:t xml:space="preserve">   */</w:t>
      </w:r>
    </w:p>
    <w:p w14:paraId="34265FA9" w14:textId="77777777" w:rsidR="006F2B35" w:rsidRDefault="006F2B35" w:rsidP="006F2B35">
      <w:pPr>
        <w:pStyle w:val="Exemples0"/>
      </w:pPr>
      <w:r>
        <w:t xml:space="preserve">  </w:t>
      </w:r>
      <w:proofErr w:type="spellStart"/>
      <w:proofErr w:type="gramStart"/>
      <w:r>
        <w:t>private</w:t>
      </w:r>
      <w:proofErr w:type="spellEnd"/>
      <w:proofErr w:type="gramEnd"/>
      <w:r>
        <w:t xml:space="preserve"> $</w:t>
      </w:r>
      <w:proofErr w:type="spellStart"/>
      <w:r>
        <w:t>monClient</w:t>
      </w:r>
      <w:proofErr w:type="spellEnd"/>
      <w:r>
        <w:t>;</w:t>
      </w:r>
    </w:p>
    <w:p w14:paraId="3F30AB97" w14:textId="77777777" w:rsidR="006F2B35" w:rsidRDefault="006F2B35" w:rsidP="006F2B35">
      <w:pPr>
        <w:pStyle w:val="Exemples0"/>
      </w:pPr>
      <w:r>
        <w:t>}</w:t>
      </w:r>
    </w:p>
    <w:p w14:paraId="4933877D" w14:textId="77777777" w:rsidR="006F2B35" w:rsidRDefault="006F2B35" w:rsidP="006F2B35"/>
    <w:p w14:paraId="58E192C3" w14:textId="77777777" w:rsidR="006F2B35" w:rsidRDefault="006F2B35" w:rsidP="006F2B35"/>
    <w:p w14:paraId="60C82033" w14:textId="77777777" w:rsidR="006F2B35" w:rsidRDefault="006F2B35" w:rsidP="006F2B35">
      <w:r>
        <w:t>On ajoutera les accesseurs et modificateurs grâce à la console</w:t>
      </w:r>
    </w:p>
    <w:p w14:paraId="78882ACD" w14:textId="77777777" w:rsidR="006F2B35" w:rsidRPr="0063606A" w:rsidRDefault="006F2B35" w:rsidP="006F2B35">
      <w:pPr>
        <w:pStyle w:val="Exercices0"/>
      </w:pPr>
      <w:proofErr w:type="spellStart"/>
      <w:proofErr w:type="gramStart"/>
      <w:r>
        <w:t>php</w:t>
      </w:r>
      <w:proofErr w:type="spellEnd"/>
      <w:proofErr w:type="gramEnd"/>
      <w:r>
        <w:t xml:space="preserve"> </w:t>
      </w:r>
      <w:proofErr w:type="spellStart"/>
      <w:r>
        <w:t>app</w:t>
      </w:r>
      <w:proofErr w:type="spellEnd"/>
      <w:r>
        <w:t xml:space="preserve">/console </w:t>
      </w:r>
      <w:proofErr w:type="spellStart"/>
      <w:r>
        <w:t>doctrine:generate:entities</w:t>
      </w:r>
      <w:proofErr w:type="spellEnd"/>
      <w:r>
        <w:t> </w:t>
      </w:r>
      <w:proofErr w:type="spellStart"/>
      <w:r>
        <w:t>PpeSpaceBookingBundle:Commande</w:t>
      </w:r>
      <w:proofErr w:type="spellEnd"/>
    </w:p>
    <w:p w14:paraId="1ADEF85B" w14:textId="0F445CCD" w:rsidR="006F2B35" w:rsidRDefault="006F2B35" w:rsidP="006F2B35">
      <w:r>
        <w:t xml:space="preserve">Et on met à jour la </w:t>
      </w:r>
      <w:r w:rsidR="00B86201">
        <w:t>base de données</w:t>
      </w:r>
      <w:r>
        <w:t>.</w:t>
      </w:r>
    </w:p>
    <w:p w14:paraId="76EA7487" w14:textId="6CE29ABB" w:rsidR="006F2B35" w:rsidRPr="00CE58E8" w:rsidRDefault="006F2B35" w:rsidP="006F2B35">
      <w:pPr>
        <w:pStyle w:val="Exercices0"/>
      </w:pPr>
      <w:proofErr w:type="spellStart"/>
      <w:proofErr w:type="gramStart"/>
      <w:r w:rsidRPr="00CE58E8">
        <w:t>php</w:t>
      </w:r>
      <w:proofErr w:type="spellEnd"/>
      <w:proofErr w:type="gramEnd"/>
      <w:r w:rsidRPr="00CE58E8">
        <w:t xml:space="preserve"> </w:t>
      </w:r>
      <w:proofErr w:type="spellStart"/>
      <w:r w:rsidRPr="00CE58E8">
        <w:t>app</w:t>
      </w:r>
      <w:proofErr w:type="spellEnd"/>
      <w:r w:rsidRPr="00CE58E8">
        <w:t>/console doctrine</w:t>
      </w:r>
      <w:r w:rsidR="00B86201">
        <w:t> </w:t>
      </w:r>
      <w:r w:rsidRPr="00CE58E8">
        <w:t>:</w:t>
      </w:r>
      <w:proofErr w:type="spellStart"/>
      <w:r w:rsidRPr="00CE58E8">
        <w:t>schema</w:t>
      </w:r>
      <w:proofErr w:type="spellEnd"/>
      <w:r w:rsidR="00B86201">
        <w:t> </w:t>
      </w:r>
      <w:r w:rsidRPr="00CE58E8">
        <w:t>:</w:t>
      </w:r>
      <w:proofErr w:type="spellStart"/>
      <w:r w:rsidRPr="00CE58E8">
        <w:t>update</w:t>
      </w:r>
      <w:proofErr w:type="spellEnd"/>
      <w:r w:rsidRPr="00CE58E8">
        <w:t xml:space="preserve"> </w:t>
      </w:r>
      <w:r w:rsidR="00B86201">
        <w:t>–</w:t>
      </w:r>
      <w:r w:rsidRPr="00CE58E8">
        <w:t>force</w:t>
      </w:r>
    </w:p>
    <w:p w14:paraId="1B854519" w14:textId="77777777" w:rsidR="006F2B35" w:rsidRDefault="006F2B35" w:rsidP="006F2B35"/>
    <w:p w14:paraId="62B892D7" w14:textId="77777777" w:rsidR="006F2B35" w:rsidRDefault="006F2B35" w:rsidP="006F2B35">
      <w:pPr>
        <w:pStyle w:val="Exemples0"/>
      </w:pPr>
      <w:r>
        <w:t xml:space="preserve">  /**</w:t>
      </w:r>
    </w:p>
    <w:p w14:paraId="5DE63C3D" w14:textId="77777777" w:rsidR="006F2B35" w:rsidRDefault="006F2B35" w:rsidP="006F2B35">
      <w:pPr>
        <w:pStyle w:val="Exemples0"/>
      </w:pPr>
      <w:r>
        <w:t xml:space="preserve">   * Set client</w:t>
      </w:r>
    </w:p>
    <w:p w14:paraId="64A1CCD8" w14:textId="77777777" w:rsidR="006F2B35" w:rsidRDefault="006F2B35" w:rsidP="006F2B35">
      <w:pPr>
        <w:pStyle w:val="Exemples0"/>
      </w:pPr>
      <w:r>
        <w:t xml:space="preserve">   *</w:t>
      </w:r>
    </w:p>
    <w:p w14:paraId="2E3C6EC2" w14:textId="77777777" w:rsidR="006F2B35" w:rsidRDefault="006F2B35" w:rsidP="006F2B35">
      <w:pPr>
        <w:pStyle w:val="Exemples0"/>
      </w:pPr>
      <w:r>
        <w:t xml:space="preserve">   * @</w:t>
      </w:r>
      <w:proofErr w:type="spellStart"/>
      <w:r>
        <w:t>param</w:t>
      </w:r>
      <w:proofErr w:type="spellEnd"/>
      <w:r>
        <w:t xml:space="preserve"> </w:t>
      </w:r>
      <w:proofErr w:type="spellStart"/>
      <w:r w:rsidRPr="004348A7">
        <w:t>Ppe</w:t>
      </w:r>
      <w:proofErr w:type="spellEnd"/>
      <w:r w:rsidRPr="004348A7">
        <w:t>\</w:t>
      </w:r>
      <w:proofErr w:type="spellStart"/>
      <w:r w:rsidRPr="004348A7">
        <w:t>SpaceBookingBundle</w:t>
      </w:r>
      <w:proofErr w:type="spellEnd"/>
      <w:r>
        <w:t xml:space="preserve"> \</w:t>
      </w:r>
      <w:proofErr w:type="spellStart"/>
      <w:r>
        <w:t>Entity</w:t>
      </w:r>
      <w:proofErr w:type="spellEnd"/>
      <w:r>
        <w:t>\Client $client</w:t>
      </w:r>
    </w:p>
    <w:p w14:paraId="5F71DEB8" w14:textId="77777777" w:rsidR="006F2B35" w:rsidRDefault="006F2B35" w:rsidP="006F2B35">
      <w:pPr>
        <w:pStyle w:val="Exemples0"/>
      </w:pPr>
      <w:r>
        <w:t xml:space="preserve">   */</w:t>
      </w:r>
    </w:p>
    <w:p w14:paraId="2E7A154F" w14:textId="77777777" w:rsidR="006F2B35" w:rsidRPr="00F72C59" w:rsidRDefault="006F2B35" w:rsidP="006F2B35">
      <w:pPr>
        <w:pStyle w:val="Exemples0"/>
        <w:rPr>
          <w:lang w:val="en-US"/>
        </w:rPr>
      </w:pPr>
      <w:r>
        <w:t xml:space="preserve">  </w:t>
      </w:r>
      <w:proofErr w:type="gramStart"/>
      <w:r w:rsidRPr="00F72C59">
        <w:rPr>
          <w:lang w:val="en-US"/>
        </w:rPr>
        <w:t>public</w:t>
      </w:r>
      <w:proofErr w:type="gramEnd"/>
      <w:r w:rsidRPr="00F72C59">
        <w:rPr>
          <w:lang w:val="en-US"/>
        </w:rPr>
        <w:t xml:space="preserve"> function </w:t>
      </w:r>
      <w:proofErr w:type="spellStart"/>
      <w:r w:rsidRPr="00F72C59">
        <w:rPr>
          <w:lang w:val="en-US"/>
        </w:rPr>
        <w:t>setClient</w:t>
      </w:r>
      <w:proofErr w:type="spellEnd"/>
      <w:r w:rsidRPr="00F72C59">
        <w:rPr>
          <w:lang w:val="en-US"/>
        </w:rPr>
        <w:t>(\</w:t>
      </w:r>
      <w:proofErr w:type="spellStart"/>
      <w:r w:rsidRPr="00F72C59">
        <w:rPr>
          <w:lang w:val="en-US"/>
        </w:rPr>
        <w:t>Ppe</w:t>
      </w:r>
      <w:proofErr w:type="spellEnd"/>
      <w:r w:rsidRPr="00F72C59">
        <w:rPr>
          <w:lang w:val="en-US"/>
        </w:rPr>
        <w:t>\</w:t>
      </w:r>
      <w:proofErr w:type="spellStart"/>
      <w:r w:rsidRPr="00F72C59">
        <w:rPr>
          <w:lang w:val="en-US"/>
        </w:rPr>
        <w:t>SpaceBookingBundle</w:t>
      </w:r>
      <w:proofErr w:type="spellEnd"/>
      <w:r w:rsidRPr="00F72C59">
        <w:rPr>
          <w:lang w:val="en-US"/>
        </w:rPr>
        <w:t>\Entity\Client $client)</w:t>
      </w:r>
    </w:p>
    <w:p w14:paraId="1C9030B9" w14:textId="77777777" w:rsidR="006F2B35" w:rsidRPr="001767B3" w:rsidRDefault="006F2B35" w:rsidP="006F2B35">
      <w:pPr>
        <w:pStyle w:val="Exemples0"/>
        <w:rPr>
          <w:lang w:val="en-US"/>
        </w:rPr>
      </w:pPr>
      <w:r w:rsidRPr="00F72C59">
        <w:rPr>
          <w:lang w:val="en-US"/>
        </w:rPr>
        <w:t xml:space="preserve">  </w:t>
      </w:r>
      <w:r w:rsidRPr="001767B3">
        <w:rPr>
          <w:lang w:val="en-US"/>
        </w:rPr>
        <w:t>{</w:t>
      </w:r>
    </w:p>
    <w:p w14:paraId="62A9E573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 $</w:t>
      </w:r>
      <w:proofErr w:type="gramStart"/>
      <w:r w:rsidRPr="001767B3">
        <w:rPr>
          <w:lang w:val="en-US"/>
        </w:rPr>
        <w:t>this</w:t>
      </w:r>
      <w:proofErr w:type="gramEnd"/>
      <w:r w:rsidRPr="001767B3">
        <w:rPr>
          <w:lang w:val="en-US"/>
        </w:rPr>
        <w:t>-&gt;</w:t>
      </w:r>
      <w:proofErr w:type="spellStart"/>
      <w:r w:rsidRPr="001767B3">
        <w:rPr>
          <w:lang w:val="en-US"/>
        </w:rPr>
        <w:t>monClient</w:t>
      </w:r>
      <w:proofErr w:type="spellEnd"/>
      <w:r w:rsidRPr="001767B3">
        <w:rPr>
          <w:lang w:val="en-US"/>
        </w:rPr>
        <w:t xml:space="preserve"> = $client;</w:t>
      </w:r>
    </w:p>
    <w:p w14:paraId="2AD4481E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}</w:t>
      </w:r>
    </w:p>
    <w:p w14:paraId="2CDF6A7C" w14:textId="77777777" w:rsidR="006F2B35" w:rsidRPr="001767B3" w:rsidRDefault="006F2B35" w:rsidP="006F2B35">
      <w:pPr>
        <w:pStyle w:val="Exemples0"/>
        <w:rPr>
          <w:lang w:val="en-US"/>
        </w:rPr>
      </w:pPr>
    </w:p>
    <w:p w14:paraId="1204EABF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/**</w:t>
      </w:r>
    </w:p>
    <w:p w14:paraId="61AE50BD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 Get client</w:t>
      </w:r>
    </w:p>
    <w:p w14:paraId="775C5B11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</w:t>
      </w:r>
    </w:p>
    <w:p w14:paraId="2D1E9769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 @</w:t>
      </w:r>
      <w:proofErr w:type="gramStart"/>
      <w:r w:rsidRPr="001767B3">
        <w:rPr>
          <w:lang w:val="en-US"/>
        </w:rPr>
        <w:t>return</w:t>
      </w:r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lang w:val="en-US"/>
        </w:rPr>
        <w:t>Ppe</w:t>
      </w:r>
      <w:proofErr w:type="spellEnd"/>
      <w:r w:rsidRPr="001767B3">
        <w:rPr>
          <w:lang w:val="en-US"/>
        </w:rPr>
        <w:t>\</w:t>
      </w:r>
      <w:proofErr w:type="spellStart"/>
      <w:r w:rsidRPr="001767B3">
        <w:rPr>
          <w:lang w:val="en-US"/>
        </w:rPr>
        <w:t>SpaceBookingBundle</w:t>
      </w:r>
      <w:proofErr w:type="spellEnd"/>
      <w:r w:rsidRPr="001767B3">
        <w:rPr>
          <w:lang w:val="en-US"/>
        </w:rPr>
        <w:t>\Entity\Client</w:t>
      </w:r>
    </w:p>
    <w:p w14:paraId="09A350EB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*/</w:t>
      </w:r>
    </w:p>
    <w:p w14:paraId="5963FC92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</w:t>
      </w:r>
      <w:proofErr w:type="gramStart"/>
      <w:r w:rsidRPr="001767B3">
        <w:rPr>
          <w:lang w:val="en-US"/>
        </w:rPr>
        <w:t>public</w:t>
      </w:r>
      <w:proofErr w:type="gramEnd"/>
      <w:r w:rsidRPr="001767B3">
        <w:rPr>
          <w:lang w:val="en-US"/>
        </w:rPr>
        <w:t xml:space="preserve"> function </w:t>
      </w:r>
      <w:proofErr w:type="spellStart"/>
      <w:r w:rsidRPr="001767B3">
        <w:rPr>
          <w:lang w:val="en-US"/>
        </w:rPr>
        <w:t>getClient</w:t>
      </w:r>
      <w:proofErr w:type="spellEnd"/>
      <w:r w:rsidRPr="001767B3">
        <w:rPr>
          <w:lang w:val="en-US"/>
        </w:rPr>
        <w:t>()</w:t>
      </w:r>
    </w:p>
    <w:p w14:paraId="6BDD4587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{</w:t>
      </w:r>
    </w:p>
    <w:p w14:paraId="22C139BD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 </w:t>
      </w:r>
      <w:proofErr w:type="gramStart"/>
      <w:r w:rsidRPr="001767B3">
        <w:rPr>
          <w:lang w:val="en-US"/>
        </w:rPr>
        <w:t>return</w:t>
      </w:r>
      <w:proofErr w:type="gramEnd"/>
      <w:r w:rsidRPr="001767B3">
        <w:rPr>
          <w:lang w:val="en-US"/>
        </w:rPr>
        <w:t xml:space="preserve"> $this-&gt;</w:t>
      </w:r>
      <w:proofErr w:type="spellStart"/>
      <w:r w:rsidRPr="001767B3">
        <w:rPr>
          <w:lang w:val="en-US"/>
        </w:rPr>
        <w:t>monClient</w:t>
      </w:r>
      <w:proofErr w:type="spellEnd"/>
      <w:r w:rsidRPr="001767B3">
        <w:rPr>
          <w:lang w:val="en-US"/>
        </w:rPr>
        <w:t>;</w:t>
      </w:r>
    </w:p>
    <w:p w14:paraId="69D0DE80" w14:textId="77777777" w:rsidR="006F2B35" w:rsidRPr="00F72C59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</w:t>
      </w:r>
      <w:r w:rsidRPr="00F72C59">
        <w:rPr>
          <w:lang w:val="en-US"/>
        </w:rPr>
        <w:t>}</w:t>
      </w:r>
    </w:p>
    <w:p w14:paraId="0CF4C259" w14:textId="77777777" w:rsidR="006F2B35" w:rsidRDefault="006F2B35" w:rsidP="006F2B35">
      <w:pPr>
        <w:pStyle w:val="Exemples0"/>
      </w:pPr>
      <w:r>
        <w:t>}</w:t>
      </w:r>
    </w:p>
    <w:p w14:paraId="24D08EC0" w14:textId="4CA8E50F" w:rsidR="006F2B35" w:rsidRDefault="006F2B35" w:rsidP="006F2B35">
      <w:pPr>
        <w:rPr>
          <w:shd w:val="clear" w:color="auto" w:fill="A8D08D" w:themeFill="accent6" w:themeFillTint="99"/>
        </w:rPr>
      </w:pPr>
      <w:r>
        <w:t>Le principe est le même</w:t>
      </w:r>
      <w:r w:rsidR="00B86201">
        <w:t>,</w:t>
      </w:r>
      <w:r>
        <w:t xml:space="preserve"> on change l’annotation </w:t>
      </w:r>
      <w:proofErr w:type="spellStart"/>
      <w:r w:rsidRPr="00244548">
        <w:rPr>
          <w:shd w:val="clear" w:color="auto" w:fill="A8D08D" w:themeFill="accent6" w:themeFillTint="99"/>
        </w:rPr>
        <w:t>O</w:t>
      </w:r>
      <w:r w:rsidRPr="00CA24B6">
        <w:rPr>
          <w:shd w:val="clear" w:color="auto" w:fill="A8D08D" w:themeFill="accent6" w:themeFillTint="99"/>
        </w:rPr>
        <w:t>neToOne</w:t>
      </w:r>
      <w:proofErr w:type="spellEnd"/>
      <w:r>
        <w:t xml:space="preserve"> en </w:t>
      </w:r>
      <w:proofErr w:type="spellStart"/>
      <w:r w:rsidRPr="004348A7">
        <w:rPr>
          <w:shd w:val="clear" w:color="auto" w:fill="A8D08D" w:themeFill="accent6" w:themeFillTint="99"/>
        </w:rPr>
        <w:t>ManyToOne</w:t>
      </w:r>
      <w:proofErr w:type="spellEnd"/>
      <w:r w:rsidR="00F72C59">
        <w:rPr>
          <w:shd w:val="clear" w:color="auto" w:fill="A8D08D" w:themeFill="accent6" w:themeFillTint="99"/>
        </w:rPr>
        <w:t>.</w:t>
      </w:r>
    </w:p>
    <w:p w14:paraId="70011AFD" w14:textId="77777777" w:rsidR="006F2B35" w:rsidRDefault="006F2B35" w:rsidP="006F2B35">
      <w:pPr>
        <w:rPr>
          <w:shd w:val="clear" w:color="auto" w:fill="A8D08D" w:themeFill="accent6" w:themeFillTint="99"/>
        </w:rPr>
      </w:pPr>
    </w:p>
    <w:p w14:paraId="7575416F" w14:textId="77777777" w:rsidR="006F2B35" w:rsidRDefault="006F2B35" w:rsidP="006F2B35">
      <w:pPr>
        <w:spacing w:after="160" w:line="259" w:lineRule="auto"/>
        <w:rPr>
          <w:rFonts w:eastAsiaTheme="majorEastAsia" w:cstheme="majorBidi"/>
          <w:b/>
          <w:bCs/>
          <w:color w:val="00B050"/>
        </w:rPr>
      </w:pPr>
      <w:r>
        <w:br w:type="page"/>
      </w:r>
    </w:p>
    <w:p w14:paraId="2E5C4453" w14:textId="77777777" w:rsidR="006F2B35" w:rsidRDefault="006F2B35" w:rsidP="007000C5">
      <w:pPr>
        <w:pStyle w:val="Titre3"/>
      </w:pPr>
      <w:bookmarkStart w:id="10" w:name="_Toc381347228"/>
      <w:bookmarkStart w:id="11" w:name="_Toc396309527"/>
      <w:r w:rsidRPr="00551D5E">
        <w:lastRenderedPageBreak/>
        <w:t xml:space="preserve">Relation </w:t>
      </w:r>
      <w:proofErr w:type="spellStart"/>
      <w:r w:rsidRPr="00551D5E">
        <w:t>Many</w:t>
      </w:r>
      <w:proofErr w:type="spellEnd"/>
      <w:r w:rsidRPr="00551D5E">
        <w:t xml:space="preserve"> to </w:t>
      </w:r>
      <w:proofErr w:type="spellStart"/>
      <w:r w:rsidRPr="00551D5E">
        <w:t>Many</w:t>
      </w:r>
      <w:bookmarkEnd w:id="10"/>
      <w:bookmarkEnd w:id="11"/>
      <w:proofErr w:type="spellEnd"/>
    </w:p>
    <w:p w14:paraId="24B5E784" w14:textId="77777777" w:rsidR="007000C5" w:rsidRPr="007000C5" w:rsidRDefault="007000C5" w:rsidP="007000C5"/>
    <w:p w14:paraId="717F71BE" w14:textId="649A9521" w:rsidR="004D1C1C" w:rsidRDefault="006F2B35" w:rsidP="00F62599">
      <w:pPr>
        <w:jc w:val="both"/>
      </w:pPr>
      <w:r>
        <w:t>On représente ici la visite de clients dans des magasins.</w:t>
      </w:r>
      <w:r w:rsidR="004D1C1C">
        <w:t xml:space="preserve"> On doit définir une entité propriétaire. On choisira client. Seule l’entité propriétaire est à modifier</w:t>
      </w:r>
      <w:r w:rsidR="006A6136">
        <w:t xml:space="preserve"> </w:t>
      </w:r>
      <w:r w:rsidR="004D1C1C">
        <w:t>:</w:t>
      </w:r>
    </w:p>
    <w:p w14:paraId="46BD9063" w14:textId="77777777" w:rsidR="003A3197" w:rsidRDefault="003A3197" w:rsidP="004D1C1C"/>
    <w:p w14:paraId="71590DBD" w14:textId="1F51C0E7" w:rsidR="003A3197" w:rsidRDefault="003A3197" w:rsidP="004D1C1C">
      <w:r>
        <w:rPr>
          <w:noProof/>
        </w:rPr>
        <w:drawing>
          <wp:inline distT="0" distB="0" distL="0" distR="0" wp14:anchorId="1E622D92" wp14:editId="760346CF">
            <wp:extent cx="2809875" cy="523875"/>
            <wp:effectExtent l="0" t="0" r="9525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9a14e413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151DAF" w14:textId="77777777" w:rsidR="006F2B35" w:rsidRDefault="006F2B35" w:rsidP="006F2B35"/>
    <w:p w14:paraId="5C206EA1" w14:textId="77777777" w:rsidR="006F2B35" w:rsidRDefault="006F2B35" w:rsidP="006F2B35"/>
    <w:p w14:paraId="63410F33" w14:textId="77777777" w:rsidR="006F2B35" w:rsidRDefault="006F2B35" w:rsidP="006F2B35">
      <w:pPr>
        <w:pStyle w:val="Exemples0"/>
      </w:pPr>
      <w:r>
        <w:t>/**</w:t>
      </w:r>
    </w:p>
    <w:p w14:paraId="51F0F9E8" w14:textId="77777777" w:rsidR="006F2B35" w:rsidRDefault="006F2B35" w:rsidP="006F2B35">
      <w:pPr>
        <w:pStyle w:val="Exemples0"/>
      </w:pPr>
      <w:r>
        <w:t xml:space="preserve"> * @ORM\</w:t>
      </w:r>
      <w:proofErr w:type="spellStart"/>
      <w:r>
        <w:t>Entity</w:t>
      </w:r>
      <w:proofErr w:type="spellEnd"/>
    </w:p>
    <w:p w14:paraId="24B02614" w14:textId="77777777" w:rsidR="006F2B35" w:rsidRPr="00DA5BB2" w:rsidRDefault="006F2B35" w:rsidP="006F2B35">
      <w:pPr>
        <w:pStyle w:val="Exemples0"/>
        <w:rPr>
          <w:lang w:val="en-US"/>
        </w:rPr>
      </w:pPr>
      <w:r>
        <w:t xml:space="preserve"> </w:t>
      </w:r>
      <w:r w:rsidRPr="00DA5BB2">
        <w:rPr>
          <w:lang w:val="en-US"/>
        </w:rPr>
        <w:t>*/</w:t>
      </w:r>
    </w:p>
    <w:p w14:paraId="14B19D38" w14:textId="77777777" w:rsidR="006F2B35" w:rsidRPr="00DA5BB2" w:rsidRDefault="006F2B35" w:rsidP="006F2B35">
      <w:pPr>
        <w:pStyle w:val="Exemples0"/>
        <w:rPr>
          <w:lang w:val="en-US"/>
        </w:rPr>
      </w:pPr>
      <w:proofErr w:type="gramStart"/>
      <w:r w:rsidRPr="00DA5BB2">
        <w:rPr>
          <w:lang w:val="en-US"/>
        </w:rPr>
        <w:t>class</w:t>
      </w:r>
      <w:proofErr w:type="gramEnd"/>
      <w:r w:rsidRPr="00DA5BB2">
        <w:rPr>
          <w:lang w:val="en-US"/>
        </w:rPr>
        <w:t xml:space="preserve"> Client</w:t>
      </w:r>
    </w:p>
    <w:p w14:paraId="7CE9198C" w14:textId="77777777" w:rsidR="006F2B35" w:rsidRPr="00DA5BB2" w:rsidRDefault="006F2B35" w:rsidP="006F2B35">
      <w:pPr>
        <w:pStyle w:val="Exemples0"/>
        <w:rPr>
          <w:lang w:val="en-US"/>
        </w:rPr>
      </w:pPr>
      <w:r w:rsidRPr="00DA5BB2">
        <w:rPr>
          <w:lang w:val="en-US"/>
        </w:rPr>
        <w:t>{</w:t>
      </w:r>
    </w:p>
    <w:p w14:paraId="15861682" w14:textId="77777777" w:rsidR="006F2B35" w:rsidRPr="00DA5BB2" w:rsidRDefault="006F2B35" w:rsidP="006F2B35">
      <w:pPr>
        <w:pStyle w:val="Exemples0"/>
        <w:rPr>
          <w:lang w:val="en-US"/>
        </w:rPr>
      </w:pPr>
      <w:r w:rsidRPr="00DA5BB2">
        <w:rPr>
          <w:lang w:val="en-US"/>
        </w:rPr>
        <w:t xml:space="preserve">  /**</w:t>
      </w:r>
    </w:p>
    <w:p w14:paraId="541A3C70" w14:textId="77777777" w:rsidR="006F2B35" w:rsidRPr="00A26431" w:rsidRDefault="006F2B35" w:rsidP="006F2B35">
      <w:pPr>
        <w:pStyle w:val="Exemples0"/>
        <w:rPr>
          <w:lang w:val="en-US"/>
        </w:rPr>
      </w:pPr>
      <w:r w:rsidRPr="00DA5BB2">
        <w:rPr>
          <w:lang w:val="en-US"/>
        </w:rPr>
        <w:t xml:space="preserve">   </w:t>
      </w:r>
      <w:r w:rsidRPr="00A26431">
        <w:rPr>
          <w:lang w:val="en-US"/>
        </w:rPr>
        <w:t>* @ORM\</w:t>
      </w:r>
      <w:proofErr w:type="spellStart"/>
      <w:proofErr w:type="gramStart"/>
      <w:r w:rsidRPr="00A26431">
        <w:rPr>
          <w:shd w:val="clear" w:color="auto" w:fill="A8D08D" w:themeFill="accent6" w:themeFillTint="99"/>
          <w:lang w:val="en-US"/>
        </w:rPr>
        <w:t>ManyToMany</w:t>
      </w:r>
      <w:proofErr w:type="spellEnd"/>
      <w:r w:rsidRPr="00A26431">
        <w:rPr>
          <w:lang w:val="en-US"/>
        </w:rPr>
        <w:t>(</w:t>
      </w:r>
      <w:proofErr w:type="spellStart"/>
      <w:proofErr w:type="gramEnd"/>
      <w:r w:rsidRPr="00A26431">
        <w:rPr>
          <w:lang w:val="en-US"/>
        </w:rPr>
        <w:t>targetEntity</w:t>
      </w:r>
      <w:proofErr w:type="spellEnd"/>
      <w:r w:rsidRPr="00A26431">
        <w:rPr>
          <w:lang w:val="en-US"/>
        </w:rPr>
        <w:t xml:space="preserve">=" </w:t>
      </w:r>
      <w:proofErr w:type="spellStart"/>
      <w:r w:rsidRPr="00A26431">
        <w:rPr>
          <w:lang w:val="en-US"/>
        </w:rPr>
        <w:t>Ppe</w:t>
      </w:r>
      <w:proofErr w:type="spellEnd"/>
      <w:r w:rsidRPr="00A26431">
        <w:rPr>
          <w:lang w:val="en-US"/>
        </w:rPr>
        <w:t>\</w:t>
      </w:r>
      <w:proofErr w:type="spellStart"/>
      <w:r w:rsidRPr="00A26431">
        <w:rPr>
          <w:lang w:val="en-US"/>
        </w:rPr>
        <w:t>SpaceBookingBundle</w:t>
      </w:r>
      <w:proofErr w:type="spellEnd"/>
      <w:r w:rsidRPr="00A26431">
        <w:rPr>
          <w:lang w:val="en-US"/>
        </w:rPr>
        <w:t>\Entity\</w:t>
      </w:r>
      <w:proofErr w:type="spellStart"/>
      <w:r w:rsidRPr="00A26431">
        <w:rPr>
          <w:lang w:val="en-US"/>
        </w:rPr>
        <w:t>Magasin</w:t>
      </w:r>
      <w:proofErr w:type="spellEnd"/>
      <w:r w:rsidRPr="00A26431">
        <w:rPr>
          <w:lang w:val="en-US"/>
        </w:rPr>
        <w:t>", cascade={"persist"})</w:t>
      </w:r>
    </w:p>
    <w:p w14:paraId="0D8D6BE8" w14:textId="77777777" w:rsidR="006F2B35" w:rsidRDefault="006F2B35" w:rsidP="006F2B35">
      <w:pPr>
        <w:pStyle w:val="Exemples0"/>
      </w:pPr>
      <w:r w:rsidRPr="00A26431">
        <w:rPr>
          <w:lang w:val="en-US"/>
        </w:rPr>
        <w:t xml:space="preserve">   </w:t>
      </w:r>
      <w:r>
        <w:t>*/</w:t>
      </w:r>
    </w:p>
    <w:p w14:paraId="0571673F" w14:textId="77777777" w:rsidR="006F2B35" w:rsidRDefault="006F2B35" w:rsidP="006F2B35">
      <w:pPr>
        <w:pStyle w:val="Exemples0"/>
      </w:pPr>
      <w:r>
        <w:t xml:space="preserve">  </w:t>
      </w:r>
      <w:proofErr w:type="spellStart"/>
      <w:proofErr w:type="gramStart"/>
      <w:r>
        <w:t>private</w:t>
      </w:r>
      <w:proofErr w:type="spellEnd"/>
      <w:proofErr w:type="gramEnd"/>
      <w:r>
        <w:t xml:space="preserve"> $magasin</w:t>
      </w:r>
      <w:r w:rsidRPr="00CB2ED8">
        <w:rPr>
          <w:b/>
          <w:shd w:val="clear" w:color="auto" w:fill="A8D08D" w:themeFill="accent6" w:themeFillTint="99"/>
        </w:rPr>
        <w:t>s</w:t>
      </w:r>
      <w:r>
        <w:t>;</w:t>
      </w:r>
    </w:p>
    <w:p w14:paraId="6A9285B2" w14:textId="77777777" w:rsidR="006F2B35" w:rsidRDefault="006F2B35" w:rsidP="006F2B35">
      <w:pPr>
        <w:pStyle w:val="Exemples0"/>
      </w:pPr>
      <w:r>
        <w:t>}</w:t>
      </w:r>
    </w:p>
    <w:p w14:paraId="121FE525" w14:textId="77777777" w:rsidR="006F2B35" w:rsidRDefault="006F2B35" w:rsidP="00F62599">
      <w:pPr>
        <w:jc w:val="both"/>
      </w:pPr>
      <w:r>
        <w:t xml:space="preserve">Doctrine fonctionne avec une table intermédiaire. On notera que l’entité </w:t>
      </w:r>
      <w:r w:rsidR="00BC6757">
        <w:t xml:space="preserve">Client </w:t>
      </w:r>
      <w:r>
        <w:t>contient une collection d’objets magasins</w:t>
      </w:r>
      <w:r w:rsidR="00BC6757">
        <w:t xml:space="preserve"> (par convention, on applique le pluriel à l’attribut)</w:t>
      </w:r>
      <w:r>
        <w:t>.</w:t>
      </w:r>
    </w:p>
    <w:p w14:paraId="6CA669FF" w14:textId="77777777" w:rsidR="006F2B35" w:rsidRDefault="006F2B35" w:rsidP="00F62599">
      <w:pPr>
        <w:jc w:val="both"/>
      </w:pPr>
    </w:p>
    <w:p w14:paraId="473D4642" w14:textId="36E6BF98" w:rsidR="006F2B35" w:rsidRDefault="006F2B35" w:rsidP="00F62599">
      <w:pPr>
        <w:jc w:val="both"/>
      </w:pPr>
      <w:r>
        <w:t>On générera le code des accesseurs et modificateurs via la console</w:t>
      </w:r>
      <w:r w:rsidR="004D1C1C">
        <w:t xml:space="preserve"> (on peut lancer cette commande sans crainte, s'ils sont déjà générés, ils ne le seront pas de nouveau).</w:t>
      </w:r>
    </w:p>
    <w:p w14:paraId="14BD3E1A" w14:textId="77777777" w:rsidR="006F2B35" w:rsidRDefault="006F2B35" w:rsidP="006F2B35">
      <w:pPr>
        <w:pStyle w:val="Exercices0"/>
      </w:pPr>
      <w:proofErr w:type="spellStart"/>
      <w:proofErr w:type="gramStart"/>
      <w:r>
        <w:t>php</w:t>
      </w:r>
      <w:proofErr w:type="spellEnd"/>
      <w:proofErr w:type="gramEnd"/>
      <w:r>
        <w:t xml:space="preserve"> </w:t>
      </w:r>
      <w:proofErr w:type="spellStart"/>
      <w:r>
        <w:t>app</w:t>
      </w:r>
      <w:proofErr w:type="spellEnd"/>
      <w:r>
        <w:t xml:space="preserve">/console </w:t>
      </w:r>
      <w:proofErr w:type="spellStart"/>
      <w:r>
        <w:t>doctrine:generate:entities</w:t>
      </w:r>
      <w:proofErr w:type="spellEnd"/>
      <w:r>
        <w:t> </w:t>
      </w:r>
      <w:proofErr w:type="spellStart"/>
      <w:r>
        <w:t>PpeSpaceBookingBundle:Client</w:t>
      </w:r>
      <w:proofErr w:type="spellEnd"/>
    </w:p>
    <w:p w14:paraId="3B04230B" w14:textId="77777777" w:rsidR="006F2B35" w:rsidRDefault="006F2B35" w:rsidP="006F2B35"/>
    <w:p w14:paraId="28C12E4C" w14:textId="549AAD57" w:rsidR="006F2B35" w:rsidRDefault="006F2B35" w:rsidP="006F2B35">
      <w:r>
        <w:t xml:space="preserve">Et on met à jour la </w:t>
      </w:r>
      <w:r w:rsidR="00F62599">
        <w:t>base de données</w:t>
      </w:r>
      <w:r>
        <w:t>.</w:t>
      </w:r>
    </w:p>
    <w:p w14:paraId="1619D029" w14:textId="77777777" w:rsidR="006F2B35" w:rsidRPr="00CE58E8" w:rsidRDefault="006F2B35" w:rsidP="006F2B35">
      <w:pPr>
        <w:pStyle w:val="Exercices0"/>
      </w:pPr>
      <w:proofErr w:type="spellStart"/>
      <w:proofErr w:type="gramStart"/>
      <w:r w:rsidRPr="00CE58E8">
        <w:t>php</w:t>
      </w:r>
      <w:proofErr w:type="spellEnd"/>
      <w:proofErr w:type="gramEnd"/>
      <w:r w:rsidRPr="00CE58E8">
        <w:t xml:space="preserve"> </w:t>
      </w:r>
      <w:proofErr w:type="spellStart"/>
      <w:r w:rsidRPr="00CE58E8">
        <w:t>app</w:t>
      </w:r>
      <w:proofErr w:type="spellEnd"/>
      <w:r w:rsidRPr="00CE58E8">
        <w:t xml:space="preserve">/console </w:t>
      </w:r>
      <w:proofErr w:type="spellStart"/>
      <w:r w:rsidRPr="00CE58E8">
        <w:t>doctrine:schema:update</w:t>
      </w:r>
      <w:proofErr w:type="spellEnd"/>
      <w:r w:rsidRPr="00CE58E8">
        <w:t xml:space="preserve"> --force</w:t>
      </w:r>
    </w:p>
    <w:p w14:paraId="7753715C" w14:textId="77777777" w:rsidR="006F2B35" w:rsidRDefault="006F2B35" w:rsidP="006F2B35"/>
    <w:p w14:paraId="5730C6AA" w14:textId="77777777" w:rsidR="006F2B35" w:rsidRDefault="006F2B35" w:rsidP="006F2B35">
      <w:pPr>
        <w:pStyle w:val="Exemples0"/>
      </w:pPr>
      <w:r>
        <w:t>/**</w:t>
      </w:r>
    </w:p>
    <w:p w14:paraId="0542457F" w14:textId="77777777" w:rsidR="006F2B35" w:rsidRDefault="006F2B35" w:rsidP="006F2B35">
      <w:pPr>
        <w:pStyle w:val="Exemples0"/>
      </w:pPr>
      <w:r>
        <w:t xml:space="preserve">     * </w:t>
      </w:r>
      <w:proofErr w:type="spellStart"/>
      <w:r>
        <w:t>Constructor</w:t>
      </w:r>
      <w:proofErr w:type="spellEnd"/>
    </w:p>
    <w:p w14:paraId="5A70D587" w14:textId="77777777" w:rsidR="006F2B35" w:rsidRDefault="006F2B35" w:rsidP="006F2B35">
      <w:pPr>
        <w:pStyle w:val="Exemples0"/>
      </w:pPr>
      <w:r>
        <w:t xml:space="preserve">     */</w:t>
      </w:r>
    </w:p>
    <w:p w14:paraId="35BC8551" w14:textId="77777777" w:rsidR="006F2B35" w:rsidRDefault="006F2B35" w:rsidP="006F2B35">
      <w:pPr>
        <w:pStyle w:val="Exemples0"/>
      </w:pPr>
      <w:r>
        <w:t xml:space="preserve">   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function</w:t>
      </w:r>
      <w:proofErr w:type="spellEnd"/>
      <w:r>
        <w:t xml:space="preserve"> </w:t>
      </w:r>
      <w:r w:rsidRPr="00EF2747">
        <w:rPr>
          <w:shd w:val="clear" w:color="auto" w:fill="A8D08D" w:themeFill="accent6" w:themeFillTint="99"/>
        </w:rPr>
        <w:t>__</w:t>
      </w:r>
      <w:proofErr w:type="spellStart"/>
      <w:r w:rsidRPr="00EF2747">
        <w:rPr>
          <w:shd w:val="clear" w:color="auto" w:fill="A8D08D" w:themeFill="accent6" w:themeFillTint="99"/>
        </w:rPr>
        <w:t>construct</w:t>
      </w:r>
      <w:proofErr w:type="spellEnd"/>
      <w:r>
        <w:t>()</w:t>
      </w:r>
    </w:p>
    <w:p w14:paraId="1C535623" w14:textId="77777777" w:rsidR="006F2B35" w:rsidRDefault="006F2B35" w:rsidP="006F2B35">
      <w:pPr>
        <w:pStyle w:val="Exemples0"/>
      </w:pPr>
      <w:r>
        <w:t xml:space="preserve">    {</w:t>
      </w:r>
    </w:p>
    <w:p w14:paraId="441C2ACC" w14:textId="77777777" w:rsidR="006F2B35" w:rsidRDefault="006F2B35" w:rsidP="006F2B35">
      <w:pPr>
        <w:pStyle w:val="Exemples0"/>
      </w:pPr>
      <w:r>
        <w:t xml:space="preserve">        $</w:t>
      </w:r>
      <w:proofErr w:type="spellStart"/>
      <w:r>
        <w:t>this</w:t>
      </w:r>
      <w:proofErr w:type="spellEnd"/>
      <w:r>
        <w:t>-&gt;magasins = new \Doctrine\Common\Collections\</w:t>
      </w:r>
      <w:proofErr w:type="spellStart"/>
      <w:proofErr w:type="gramStart"/>
      <w:r>
        <w:t>ArrayCollection</w:t>
      </w:r>
      <w:proofErr w:type="spellEnd"/>
      <w:r>
        <w:t>(</w:t>
      </w:r>
      <w:proofErr w:type="gramEnd"/>
      <w:r>
        <w:t>);</w:t>
      </w:r>
    </w:p>
    <w:p w14:paraId="07A2A2CA" w14:textId="77777777" w:rsidR="006F2B35" w:rsidRDefault="006F2B35" w:rsidP="006F2B35">
      <w:pPr>
        <w:pStyle w:val="Exemples0"/>
      </w:pPr>
      <w:r>
        <w:t xml:space="preserve">    }</w:t>
      </w:r>
    </w:p>
    <w:p w14:paraId="054BC839" w14:textId="77777777" w:rsidR="006F2B35" w:rsidRDefault="006F2B35" w:rsidP="006F2B35">
      <w:pPr>
        <w:pStyle w:val="Exemples0"/>
      </w:pPr>
    </w:p>
    <w:p w14:paraId="474CE5F5" w14:textId="77777777" w:rsidR="006F2B35" w:rsidRDefault="006F2B35" w:rsidP="006F2B35">
      <w:pPr>
        <w:pStyle w:val="Exemples0"/>
      </w:pPr>
      <w:r>
        <w:t xml:space="preserve">    /**</w:t>
      </w:r>
    </w:p>
    <w:p w14:paraId="6C1ECB22" w14:textId="77777777" w:rsidR="006F2B35" w:rsidRDefault="006F2B35" w:rsidP="006F2B35">
      <w:pPr>
        <w:pStyle w:val="Exemples0"/>
      </w:pPr>
      <w:r>
        <w:t xml:space="preserve">     * </w:t>
      </w:r>
      <w:proofErr w:type="spellStart"/>
      <w:r>
        <w:t>Add</w:t>
      </w:r>
      <w:proofErr w:type="spellEnd"/>
      <w:r>
        <w:t xml:space="preserve"> magasin</w:t>
      </w:r>
    </w:p>
    <w:p w14:paraId="7463BD1A" w14:textId="77777777" w:rsidR="006F2B35" w:rsidRDefault="006F2B35" w:rsidP="006F2B35">
      <w:pPr>
        <w:pStyle w:val="Exemples0"/>
      </w:pPr>
      <w:r>
        <w:t xml:space="preserve">     *</w:t>
      </w:r>
    </w:p>
    <w:p w14:paraId="315A8210" w14:textId="77777777" w:rsidR="006F2B35" w:rsidRPr="001767B3" w:rsidRDefault="006F2B35" w:rsidP="006F2B35">
      <w:pPr>
        <w:pStyle w:val="Exemples0"/>
        <w:rPr>
          <w:lang w:val="en-US"/>
        </w:rPr>
      </w:pPr>
      <w:r>
        <w:t xml:space="preserve">     </w:t>
      </w:r>
      <w:r w:rsidRPr="001767B3">
        <w:rPr>
          <w:lang w:val="en-US"/>
        </w:rPr>
        <w:t>* @</w:t>
      </w:r>
      <w:proofErr w:type="spellStart"/>
      <w:proofErr w:type="gramStart"/>
      <w:r w:rsidRPr="001767B3">
        <w:rPr>
          <w:lang w:val="en-US"/>
        </w:rPr>
        <w:t>param</w:t>
      </w:r>
      <w:proofErr w:type="spellEnd"/>
      <w:proofErr w:type="gramEnd"/>
      <w:r w:rsidRPr="001767B3">
        <w:rPr>
          <w:lang w:val="en-US"/>
        </w:rPr>
        <w:t xml:space="preserve"> \</w:t>
      </w:r>
      <w:proofErr w:type="spellStart"/>
      <w:r w:rsidRPr="001767B3">
        <w:rPr>
          <w:lang w:val="en-US"/>
        </w:rPr>
        <w:t>Ppe</w:t>
      </w:r>
      <w:proofErr w:type="spellEnd"/>
      <w:r w:rsidRPr="001767B3">
        <w:rPr>
          <w:lang w:val="en-US"/>
        </w:rPr>
        <w:t>\</w:t>
      </w:r>
      <w:proofErr w:type="spellStart"/>
      <w:r w:rsidRPr="001767B3">
        <w:rPr>
          <w:lang w:val="en-US"/>
        </w:rPr>
        <w:t>SpaceBookingBundle</w:t>
      </w:r>
      <w:proofErr w:type="spellEnd"/>
      <w:r w:rsidRPr="001767B3">
        <w:rPr>
          <w:lang w:val="en-US"/>
        </w:rPr>
        <w:t>\Entity\</w:t>
      </w:r>
      <w:proofErr w:type="spellStart"/>
      <w:r w:rsidRPr="001767B3">
        <w:rPr>
          <w:lang w:val="en-US"/>
        </w:rPr>
        <w:t>Magasin</w:t>
      </w:r>
      <w:proofErr w:type="spellEnd"/>
      <w:r w:rsidRPr="001767B3">
        <w:rPr>
          <w:lang w:val="en-US"/>
        </w:rPr>
        <w:t xml:space="preserve"> $</w:t>
      </w:r>
      <w:proofErr w:type="spellStart"/>
      <w:r w:rsidRPr="001767B3">
        <w:rPr>
          <w:lang w:val="en-US"/>
        </w:rPr>
        <w:t>magasins</w:t>
      </w:r>
      <w:proofErr w:type="spellEnd"/>
    </w:p>
    <w:p w14:paraId="783C5DC6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  * @</w:t>
      </w:r>
      <w:proofErr w:type="gramStart"/>
      <w:r w:rsidRPr="001767B3">
        <w:rPr>
          <w:lang w:val="en-US"/>
        </w:rPr>
        <w:t>return</w:t>
      </w:r>
      <w:proofErr w:type="gramEnd"/>
      <w:r w:rsidRPr="001767B3">
        <w:rPr>
          <w:lang w:val="en-US"/>
        </w:rPr>
        <w:t xml:space="preserve"> Client</w:t>
      </w:r>
    </w:p>
    <w:p w14:paraId="3EE67D73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  */</w:t>
      </w:r>
    </w:p>
    <w:p w14:paraId="2B677CD2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 </w:t>
      </w:r>
      <w:proofErr w:type="gramStart"/>
      <w:r w:rsidRPr="001767B3">
        <w:rPr>
          <w:lang w:val="en-US"/>
        </w:rPr>
        <w:t>public</w:t>
      </w:r>
      <w:proofErr w:type="gramEnd"/>
      <w:r w:rsidRPr="001767B3">
        <w:rPr>
          <w:lang w:val="en-US"/>
        </w:rPr>
        <w:t xml:space="preserve"> function </w:t>
      </w:r>
      <w:proofErr w:type="spellStart"/>
      <w:r w:rsidRPr="001767B3">
        <w:rPr>
          <w:shd w:val="clear" w:color="auto" w:fill="A8D08D" w:themeFill="accent6" w:themeFillTint="99"/>
          <w:lang w:val="en-US"/>
        </w:rPr>
        <w:t>addMagasin</w:t>
      </w:r>
      <w:proofErr w:type="spellEnd"/>
      <w:r w:rsidRPr="001767B3">
        <w:rPr>
          <w:lang w:val="en-US"/>
        </w:rPr>
        <w:t>(\</w:t>
      </w:r>
      <w:proofErr w:type="spellStart"/>
      <w:r w:rsidRPr="001767B3">
        <w:rPr>
          <w:lang w:val="en-US"/>
        </w:rPr>
        <w:t>Ppe</w:t>
      </w:r>
      <w:proofErr w:type="spellEnd"/>
      <w:r w:rsidRPr="001767B3">
        <w:rPr>
          <w:lang w:val="en-US"/>
        </w:rPr>
        <w:t>\</w:t>
      </w:r>
      <w:proofErr w:type="spellStart"/>
      <w:r w:rsidRPr="001767B3">
        <w:rPr>
          <w:lang w:val="en-US"/>
        </w:rPr>
        <w:t>SpaceBookingBundle</w:t>
      </w:r>
      <w:proofErr w:type="spellEnd"/>
      <w:r w:rsidRPr="001767B3">
        <w:rPr>
          <w:lang w:val="en-US"/>
        </w:rPr>
        <w:t>\Entity\</w:t>
      </w:r>
      <w:proofErr w:type="spellStart"/>
      <w:r w:rsidRPr="001767B3">
        <w:rPr>
          <w:lang w:val="en-US"/>
        </w:rPr>
        <w:t>Magasin</w:t>
      </w:r>
      <w:proofErr w:type="spellEnd"/>
      <w:r w:rsidRPr="001767B3">
        <w:rPr>
          <w:lang w:val="en-US"/>
        </w:rPr>
        <w:t xml:space="preserve"> $</w:t>
      </w:r>
      <w:proofErr w:type="spellStart"/>
      <w:r w:rsidRPr="001767B3">
        <w:rPr>
          <w:lang w:val="en-US"/>
        </w:rPr>
        <w:t>magasin</w:t>
      </w:r>
      <w:proofErr w:type="spellEnd"/>
      <w:r w:rsidRPr="001767B3">
        <w:rPr>
          <w:lang w:val="en-US"/>
        </w:rPr>
        <w:t>)</w:t>
      </w:r>
    </w:p>
    <w:p w14:paraId="3C2C482D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 {</w:t>
      </w:r>
    </w:p>
    <w:p w14:paraId="09D9AF8E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     $</w:t>
      </w:r>
      <w:proofErr w:type="gramStart"/>
      <w:r w:rsidRPr="001767B3">
        <w:rPr>
          <w:lang w:val="en-US"/>
        </w:rPr>
        <w:t>this</w:t>
      </w:r>
      <w:proofErr w:type="gramEnd"/>
      <w:r w:rsidRPr="001767B3">
        <w:rPr>
          <w:lang w:val="en-US"/>
        </w:rPr>
        <w:t>-&gt;</w:t>
      </w:r>
      <w:proofErr w:type="spellStart"/>
      <w:r w:rsidRPr="001767B3">
        <w:rPr>
          <w:lang w:val="en-US"/>
        </w:rPr>
        <w:t>magasins</w:t>
      </w:r>
      <w:proofErr w:type="spellEnd"/>
      <w:r w:rsidRPr="001767B3">
        <w:rPr>
          <w:lang w:val="en-US"/>
        </w:rPr>
        <w:t>[] = $</w:t>
      </w:r>
      <w:proofErr w:type="spellStart"/>
      <w:r w:rsidRPr="001767B3">
        <w:rPr>
          <w:lang w:val="en-US"/>
        </w:rPr>
        <w:t>magasin</w:t>
      </w:r>
      <w:proofErr w:type="spellEnd"/>
      <w:r w:rsidRPr="001767B3">
        <w:rPr>
          <w:lang w:val="en-US"/>
        </w:rPr>
        <w:t>;</w:t>
      </w:r>
    </w:p>
    <w:p w14:paraId="7F309FD1" w14:textId="77777777" w:rsidR="006F2B35" w:rsidRPr="001767B3" w:rsidRDefault="006F2B35" w:rsidP="006F2B35">
      <w:pPr>
        <w:pStyle w:val="Exemples0"/>
        <w:rPr>
          <w:lang w:val="en-US"/>
        </w:rPr>
      </w:pPr>
    </w:p>
    <w:p w14:paraId="07700ED7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     </w:t>
      </w:r>
      <w:proofErr w:type="gramStart"/>
      <w:r w:rsidRPr="001767B3">
        <w:rPr>
          <w:lang w:val="en-US"/>
        </w:rPr>
        <w:t>return</w:t>
      </w:r>
      <w:proofErr w:type="gramEnd"/>
      <w:r w:rsidRPr="001767B3">
        <w:rPr>
          <w:lang w:val="en-US"/>
        </w:rPr>
        <w:t xml:space="preserve"> $this;</w:t>
      </w:r>
    </w:p>
    <w:p w14:paraId="70F5EF99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 }</w:t>
      </w:r>
    </w:p>
    <w:p w14:paraId="25F5A1D7" w14:textId="77777777" w:rsidR="006F2B35" w:rsidRPr="001767B3" w:rsidRDefault="006F2B35" w:rsidP="006F2B35">
      <w:pPr>
        <w:pStyle w:val="Exemples0"/>
        <w:rPr>
          <w:lang w:val="en-US"/>
        </w:rPr>
      </w:pPr>
    </w:p>
    <w:p w14:paraId="5B4E8640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 /**</w:t>
      </w:r>
    </w:p>
    <w:p w14:paraId="6E813A96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  * Remove </w:t>
      </w:r>
      <w:proofErr w:type="spellStart"/>
      <w:r w:rsidRPr="001767B3">
        <w:rPr>
          <w:lang w:val="en-US"/>
        </w:rPr>
        <w:t>magasin</w:t>
      </w:r>
      <w:proofErr w:type="spellEnd"/>
    </w:p>
    <w:p w14:paraId="6EB17790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  *</w:t>
      </w:r>
    </w:p>
    <w:p w14:paraId="2944BEE2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  * @</w:t>
      </w:r>
      <w:proofErr w:type="spellStart"/>
      <w:proofErr w:type="gramStart"/>
      <w:r w:rsidRPr="001767B3">
        <w:rPr>
          <w:lang w:val="en-US"/>
        </w:rPr>
        <w:t>param</w:t>
      </w:r>
      <w:proofErr w:type="spellEnd"/>
      <w:proofErr w:type="gramEnd"/>
      <w:r w:rsidRPr="001767B3">
        <w:rPr>
          <w:lang w:val="en-US"/>
        </w:rPr>
        <w:t xml:space="preserve"> \</w:t>
      </w:r>
      <w:proofErr w:type="spellStart"/>
      <w:r w:rsidRPr="001767B3">
        <w:rPr>
          <w:lang w:val="en-US"/>
        </w:rPr>
        <w:t>Ppe</w:t>
      </w:r>
      <w:proofErr w:type="spellEnd"/>
      <w:r w:rsidRPr="001767B3">
        <w:rPr>
          <w:lang w:val="en-US"/>
        </w:rPr>
        <w:t>\</w:t>
      </w:r>
      <w:proofErr w:type="spellStart"/>
      <w:r w:rsidRPr="001767B3">
        <w:rPr>
          <w:lang w:val="en-US"/>
        </w:rPr>
        <w:t>SpaceBookingBundle</w:t>
      </w:r>
      <w:proofErr w:type="spellEnd"/>
      <w:r w:rsidRPr="001767B3">
        <w:rPr>
          <w:lang w:val="en-US"/>
        </w:rPr>
        <w:t>\Entity\</w:t>
      </w:r>
      <w:proofErr w:type="spellStart"/>
      <w:r w:rsidRPr="001767B3">
        <w:rPr>
          <w:lang w:val="en-US"/>
        </w:rPr>
        <w:t>Magasin</w:t>
      </w:r>
      <w:proofErr w:type="spellEnd"/>
      <w:r w:rsidRPr="001767B3">
        <w:rPr>
          <w:lang w:val="en-US"/>
        </w:rPr>
        <w:t xml:space="preserve"> $</w:t>
      </w:r>
      <w:proofErr w:type="spellStart"/>
      <w:r w:rsidRPr="001767B3">
        <w:rPr>
          <w:lang w:val="en-US"/>
        </w:rPr>
        <w:t>magasins</w:t>
      </w:r>
      <w:proofErr w:type="spellEnd"/>
    </w:p>
    <w:p w14:paraId="4D5BA969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  */</w:t>
      </w:r>
    </w:p>
    <w:p w14:paraId="507EFBA8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 </w:t>
      </w:r>
      <w:proofErr w:type="gramStart"/>
      <w:r w:rsidRPr="001767B3">
        <w:rPr>
          <w:lang w:val="en-US"/>
        </w:rPr>
        <w:t>public</w:t>
      </w:r>
      <w:proofErr w:type="gramEnd"/>
      <w:r w:rsidRPr="001767B3">
        <w:rPr>
          <w:lang w:val="en-US"/>
        </w:rPr>
        <w:t xml:space="preserve"> function </w:t>
      </w:r>
      <w:proofErr w:type="spellStart"/>
      <w:r w:rsidRPr="001767B3">
        <w:rPr>
          <w:shd w:val="clear" w:color="auto" w:fill="A8D08D" w:themeFill="accent6" w:themeFillTint="99"/>
          <w:lang w:val="en-US"/>
        </w:rPr>
        <w:t>removeMagasin</w:t>
      </w:r>
      <w:proofErr w:type="spellEnd"/>
      <w:r w:rsidRPr="001767B3">
        <w:rPr>
          <w:lang w:val="en-US"/>
        </w:rPr>
        <w:t>(\</w:t>
      </w:r>
      <w:proofErr w:type="spellStart"/>
      <w:r w:rsidRPr="001767B3">
        <w:rPr>
          <w:lang w:val="en-US"/>
        </w:rPr>
        <w:t>Ppe</w:t>
      </w:r>
      <w:proofErr w:type="spellEnd"/>
      <w:r w:rsidRPr="001767B3">
        <w:rPr>
          <w:lang w:val="en-US"/>
        </w:rPr>
        <w:t>\</w:t>
      </w:r>
      <w:proofErr w:type="spellStart"/>
      <w:r w:rsidRPr="001767B3">
        <w:rPr>
          <w:lang w:val="en-US"/>
        </w:rPr>
        <w:t>SpaceBookingBundle</w:t>
      </w:r>
      <w:proofErr w:type="spellEnd"/>
      <w:r w:rsidRPr="001767B3">
        <w:rPr>
          <w:lang w:val="en-US"/>
        </w:rPr>
        <w:t>\Entity\</w:t>
      </w:r>
      <w:proofErr w:type="spellStart"/>
      <w:r w:rsidRPr="001767B3">
        <w:rPr>
          <w:lang w:val="en-US"/>
        </w:rPr>
        <w:t>Magasin</w:t>
      </w:r>
      <w:proofErr w:type="spellEnd"/>
      <w:r w:rsidRPr="001767B3">
        <w:rPr>
          <w:lang w:val="en-US"/>
        </w:rPr>
        <w:t xml:space="preserve"> $</w:t>
      </w:r>
      <w:proofErr w:type="spellStart"/>
      <w:r w:rsidRPr="001767B3">
        <w:rPr>
          <w:lang w:val="en-US"/>
        </w:rPr>
        <w:t>magasin</w:t>
      </w:r>
      <w:proofErr w:type="spellEnd"/>
      <w:r w:rsidRPr="001767B3">
        <w:rPr>
          <w:lang w:val="en-US"/>
        </w:rPr>
        <w:t>)</w:t>
      </w:r>
    </w:p>
    <w:p w14:paraId="3289460E" w14:textId="77777777" w:rsidR="006F2B35" w:rsidRDefault="006F2B35" w:rsidP="006F2B35">
      <w:pPr>
        <w:pStyle w:val="Exemples0"/>
      </w:pPr>
      <w:r w:rsidRPr="001767B3">
        <w:rPr>
          <w:lang w:val="en-US"/>
        </w:rPr>
        <w:lastRenderedPageBreak/>
        <w:t xml:space="preserve">    </w:t>
      </w:r>
      <w:r>
        <w:t>{</w:t>
      </w:r>
    </w:p>
    <w:p w14:paraId="575161C0" w14:textId="77777777" w:rsidR="006F2B35" w:rsidRDefault="006F2B35" w:rsidP="006F2B35">
      <w:pPr>
        <w:pStyle w:val="Exemples0"/>
      </w:pPr>
      <w:r>
        <w:t xml:space="preserve">        $</w:t>
      </w:r>
      <w:proofErr w:type="spellStart"/>
      <w:r>
        <w:t>this</w:t>
      </w:r>
      <w:proofErr w:type="spellEnd"/>
      <w:r>
        <w:t>-&gt;magasins-&gt;</w:t>
      </w:r>
      <w:proofErr w:type="spellStart"/>
      <w:proofErr w:type="gramStart"/>
      <w:r>
        <w:t>removeElement</w:t>
      </w:r>
      <w:proofErr w:type="spellEnd"/>
      <w:r>
        <w:t>(</w:t>
      </w:r>
      <w:proofErr w:type="gramEnd"/>
      <w:r>
        <w:t>$magasin);</w:t>
      </w:r>
    </w:p>
    <w:p w14:paraId="681FD458" w14:textId="77777777" w:rsidR="006F2B35" w:rsidRDefault="006F2B35" w:rsidP="006F2B35">
      <w:pPr>
        <w:pStyle w:val="Exemples0"/>
      </w:pPr>
      <w:r>
        <w:t xml:space="preserve">    }</w:t>
      </w:r>
    </w:p>
    <w:p w14:paraId="28222CC1" w14:textId="77777777" w:rsidR="006F2B35" w:rsidRDefault="006F2B35" w:rsidP="006F2B35">
      <w:pPr>
        <w:pStyle w:val="Exemples0"/>
      </w:pPr>
    </w:p>
    <w:p w14:paraId="421BBA76" w14:textId="77777777" w:rsidR="006F2B35" w:rsidRDefault="006F2B35" w:rsidP="006F2B35">
      <w:pPr>
        <w:pStyle w:val="Exemples0"/>
      </w:pPr>
      <w:r>
        <w:t xml:space="preserve">    /**</w:t>
      </w:r>
    </w:p>
    <w:p w14:paraId="3CCD0C3F" w14:textId="77777777" w:rsidR="006F2B35" w:rsidRDefault="006F2B35" w:rsidP="006F2B35">
      <w:pPr>
        <w:pStyle w:val="Exemples0"/>
      </w:pPr>
      <w:r>
        <w:t xml:space="preserve">     * </w:t>
      </w:r>
      <w:proofErr w:type="spellStart"/>
      <w:r>
        <w:t>Get</w:t>
      </w:r>
      <w:proofErr w:type="spellEnd"/>
      <w:r>
        <w:t xml:space="preserve"> magasins</w:t>
      </w:r>
    </w:p>
    <w:p w14:paraId="215B9C63" w14:textId="77777777" w:rsidR="006F2B35" w:rsidRDefault="006F2B35" w:rsidP="006F2B35">
      <w:pPr>
        <w:pStyle w:val="Exemples0"/>
      </w:pPr>
      <w:r>
        <w:t xml:space="preserve">     *</w:t>
      </w:r>
    </w:p>
    <w:p w14:paraId="528B5117" w14:textId="77777777" w:rsidR="006F2B35" w:rsidRDefault="006F2B35" w:rsidP="006F2B35">
      <w:pPr>
        <w:pStyle w:val="Exemples0"/>
      </w:pPr>
      <w:r>
        <w:t xml:space="preserve">     * @return \Doctrine\Common\Collections\Collection </w:t>
      </w:r>
    </w:p>
    <w:p w14:paraId="45B2B200" w14:textId="77777777" w:rsidR="006F2B35" w:rsidRDefault="006F2B35" w:rsidP="006F2B35">
      <w:pPr>
        <w:pStyle w:val="Exemples0"/>
      </w:pPr>
      <w:r>
        <w:t xml:space="preserve">     */</w:t>
      </w:r>
    </w:p>
    <w:p w14:paraId="73639140" w14:textId="77777777" w:rsidR="006F2B35" w:rsidRDefault="006F2B35" w:rsidP="006F2B35">
      <w:pPr>
        <w:pStyle w:val="Exemples0"/>
      </w:pPr>
      <w:r>
        <w:t xml:space="preserve">    </w:t>
      </w:r>
      <w:proofErr w:type="gramStart"/>
      <w:r>
        <w:t>public</w:t>
      </w:r>
      <w:proofErr w:type="gramEnd"/>
      <w:r>
        <w:t xml:space="preserve"> </w:t>
      </w:r>
      <w:proofErr w:type="spellStart"/>
      <w:r>
        <w:t>function</w:t>
      </w:r>
      <w:proofErr w:type="spellEnd"/>
      <w:r>
        <w:t xml:space="preserve"> </w:t>
      </w:r>
      <w:proofErr w:type="spellStart"/>
      <w:r>
        <w:t>getMagasins</w:t>
      </w:r>
      <w:proofErr w:type="spellEnd"/>
      <w:r>
        <w:t>()</w:t>
      </w:r>
    </w:p>
    <w:p w14:paraId="4DC829A1" w14:textId="77777777" w:rsidR="006F2B35" w:rsidRDefault="006F2B35" w:rsidP="006F2B35">
      <w:pPr>
        <w:pStyle w:val="Exemples0"/>
      </w:pPr>
      <w:r>
        <w:t xml:space="preserve">    {</w:t>
      </w:r>
    </w:p>
    <w:p w14:paraId="12F1D630" w14:textId="77777777" w:rsidR="006F2B35" w:rsidRDefault="006F2B35" w:rsidP="006F2B35">
      <w:pPr>
        <w:pStyle w:val="Exemples0"/>
      </w:pPr>
      <w:r>
        <w:t xml:space="preserve">        </w:t>
      </w:r>
      <w:proofErr w:type="gramStart"/>
      <w:r>
        <w:t>return</w:t>
      </w:r>
      <w:proofErr w:type="gramEnd"/>
      <w:r>
        <w:t xml:space="preserve"> $</w:t>
      </w:r>
      <w:proofErr w:type="spellStart"/>
      <w:r>
        <w:t>this</w:t>
      </w:r>
      <w:proofErr w:type="spellEnd"/>
      <w:r>
        <w:t>-&gt;magasins;</w:t>
      </w:r>
    </w:p>
    <w:p w14:paraId="62B2BAF7" w14:textId="77777777" w:rsidR="006F2B35" w:rsidRDefault="006F2B35" w:rsidP="006F2B35">
      <w:pPr>
        <w:pStyle w:val="Exemples0"/>
      </w:pPr>
      <w:r>
        <w:t xml:space="preserve">    }</w:t>
      </w:r>
    </w:p>
    <w:p w14:paraId="7DBB732A" w14:textId="77777777" w:rsidR="006F2B35" w:rsidRDefault="006F2B35" w:rsidP="00B82860">
      <w:pPr>
        <w:jc w:val="both"/>
      </w:pPr>
      <w:r>
        <w:t xml:space="preserve">Comme Doctrine fonctionne avec une collection, il n’y a plus de set mais une fonction </w:t>
      </w:r>
      <w:proofErr w:type="spellStart"/>
      <w:r>
        <w:t>add</w:t>
      </w:r>
      <w:proofErr w:type="spellEnd"/>
      <w:r>
        <w:t xml:space="preserve"> et un constructeur pour initialiser la collection.</w:t>
      </w:r>
    </w:p>
    <w:p w14:paraId="1B3DFF81" w14:textId="77777777" w:rsidR="007000C5" w:rsidRDefault="007000C5" w:rsidP="006F2B35"/>
    <w:p w14:paraId="347FCB69" w14:textId="77777777" w:rsidR="006F2B35" w:rsidRDefault="006F2B35" w:rsidP="006F2B35"/>
    <w:p w14:paraId="25AB42EE" w14:textId="77777777" w:rsidR="006F2B35" w:rsidRDefault="006F2B35" w:rsidP="007000C5">
      <w:pPr>
        <w:pStyle w:val="Titre3"/>
        <w:rPr>
          <w:lang w:val="en-US"/>
        </w:rPr>
      </w:pPr>
      <w:bookmarkStart w:id="12" w:name="_Toc381347229"/>
      <w:bookmarkStart w:id="13" w:name="_Toc396309528"/>
      <w:r w:rsidRPr="001767B3">
        <w:rPr>
          <w:lang w:val="en-US"/>
        </w:rPr>
        <w:t xml:space="preserve">Relation Many to Many avec </w:t>
      </w:r>
      <w:proofErr w:type="spellStart"/>
      <w:r w:rsidRPr="001767B3">
        <w:rPr>
          <w:lang w:val="en-US"/>
        </w:rPr>
        <w:t>donnée</w:t>
      </w:r>
      <w:proofErr w:type="spellEnd"/>
      <w:r w:rsidRPr="001767B3">
        <w:rPr>
          <w:lang w:val="en-US"/>
        </w:rPr>
        <w:t xml:space="preserve">(s) </w:t>
      </w:r>
      <w:proofErr w:type="spellStart"/>
      <w:r w:rsidRPr="001767B3">
        <w:rPr>
          <w:lang w:val="en-US"/>
        </w:rPr>
        <w:t>portée</w:t>
      </w:r>
      <w:proofErr w:type="spellEnd"/>
      <w:r w:rsidRPr="001767B3">
        <w:rPr>
          <w:lang w:val="en-US"/>
        </w:rPr>
        <w:t>(s)</w:t>
      </w:r>
      <w:bookmarkEnd w:id="12"/>
      <w:bookmarkEnd w:id="13"/>
    </w:p>
    <w:p w14:paraId="10276D56" w14:textId="77777777" w:rsidR="009A7BE6" w:rsidRDefault="009A7BE6" w:rsidP="009A7BE6">
      <w:pPr>
        <w:rPr>
          <w:lang w:val="en-US"/>
        </w:rPr>
      </w:pPr>
    </w:p>
    <w:p w14:paraId="539A406D" w14:textId="66A89F4C" w:rsidR="009A7BE6" w:rsidRPr="009A7BE6" w:rsidRDefault="009A7BE6" w:rsidP="009A7BE6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DF411E7" wp14:editId="32875902">
                <wp:simplePos x="0" y="0"/>
                <wp:positionH relativeFrom="column">
                  <wp:posOffset>1028065</wp:posOffset>
                </wp:positionH>
                <wp:positionV relativeFrom="paragraph">
                  <wp:posOffset>278765</wp:posOffset>
                </wp:positionV>
                <wp:extent cx="731520" cy="419100"/>
                <wp:effectExtent l="0" t="0" r="30480" b="1905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" cy="419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6CB340A" id="Connecteur droit 10" o:spid="_x0000_s1026" style="position:absolute;flip:y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95pt,21.95pt" to="138.55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" strokecolor="#5b9bd5 [3204]" strokeweight=".5pt">
                <v:stroke dashstyle="dash" joinstyle="miter"/>
              </v:line>
            </w:pict>
          </mc:Fallback>
        </mc:AlternateContent>
      </w:r>
      <w:r>
        <w:rPr>
          <w:noProof/>
        </w:rPr>
        <w:drawing>
          <wp:inline distT="0" distB="0" distL="0" distR="0" wp14:anchorId="0527192E" wp14:editId="51723245">
            <wp:extent cx="3190875" cy="1181100"/>
            <wp:effectExtent l="0" t="0" r="9525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5e8aa836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35863" w14:textId="77777777" w:rsidR="006F2B35" w:rsidRPr="001767B3" w:rsidRDefault="006F2B35" w:rsidP="006F2B35">
      <w:pPr>
        <w:rPr>
          <w:lang w:val="en-US"/>
        </w:rPr>
      </w:pPr>
    </w:p>
    <w:p w14:paraId="7275879C" w14:textId="720237AF" w:rsidR="006F2B35" w:rsidRDefault="006F2B35" w:rsidP="00B82860">
      <w:pPr>
        <w:jc w:val="both"/>
      </w:pPr>
      <w:r>
        <w:t xml:space="preserve">Comme en UML, il est nécessaire de réaliser une entité intermédiaire pour gérer la donnée portée. La relation </w:t>
      </w:r>
      <w:proofErr w:type="spellStart"/>
      <w:r w:rsidR="00DA49F2">
        <w:t>M</w:t>
      </w:r>
      <w:r>
        <w:t>any</w:t>
      </w:r>
      <w:proofErr w:type="spellEnd"/>
      <w:r>
        <w:t xml:space="preserve"> to </w:t>
      </w:r>
      <w:proofErr w:type="spellStart"/>
      <w:r w:rsidR="00DA49F2">
        <w:t>M</w:t>
      </w:r>
      <w:r>
        <w:t>any</w:t>
      </w:r>
      <w:proofErr w:type="spellEnd"/>
      <w:r>
        <w:t xml:space="preserve"> se transforme donc en deux relations </w:t>
      </w:r>
      <w:proofErr w:type="spellStart"/>
      <w:r w:rsidR="00DA49F2">
        <w:t>M</w:t>
      </w:r>
      <w:r>
        <w:t>any</w:t>
      </w:r>
      <w:proofErr w:type="spellEnd"/>
      <w:r>
        <w:t xml:space="preserve"> to </w:t>
      </w:r>
      <w:r w:rsidR="00DA49F2">
        <w:t>O</w:t>
      </w:r>
      <w:r>
        <w:t xml:space="preserve">ne. On mettra une propriété </w:t>
      </w:r>
      <w:proofErr w:type="gramStart"/>
      <w:r>
        <w:t>produit</w:t>
      </w:r>
      <w:proofErr w:type="gramEnd"/>
      <w:r>
        <w:t xml:space="preserve"> et client dans l’entité </w:t>
      </w:r>
      <w:proofErr w:type="spellStart"/>
      <w:r>
        <w:t>ProduitClient</w:t>
      </w:r>
      <w:proofErr w:type="spellEnd"/>
      <w:r>
        <w:t>. Ce qui pourrait nous donner le schéma suivant</w:t>
      </w:r>
      <w:r w:rsidR="006A6136">
        <w:t> :</w:t>
      </w:r>
    </w:p>
    <w:p w14:paraId="0135D1CB" w14:textId="77777777" w:rsidR="009A7BE6" w:rsidRDefault="009A7BE6" w:rsidP="006F2B35"/>
    <w:p w14:paraId="5932A7E1" w14:textId="6F14072E" w:rsidR="009A7BE6" w:rsidRDefault="009A7BE6" w:rsidP="006F2B35">
      <w:r>
        <w:rPr>
          <w:noProof/>
        </w:rPr>
        <w:drawing>
          <wp:inline distT="0" distB="0" distL="0" distR="0" wp14:anchorId="6E646379" wp14:editId="30E1E594">
            <wp:extent cx="5000625" cy="523875"/>
            <wp:effectExtent l="0" t="0" r="9525" b="952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32c8980c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05BB1" w14:textId="77777777" w:rsidR="006F2B35" w:rsidRPr="001167A5" w:rsidRDefault="006F2B35" w:rsidP="006F2B35"/>
    <w:p w14:paraId="372A5E0F" w14:textId="7FC89100" w:rsidR="006F2B35" w:rsidRDefault="006F2B35" w:rsidP="006F2B35"/>
    <w:p w14:paraId="6F67273C" w14:textId="49A87F1E" w:rsidR="006F2B35" w:rsidRDefault="006F2B35" w:rsidP="006F2B35"/>
    <w:p w14:paraId="63591511" w14:textId="60217D16" w:rsidR="006F2B35" w:rsidRDefault="006F2B35" w:rsidP="006F2B35"/>
    <w:p w14:paraId="6B8A1925" w14:textId="77777777" w:rsidR="006F2B35" w:rsidRDefault="006F2B35" w:rsidP="006F2B35"/>
    <w:p w14:paraId="2BF396D4" w14:textId="77777777" w:rsidR="006F2B35" w:rsidRDefault="006F2B35" w:rsidP="006F2B35"/>
    <w:p w14:paraId="3AEE1C8E" w14:textId="77777777" w:rsidR="006F2B35" w:rsidRDefault="006F2B35" w:rsidP="006F2B35"/>
    <w:p w14:paraId="5BCA4FBF" w14:textId="77777777" w:rsidR="006F2B35" w:rsidRDefault="006F2B35" w:rsidP="006F2B35">
      <w:pPr>
        <w:spacing w:after="160" w:line="259" w:lineRule="auto"/>
        <w:rPr>
          <w:rFonts w:cstheme="minorHAnsi"/>
        </w:rPr>
      </w:pPr>
      <w:r>
        <w:br w:type="page"/>
      </w:r>
    </w:p>
    <w:p w14:paraId="7B623C42" w14:textId="77777777" w:rsidR="006F2B35" w:rsidRDefault="006F2B35" w:rsidP="006F2B35">
      <w:pPr>
        <w:pStyle w:val="Exemples0"/>
      </w:pPr>
      <w:r>
        <w:lastRenderedPageBreak/>
        <w:t>/**</w:t>
      </w:r>
    </w:p>
    <w:p w14:paraId="02AEA312" w14:textId="77777777" w:rsidR="006F2B35" w:rsidRDefault="006F2B35" w:rsidP="006F2B35">
      <w:pPr>
        <w:pStyle w:val="Exemples0"/>
      </w:pPr>
      <w:r>
        <w:t xml:space="preserve"> * @ORM\</w:t>
      </w:r>
      <w:proofErr w:type="spellStart"/>
      <w:r>
        <w:t>Entity</w:t>
      </w:r>
      <w:proofErr w:type="spellEnd"/>
    </w:p>
    <w:p w14:paraId="00B29D05" w14:textId="77777777" w:rsidR="006F2B35" w:rsidRDefault="006F2B35" w:rsidP="006F2B35">
      <w:pPr>
        <w:pStyle w:val="Exemples0"/>
      </w:pPr>
      <w:r>
        <w:t xml:space="preserve"> */</w:t>
      </w:r>
    </w:p>
    <w:p w14:paraId="5F3E7420" w14:textId="77777777" w:rsidR="006F2B35" w:rsidRPr="001767B3" w:rsidRDefault="006F2B35" w:rsidP="006F2B35">
      <w:pPr>
        <w:pStyle w:val="Exemples0"/>
        <w:rPr>
          <w:lang w:val="en-US"/>
        </w:rPr>
      </w:pPr>
      <w:proofErr w:type="gramStart"/>
      <w:r w:rsidRPr="001767B3">
        <w:rPr>
          <w:lang w:val="en-US"/>
        </w:rPr>
        <w:t>class</w:t>
      </w:r>
      <w:proofErr w:type="gramEnd"/>
      <w:r w:rsidRPr="001767B3">
        <w:rPr>
          <w:lang w:val="en-US"/>
        </w:rPr>
        <w:t xml:space="preserve"> </w:t>
      </w:r>
      <w:proofErr w:type="spellStart"/>
      <w:r w:rsidRPr="001767B3">
        <w:rPr>
          <w:lang w:val="en-US"/>
        </w:rPr>
        <w:t>ProduitClient</w:t>
      </w:r>
      <w:proofErr w:type="spellEnd"/>
    </w:p>
    <w:p w14:paraId="79F9E002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>{</w:t>
      </w:r>
    </w:p>
    <w:p w14:paraId="0213AB82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/**</w:t>
      </w:r>
    </w:p>
    <w:p w14:paraId="47A75A97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 @ORM\</w:t>
      </w:r>
      <w:r w:rsidRPr="001767B3">
        <w:rPr>
          <w:shd w:val="clear" w:color="auto" w:fill="A8D08D" w:themeFill="accent6" w:themeFillTint="99"/>
          <w:lang w:val="en-US"/>
        </w:rPr>
        <w:t>Id</w:t>
      </w:r>
    </w:p>
    <w:p w14:paraId="7A4B2DD1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 @ORM</w:t>
      </w:r>
      <w:r w:rsidRPr="001767B3">
        <w:rPr>
          <w:shd w:val="clear" w:color="auto" w:fill="A8D08D" w:themeFill="accent6" w:themeFillTint="99"/>
          <w:lang w:val="en-US"/>
        </w:rPr>
        <w:t>\</w:t>
      </w:r>
      <w:proofErr w:type="spellStart"/>
      <w:proofErr w:type="gramStart"/>
      <w:r w:rsidRPr="001767B3">
        <w:rPr>
          <w:shd w:val="clear" w:color="auto" w:fill="A8D08D" w:themeFill="accent6" w:themeFillTint="99"/>
          <w:lang w:val="en-US"/>
        </w:rPr>
        <w:t>ManyToOne</w:t>
      </w:r>
      <w:proofErr w:type="spellEnd"/>
      <w:r w:rsidRPr="001767B3">
        <w:rPr>
          <w:lang w:val="en-US"/>
        </w:rPr>
        <w:t>(</w:t>
      </w:r>
      <w:proofErr w:type="spellStart"/>
      <w:proofErr w:type="gramEnd"/>
      <w:r w:rsidRPr="001767B3">
        <w:rPr>
          <w:lang w:val="en-US"/>
        </w:rPr>
        <w:t>targetEntity</w:t>
      </w:r>
      <w:proofErr w:type="spellEnd"/>
      <w:r w:rsidRPr="001767B3">
        <w:rPr>
          <w:lang w:val="en-US"/>
        </w:rPr>
        <w:t xml:space="preserve">=" </w:t>
      </w:r>
      <w:proofErr w:type="spellStart"/>
      <w:r w:rsidRPr="001767B3">
        <w:rPr>
          <w:lang w:val="en-US"/>
        </w:rPr>
        <w:t>Ppe</w:t>
      </w:r>
      <w:proofErr w:type="spellEnd"/>
      <w:r w:rsidRPr="001767B3">
        <w:rPr>
          <w:lang w:val="en-US"/>
        </w:rPr>
        <w:t>\</w:t>
      </w:r>
      <w:proofErr w:type="spellStart"/>
      <w:r w:rsidRPr="001767B3">
        <w:rPr>
          <w:lang w:val="en-US"/>
        </w:rPr>
        <w:t>SpaceBookingBundle</w:t>
      </w:r>
      <w:proofErr w:type="spellEnd"/>
      <w:r w:rsidRPr="001767B3">
        <w:rPr>
          <w:lang w:val="en-US"/>
        </w:rPr>
        <w:t>\Entity\Client")</w:t>
      </w:r>
    </w:p>
    <w:p w14:paraId="3129AF66" w14:textId="77777777" w:rsidR="006F2B35" w:rsidRDefault="006F2B35" w:rsidP="006F2B35">
      <w:pPr>
        <w:pStyle w:val="Exemples0"/>
      </w:pPr>
      <w:r w:rsidRPr="001767B3">
        <w:rPr>
          <w:lang w:val="en-US"/>
        </w:rPr>
        <w:t xml:space="preserve">   </w:t>
      </w:r>
      <w:r>
        <w:t>* @ORM\</w:t>
      </w:r>
      <w:proofErr w:type="spellStart"/>
      <w:proofErr w:type="gramStart"/>
      <w:r>
        <w:t>JoinColumn</w:t>
      </w:r>
      <w:proofErr w:type="spellEnd"/>
      <w:r>
        <w:t>(</w:t>
      </w:r>
      <w:proofErr w:type="spellStart"/>
      <w:proofErr w:type="gramEnd"/>
      <w:r>
        <w:t>nullable</w:t>
      </w:r>
      <w:proofErr w:type="spellEnd"/>
      <w:r>
        <w:t>=false)</w:t>
      </w:r>
    </w:p>
    <w:p w14:paraId="273ABB4A" w14:textId="77777777" w:rsidR="006F2B35" w:rsidRDefault="006F2B35" w:rsidP="006F2B35">
      <w:pPr>
        <w:pStyle w:val="Exemples0"/>
      </w:pPr>
      <w:r>
        <w:t xml:space="preserve">   */</w:t>
      </w:r>
    </w:p>
    <w:p w14:paraId="132FDA8E" w14:textId="77777777" w:rsidR="006F2B35" w:rsidRDefault="006F2B35" w:rsidP="006F2B35">
      <w:pPr>
        <w:pStyle w:val="Exemples0"/>
      </w:pPr>
      <w:r>
        <w:t xml:space="preserve">  </w:t>
      </w:r>
      <w:proofErr w:type="spellStart"/>
      <w:proofErr w:type="gramStart"/>
      <w:r>
        <w:t>private</w:t>
      </w:r>
      <w:proofErr w:type="spellEnd"/>
      <w:proofErr w:type="gramEnd"/>
      <w:r>
        <w:t xml:space="preserve"> $</w:t>
      </w:r>
      <w:proofErr w:type="spellStart"/>
      <w:r>
        <w:t>monClient</w:t>
      </w:r>
      <w:proofErr w:type="spellEnd"/>
      <w:r>
        <w:t>;</w:t>
      </w:r>
    </w:p>
    <w:p w14:paraId="2DE036CE" w14:textId="77777777" w:rsidR="006F2B35" w:rsidRDefault="006F2B35" w:rsidP="006F2B35">
      <w:pPr>
        <w:pStyle w:val="Exemples0"/>
      </w:pPr>
      <w:r>
        <w:t xml:space="preserve"> </w:t>
      </w:r>
    </w:p>
    <w:p w14:paraId="0DA33FAD" w14:textId="77777777" w:rsidR="006F2B35" w:rsidRDefault="006F2B35" w:rsidP="006F2B35">
      <w:pPr>
        <w:pStyle w:val="Exemples0"/>
      </w:pPr>
      <w:r>
        <w:t xml:space="preserve"> /**</w:t>
      </w:r>
    </w:p>
    <w:p w14:paraId="4ACE8439" w14:textId="77777777" w:rsidR="006F2B35" w:rsidRDefault="006F2B35" w:rsidP="006F2B35">
      <w:pPr>
        <w:pStyle w:val="Exemples0"/>
      </w:pPr>
      <w:r>
        <w:t xml:space="preserve">    * @ORM\</w:t>
      </w:r>
      <w:r w:rsidRPr="000B360B">
        <w:rPr>
          <w:shd w:val="clear" w:color="auto" w:fill="A8D08D" w:themeFill="accent6" w:themeFillTint="99"/>
        </w:rPr>
        <w:t>Id</w:t>
      </w:r>
    </w:p>
    <w:p w14:paraId="6FB35745" w14:textId="77777777" w:rsidR="006F2B35" w:rsidRDefault="006F2B35" w:rsidP="006F2B35">
      <w:pPr>
        <w:pStyle w:val="Exemples0"/>
      </w:pPr>
      <w:r w:rsidRPr="004348A7">
        <w:t xml:space="preserve">   * @ORM</w:t>
      </w:r>
      <w:r w:rsidRPr="004348A7">
        <w:rPr>
          <w:shd w:val="clear" w:color="auto" w:fill="A8D08D" w:themeFill="accent6" w:themeFillTint="99"/>
        </w:rPr>
        <w:t>\</w:t>
      </w:r>
      <w:proofErr w:type="spellStart"/>
      <w:proofErr w:type="gramStart"/>
      <w:r w:rsidRPr="004348A7">
        <w:rPr>
          <w:shd w:val="clear" w:color="auto" w:fill="A8D08D" w:themeFill="accent6" w:themeFillTint="99"/>
        </w:rPr>
        <w:t>ManyToOne</w:t>
      </w:r>
      <w:proofErr w:type="spellEnd"/>
      <w:r w:rsidRPr="004348A7">
        <w:t>(</w:t>
      </w:r>
      <w:proofErr w:type="spellStart"/>
      <w:proofErr w:type="gramEnd"/>
      <w:r w:rsidRPr="004348A7">
        <w:t>targetEntity</w:t>
      </w:r>
      <w:proofErr w:type="spellEnd"/>
      <w:r w:rsidRPr="004348A7">
        <w:t>="</w:t>
      </w:r>
      <w:proofErr w:type="spellStart"/>
      <w:r w:rsidRPr="004348A7">
        <w:t>Ppe</w:t>
      </w:r>
      <w:proofErr w:type="spellEnd"/>
      <w:r w:rsidRPr="004348A7">
        <w:t>\</w:t>
      </w:r>
      <w:proofErr w:type="spellStart"/>
      <w:r w:rsidRPr="004348A7">
        <w:t>SpaceBookingBundle</w:t>
      </w:r>
      <w:proofErr w:type="spellEnd"/>
      <w:r w:rsidRPr="004348A7">
        <w:t>\</w:t>
      </w:r>
      <w:proofErr w:type="spellStart"/>
      <w:r w:rsidRPr="004348A7">
        <w:t>Entity</w:t>
      </w:r>
      <w:proofErr w:type="spellEnd"/>
      <w:r w:rsidRPr="004348A7">
        <w:t>\</w:t>
      </w:r>
      <w:r>
        <w:t>Produit</w:t>
      </w:r>
      <w:r w:rsidRPr="004348A7">
        <w:t>")</w:t>
      </w:r>
    </w:p>
    <w:p w14:paraId="4E27E6BB" w14:textId="77777777" w:rsidR="006F2B35" w:rsidRDefault="006F2B35" w:rsidP="006F2B35">
      <w:pPr>
        <w:pStyle w:val="Exemples0"/>
      </w:pPr>
      <w:r>
        <w:t xml:space="preserve">   * @ORM\</w:t>
      </w:r>
      <w:proofErr w:type="spellStart"/>
      <w:proofErr w:type="gramStart"/>
      <w:r>
        <w:t>JoinColumn</w:t>
      </w:r>
      <w:proofErr w:type="spellEnd"/>
      <w:r>
        <w:t>(</w:t>
      </w:r>
      <w:proofErr w:type="spellStart"/>
      <w:proofErr w:type="gramEnd"/>
      <w:r>
        <w:t>nullable</w:t>
      </w:r>
      <w:proofErr w:type="spellEnd"/>
      <w:r>
        <w:t>=false)</w:t>
      </w:r>
    </w:p>
    <w:p w14:paraId="6BCB66BA" w14:textId="77777777" w:rsidR="006F2B35" w:rsidRDefault="006F2B35" w:rsidP="006F2B35">
      <w:pPr>
        <w:pStyle w:val="Exemples0"/>
      </w:pPr>
      <w:r>
        <w:t xml:space="preserve">   */</w:t>
      </w:r>
    </w:p>
    <w:p w14:paraId="7530E2C1" w14:textId="77777777" w:rsidR="006F2B35" w:rsidRDefault="006F2B35" w:rsidP="006F2B35">
      <w:pPr>
        <w:pStyle w:val="Exemples0"/>
      </w:pPr>
      <w:r>
        <w:t xml:space="preserve">  </w:t>
      </w:r>
      <w:proofErr w:type="spellStart"/>
      <w:proofErr w:type="gramStart"/>
      <w:r>
        <w:t>private</w:t>
      </w:r>
      <w:proofErr w:type="spellEnd"/>
      <w:proofErr w:type="gramEnd"/>
      <w:r>
        <w:t xml:space="preserve"> $</w:t>
      </w:r>
      <w:proofErr w:type="spellStart"/>
      <w:r>
        <w:t>monProduit</w:t>
      </w:r>
      <w:proofErr w:type="spellEnd"/>
      <w:r>
        <w:t>;</w:t>
      </w:r>
    </w:p>
    <w:p w14:paraId="6F78099C" w14:textId="77777777" w:rsidR="006F2B35" w:rsidRDefault="006F2B35" w:rsidP="006F2B35">
      <w:pPr>
        <w:pStyle w:val="Exemples0"/>
      </w:pPr>
    </w:p>
    <w:p w14:paraId="6B159D7B" w14:textId="77777777" w:rsidR="006F2B35" w:rsidRPr="00D93339" w:rsidRDefault="006F2B35" w:rsidP="006F2B35">
      <w:pPr>
        <w:pStyle w:val="Exemples0"/>
      </w:pPr>
      <w:r w:rsidRPr="00D93339">
        <w:t xml:space="preserve">    /**</w:t>
      </w:r>
    </w:p>
    <w:p w14:paraId="3747629B" w14:textId="77777777" w:rsidR="006F2B35" w:rsidRPr="00D93339" w:rsidRDefault="006F2B35" w:rsidP="006F2B35">
      <w:pPr>
        <w:pStyle w:val="Exemples0"/>
      </w:pPr>
      <w:r w:rsidRPr="00D93339">
        <w:t xml:space="preserve">     * @var </w:t>
      </w:r>
      <w:proofErr w:type="spellStart"/>
      <w:r>
        <w:t>quantite</w:t>
      </w:r>
      <w:proofErr w:type="spellEnd"/>
    </w:p>
    <w:p w14:paraId="489EB5F1" w14:textId="77777777" w:rsidR="006F2B35" w:rsidRPr="00D93339" w:rsidRDefault="006F2B35" w:rsidP="006F2B35">
      <w:pPr>
        <w:pStyle w:val="Exemples0"/>
      </w:pPr>
      <w:r w:rsidRPr="00D93339">
        <w:t xml:space="preserve">     *</w:t>
      </w:r>
    </w:p>
    <w:p w14:paraId="0BB6AC08" w14:textId="77777777" w:rsidR="006F2B35" w:rsidRPr="00DA5BB2" w:rsidRDefault="006F2B35" w:rsidP="006F2B35">
      <w:pPr>
        <w:pStyle w:val="Exemples0"/>
      </w:pPr>
      <w:r w:rsidRPr="00D93339">
        <w:t xml:space="preserve">     </w:t>
      </w:r>
      <w:r w:rsidRPr="00DA5BB2">
        <w:t>* @ORM\</w:t>
      </w:r>
      <w:proofErr w:type="spellStart"/>
      <w:proofErr w:type="gramStart"/>
      <w:r w:rsidRPr="00DA5BB2">
        <w:t>Column</w:t>
      </w:r>
      <w:proofErr w:type="spellEnd"/>
      <w:r w:rsidRPr="00DA5BB2">
        <w:t>(</w:t>
      </w:r>
      <w:proofErr w:type="spellStart"/>
      <w:proofErr w:type="gramEnd"/>
      <w:r w:rsidRPr="00DA5BB2">
        <w:t>name</w:t>
      </w:r>
      <w:proofErr w:type="spellEnd"/>
      <w:r w:rsidRPr="00DA5BB2">
        <w:t>="</w:t>
      </w:r>
      <w:proofErr w:type="spellStart"/>
      <w:r w:rsidRPr="00DA5BB2">
        <w:t>quantite</w:t>
      </w:r>
      <w:proofErr w:type="spellEnd"/>
      <w:r w:rsidRPr="00DA5BB2">
        <w:t>", type="</w:t>
      </w:r>
      <w:proofErr w:type="spellStart"/>
      <w:r w:rsidRPr="00DA5BB2">
        <w:t>integer</w:t>
      </w:r>
      <w:proofErr w:type="spellEnd"/>
      <w:r w:rsidRPr="00DA5BB2">
        <w:t>")</w:t>
      </w:r>
    </w:p>
    <w:p w14:paraId="79F25B56" w14:textId="77777777" w:rsidR="006F2B35" w:rsidRPr="00D93339" w:rsidRDefault="006F2B35" w:rsidP="006F2B35">
      <w:pPr>
        <w:pStyle w:val="Exemples0"/>
      </w:pPr>
      <w:r w:rsidRPr="00DA5BB2">
        <w:t xml:space="preserve">     </w:t>
      </w:r>
      <w:r w:rsidRPr="00D93339">
        <w:t>*/</w:t>
      </w:r>
    </w:p>
    <w:p w14:paraId="61A6E76E" w14:textId="77777777" w:rsidR="006F2B35" w:rsidRDefault="006F2B35" w:rsidP="006F2B35">
      <w:pPr>
        <w:pStyle w:val="Exemples0"/>
      </w:pPr>
      <w:r>
        <w:t xml:space="preserve">  </w:t>
      </w:r>
      <w:proofErr w:type="spellStart"/>
      <w:proofErr w:type="gramStart"/>
      <w:r>
        <w:t>private</w:t>
      </w:r>
      <w:proofErr w:type="spellEnd"/>
      <w:proofErr w:type="gramEnd"/>
      <w:r>
        <w:t xml:space="preserve"> $</w:t>
      </w:r>
      <w:proofErr w:type="spellStart"/>
      <w:r>
        <w:t>quantite</w:t>
      </w:r>
      <w:proofErr w:type="spellEnd"/>
      <w:r>
        <w:t xml:space="preserve">; </w:t>
      </w:r>
    </w:p>
    <w:p w14:paraId="5B094418" w14:textId="77777777" w:rsidR="006F2B35" w:rsidRDefault="006F2B35" w:rsidP="006F2B35">
      <w:pPr>
        <w:pStyle w:val="Exemples0"/>
      </w:pPr>
      <w:r>
        <w:t>}</w:t>
      </w:r>
    </w:p>
    <w:p w14:paraId="0D864475" w14:textId="1DE0BABF" w:rsidR="006F2B35" w:rsidRDefault="006F2B35" w:rsidP="006F2B35">
      <w:r>
        <w:t xml:space="preserve">On dispose d’une clef primaire concaténée dans la </w:t>
      </w:r>
      <w:r w:rsidR="00B82860">
        <w:t>base de données,</w:t>
      </w:r>
      <w:r>
        <w:t xml:space="preserve"> qui est représentée ici par les deux </w:t>
      </w:r>
      <w:r w:rsidRPr="000142FB">
        <w:rPr>
          <w:shd w:val="clear" w:color="auto" w:fill="A8D08D" w:themeFill="accent6" w:themeFillTint="99"/>
        </w:rPr>
        <w:t>Id</w:t>
      </w:r>
      <w:r>
        <w:t>.</w:t>
      </w:r>
    </w:p>
    <w:p w14:paraId="72FCFA04" w14:textId="77777777" w:rsidR="006F2B35" w:rsidRDefault="006F2B35" w:rsidP="006F2B35">
      <w:pPr>
        <w:spacing w:after="160" w:line="259" w:lineRule="auto"/>
      </w:pPr>
    </w:p>
    <w:p w14:paraId="6E107086" w14:textId="77777777" w:rsidR="006F2B35" w:rsidRDefault="006F2B35" w:rsidP="006F2B35">
      <w:r>
        <w:t>On générera le code des accesseurs et modificateurs via la console</w:t>
      </w:r>
    </w:p>
    <w:p w14:paraId="07B9B54D" w14:textId="77777777" w:rsidR="006F2B35" w:rsidRDefault="006F2B35" w:rsidP="006F2B35">
      <w:pPr>
        <w:pStyle w:val="Exercices0"/>
      </w:pPr>
      <w:proofErr w:type="spellStart"/>
      <w:proofErr w:type="gramStart"/>
      <w:r>
        <w:t>php</w:t>
      </w:r>
      <w:proofErr w:type="spellEnd"/>
      <w:proofErr w:type="gramEnd"/>
      <w:r>
        <w:t xml:space="preserve"> </w:t>
      </w:r>
      <w:proofErr w:type="spellStart"/>
      <w:r>
        <w:t>app</w:t>
      </w:r>
      <w:proofErr w:type="spellEnd"/>
      <w:r>
        <w:t xml:space="preserve">/console </w:t>
      </w:r>
      <w:proofErr w:type="spellStart"/>
      <w:r>
        <w:t>doctrine:generate:entities</w:t>
      </w:r>
      <w:proofErr w:type="spellEnd"/>
      <w:r>
        <w:t> </w:t>
      </w:r>
      <w:proofErr w:type="spellStart"/>
      <w:r>
        <w:t>PpeSpaceBookingBundle:ProduitClient</w:t>
      </w:r>
      <w:proofErr w:type="spellEnd"/>
    </w:p>
    <w:p w14:paraId="7A6CFEBF" w14:textId="77777777" w:rsidR="006F2B35" w:rsidRDefault="006F2B35" w:rsidP="006F2B35"/>
    <w:p w14:paraId="4275D2EF" w14:textId="07A1C614" w:rsidR="006F2B35" w:rsidRDefault="006F2B35" w:rsidP="006F2B35">
      <w:r>
        <w:t xml:space="preserve">Et on met à jour la </w:t>
      </w:r>
      <w:r w:rsidR="00B82860">
        <w:t>base de données</w:t>
      </w:r>
      <w:r>
        <w:t>.</w:t>
      </w:r>
    </w:p>
    <w:p w14:paraId="3D29E3E1" w14:textId="77777777" w:rsidR="006F2B35" w:rsidRPr="00CE58E8" w:rsidRDefault="006F2B35" w:rsidP="006F2B35">
      <w:pPr>
        <w:pStyle w:val="Exercices0"/>
      </w:pPr>
      <w:proofErr w:type="spellStart"/>
      <w:proofErr w:type="gramStart"/>
      <w:r w:rsidRPr="00CE58E8">
        <w:t>php</w:t>
      </w:r>
      <w:proofErr w:type="spellEnd"/>
      <w:proofErr w:type="gramEnd"/>
      <w:r w:rsidRPr="00CE58E8">
        <w:t xml:space="preserve"> </w:t>
      </w:r>
      <w:proofErr w:type="spellStart"/>
      <w:r w:rsidRPr="00CE58E8">
        <w:t>app</w:t>
      </w:r>
      <w:proofErr w:type="spellEnd"/>
      <w:r w:rsidRPr="00CE58E8">
        <w:t xml:space="preserve">/console </w:t>
      </w:r>
      <w:proofErr w:type="spellStart"/>
      <w:r w:rsidRPr="00CE58E8">
        <w:t>doctrine:schema:update</w:t>
      </w:r>
      <w:proofErr w:type="spellEnd"/>
      <w:r w:rsidRPr="00CE58E8">
        <w:t xml:space="preserve"> --force</w:t>
      </w:r>
    </w:p>
    <w:p w14:paraId="0B180C67" w14:textId="77777777" w:rsidR="006F2B35" w:rsidRDefault="006F2B35" w:rsidP="006F2B35">
      <w:pPr>
        <w:spacing w:after="160" w:line="259" w:lineRule="auto"/>
      </w:pPr>
    </w:p>
    <w:p w14:paraId="34A080D8" w14:textId="77777777" w:rsidR="00551D5E" w:rsidRDefault="00551D5E">
      <w:pPr>
        <w:spacing w:after="160" w:line="259" w:lineRule="auto"/>
        <w:rPr>
          <w:b/>
          <w:bCs/>
          <w:color w:val="7D9BFF"/>
          <w:sz w:val="28"/>
          <w:szCs w:val="28"/>
        </w:rPr>
      </w:pPr>
      <w:bookmarkStart w:id="14" w:name="_Toc381347230"/>
      <w:bookmarkStart w:id="15" w:name="_Toc396309529"/>
      <w:r>
        <w:br w:type="page"/>
      </w:r>
    </w:p>
    <w:p w14:paraId="0C7BA581" w14:textId="77777777" w:rsidR="006F2B35" w:rsidRDefault="006F2B35" w:rsidP="007000C5">
      <w:pPr>
        <w:pStyle w:val="Titre2"/>
      </w:pPr>
      <w:r>
        <w:lastRenderedPageBreak/>
        <w:t>Relation bi directionnelle</w:t>
      </w:r>
      <w:bookmarkEnd w:id="14"/>
      <w:bookmarkEnd w:id="15"/>
    </w:p>
    <w:p w14:paraId="7E8900D4" w14:textId="77777777" w:rsidR="006F2B35" w:rsidRDefault="006F2B35" w:rsidP="006F2B35"/>
    <w:p w14:paraId="68F1C358" w14:textId="77777777" w:rsidR="006F2B35" w:rsidRDefault="006F2B35" w:rsidP="006F2B35"/>
    <w:p w14:paraId="1DDFEA67" w14:textId="577938A9" w:rsidR="006F2B35" w:rsidRDefault="006F2B35" w:rsidP="006F2B35">
      <w:r>
        <w:t xml:space="preserve">On reprend l’exemple de la relation </w:t>
      </w:r>
      <w:proofErr w:type="spellStart"/>
      <w:r>
        <w:t>Many</w:t>
      </w:r>
      <w:proofErr w:type="spellEnd"/>
      <w:r>
        <w:t xml:space="preserve"> to One</w:t>
      </w:r>
      <w:r w:rsidR="00C53476">
        <w:t>.</w:t>
      </w:r>
    </w:p>
    <w:p w14:paraId="32302652" w14:textId="77777777" w:rsidR="006F2B35" w:rsidRDefault="006F2B35" w:rsidP="006F2B35">
      <w:r>
        <w:t>On veut pouvoir accéder aux commandes du client. Il faut pour cela rendre bi directionnelle la relation.</w:t>
      </w:r>
    </w:p>
    <w:p w14:paraId="5B4DDD51" w14:textId="77777777" w:rsidR="00302AB7" w:rsidRDefault="00302AB7" w:rsidP="006F2B35"/>
    <w:p w14:paraId="4C538DF9" w14:textId="60855B73" w:rsidR="00302AB7" w:rsidRDefault="00302AB7" w:rsidP="006F2B35">
      <w:r>
        <w:rPr>
          <w:noProof/>
        </w:rPr>
        <w:drawing>
          <wp:inline distT="0" distB="0" distL="0" distR="0" wp14:anchorId="77123DDD" wp14:editId="43D5D6E4">
            <wp:extent cx="3000375" cy="523875"/>
            <wp:effectExtent l="0" t="0" r="9525" b="952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6cab0fb7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22E9C0" w14:textId="77777777" w:rsidR="00736A0B" w:rsidRDefault="00736A0B" w:rsidP="006F2B35"/>
    <w:p w14:paraId="7C6E60D5" w14:textId="77777777" w:rsidR="006F2B35" w:rsidRDefault="006F2B35" w:rsidP="006F2B35">
      <w:r>
        <w:t>On change en premier la relation client</w:t>
      </w:r>
    </w:p>
    <w:p w14:paraId="3185D5C6" w14:textId="77777777" w:rsidR="006F2B35" w:rsidRPr="001767B3" w:rsidRDefault="006F2B35" w:rsidP="006F2B35">
      <w:pPr>
        <w:pStyle w:val="Exemples0"/>
        <w:rPr>
          <w:lang w:val="en-US"/>
        </w:rPr>
      </w:pPr>
      <w:proofErr w:type="gramStart"/>
      <w:r w:rsidRPr="001767B3">
        <w:rPr>
          <w:lang w:val="en-US"/>
        </w:rPr>
        <w:t>class</w:t>
      </w:r>
      <w:proofErr w:type="gramEnd"/>
      <w:r w:rsidRPr="001767B3">
        <w:rPr>
          <w:lang w:val="en-US"/>
        </w:rPr>
        <w:t xml:space="preserve"> Client</w:t>
      </w:r>
    </w:p>
    <w:p w14:paraId="7666D349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>{</w:t>
      </w:r>
    </w:p>
    <w:p w14:paraId="61C486DC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/**</w:t>
      </w:r>
    </w:p>
    <w:p w14:paraId="4B76A320" w14:textId="77777777" w:rsidR="006F2B35" w:rsidRPr="001767B3" w:rsidRDefault="006F2B35" w:rsidP="006F2B35">
      <w:pPr>
        <w:pStyle w:val="Exemples0"/>
        <w:rPr>
          <w:lang w:val="en-US"/>
        </w:rPr>
      </w:pPr>
      <w:r w:rsidRPr="001767B3">
        <w:rPr>
          <w:lang w:val="en-US"/>
        </w:rPr>
        <w:t xml:space="preserve">   * @ORM\</w:t>
      </w:r>
      <w:proofErr w:type="spellStart"/>
      <w:proofErr w:type="gramStart"/>
      <w:r w:rsidRPr="001767B3">
        <w:rPr>
          <w:shd w:val="clear" w:color="auto" w:fill="A8D08D" w:themeFill="accent6" w:themeFillTint="99"/>
          <w:lang w:val="en-US"/>
        </w:rPr>
        <w:t>OneToMany</w:t>
      </w:r>
      <w:proofErr w:type="spellEnd"/>
      <w:r w:rsidRPr="001767B3">
        <w:rPr>
          <w:lang w:val="en-US"/>
        </w:rPr>
        <w:t>(</w:t>
      </w:r>
      <w:proofErr w:type="spellStart"/>
      <w:proofErr w:type="gramEnd"/>
      <w:r w:rsidRPr="001767B3">
        <w:rPr>
          <w:lang w:val="en-US"/>
        </w:rPr>
        <w:t>targetEntity</w:t>
      </w:r>
      <w:proofErr w:type="spellEnd"/>
      <w:r w:rsidRPr="001767B3">
        <w:rPr>
          <w:lang w:val="en-US"/>
        </w:rPr>
        <w:t xml:space="preserve">=" </w:t>
      </w:r>
      <w:proofErr w:type="spellStart"/>
      <w:r w:rsidRPr="001767B3">
        <w:rPr>
          <w:lang w:val="en-US"/>
        </w:rPr>
        <w:t>Ppe</w:t>
      </w:r>
      <w:proofErr w:type="spellEnd"/>
      <w:r w:rsidRPr="001767B3">
        <w:rPr>
          <w:lang w:val="en-US"/>
        </w:rPr>
        <w:t>\</w:t>
      </w:r>
      <w:proofErr w:type="spellStart"/>
      <w:r w:rsidRPr="001767B3">
        <w:rPr>
          <w:lang w:val="en-US"/>
        </w:rPr>
        <w:t>SpaceBookingBundle</w:t>
      </w:r>
      <w:proofErr w:type="spellEnd"/>
      <w:r w:rsidRPr="001767B3">
        <w:rPr>
          <w:lang w:val="en-US"/>
        </w:rPr>
        <w:t>\Entity\</w:t>
      </w:r>
      <w:proofErr w:type="spellStart"/>
      <w:r w:rsidRPr="001767B3">
        <w:rPr>
          <w:lang w:val="en-US"/>
        </w:rPr>
        <w:t>Commande</w:t>
      </w:r>
      <w:proofErr w:type="spellEnd"/>
      <w:r w:rsidRPr="001767B3">
        <w:rPr>
          <w:lang w:val="en-US"/>
        </w:rPr>
        <w:t xml:space="preserve">", </w:t>
      </w:r>
      <w:proofErr w:type="spellStart"/>
      <w:r w:rsidRPr="001767B3">
        <w:rPr>
          <w:shd w:val="clear" w:color="auto" w:fill="A8D08D" w:themeFill="accent6" w:themeFillTint="99"/>
          <w:lang w:val="en-US"/>
        </w:rPr>
        <w:t>mappedBy</w:t>
      </w:r>
      <w:proofErr w:type="spellEnd"/>
      <w:r w:rsidRPr="001767B3">
        <w:rPr>
          <w:shd w:val="clear" w:color="auto" w:fill="A8D08D" w:themeFill="accent6" w:themeFillTint="99"/>
          <w:lang w:val="en-US"/>
        </w:rPr>
        <w:t>="</w:t>
      </w:r>
      <w:proofErr w:type="spellStart"/>
      <w:r w:rsidRPr="001767B3">
        <w:rPr>
          <w:shd w:val="clear" w:color="auto" w:fill="F4B083" w:themeFill="accent2" w:themeFillTint="99"/>
          <w:lang w:val="en-US"/>
        </w:rPr>
        <w:t>monClient</w:t>
      </w:r>
      <w:proofErr w:type="spellEnd"/>
      <w:r w:rsidRPr="001767B3">
        <w:rPr>
          <w:shd w:val="clear" w:color="auto" w:fill="A8D08D" w:themeFill="accent6" w:themeFillTint="99"/>
          <w:lang w:val="en-US"/>
        </w:rPr>
        <w:t>")</w:t>
      </w:r>
    </w:p>
    <w:p w14:paraId="215CF079" w14:textId="77777777" w:rsidR="006F2B35" w:rsidRDefault="006F2B35" w:rsidP="006F2B35">
      <w:pPr>
        <w:pStyle w:val="Exemples0"/>
      </w:pPr>
      <w:r w:rsidRPr="001767B3">
        <w:rPr>
          <w:lang w:val="en-US"/>
        </w:rPr>
        <w:t xml:space="preserve">   </w:t>
      </w:r>
      <w:r>
        <w:t>*/</w:t>
      </w:r>
    </w:p>
    <w:p w14:paraId="05821060" w14:textId="77777777" w:rsidR="006F2B35" w:rsidRDefault="006F2B35" w:rsidP="006F2B35">
      <w:pPr>
        <w:pStyle w:val="Exemples0"/>
      </w:pPr>
      <w:r>
        <w:t xml:space="preserve">  </w:t>
      </w:r>
      <w:proofErr w:type="spellStart"/>
      <w:proofErr w:type="gramStart"/>
      <w:r>
        <w:t>private</w:t>
      </w:r>
      <w:proofErr w:type="spellEnd"/>
      <w:proofErr w:type="gramEnd"/>
      <w:r>
        <w:t xml:space="preserve"> $</w:t>
      </w:r>
      <w:r w:rsidRPr="00EB46FE">
        <w:rPr>
          <w:shd w:val="clear" w:color="auto" w:fill="FFD966" w:themeFill="accent4" w:themeFillTint="99"/>
        </w:rPr>
        <w:t>commande</w:t>
      </w:r>
      <w:r w:rsidRPr="00EB46FE">
        <w:rPr>
          <w:b/>
          <w:shd w:val="clear" w:color="auto" w:fill="FFD966" w:themeFill="accent4" w:themeFillTint="99"/>
        </w:rPr>
        <w:t>s</w:t>
      </w:r>
      <w:r>
        <w:t xml:space="preserve">; </w:t>
      </w:r>
    </w:p>
    <w:p w14:paraId="69BAF21D" w14:textId="77777777" w:rsidR="006F2B35" w:rsidRDefault="006F2B35" w:rsidP="006F2B35">
      <w:pPr>
        <w:pStyle w:val="Exemples0"/>
      </w:pPr>
      <w:r>
        <w:t>}</w:t>
      </w:r>
    </w:p>
    <w:p w14:paraId="43E72810" w14:textId="05D7C330" w:rsidR="006F2B35" w:rsidRDefault="006F2B35" w:rsidP="004A0C91">
      <w:pPr>
        <w:jc w:val="both"/>
      </w:pPr>
      <w:r>
        <w:t xml:space="preserve">On utilise l’inverse de la notation, soit </w:t>
      </w:r>
      <w:r w:rsidR="00FD424C">
        <w:t>O</w:t>
      </w:r>
      <w:r>
        <w:t xml:space="preserve">ne to </w:t>
      </w:r>
      <w:proofErr w:type="spellStart"/>
      <w:r w:rsidR="00FD424C">
        <w:t>M</w:t>
      </w:r>
      <w:r>
        <w:t>any</w:t>
      </w:r>
      <w:proofErr w:type="spellEnd"/>
      <w:r>
        <w:t xml:space="preserve"> (au lieu de </w:t>
      </w:r>
      <w:proofErr w:type="spellStart"/>
      <w:r w:rsidR="00FD424C">
        <w:t>M</w:t>
      </w:r>
      <w:r>
        <w:t>any</w:t>
      </w:r>
      <w:proofErr w:type="spellEnd"/>
      <w:r>
        <w:t xml:space="preserve"> to </w:t>
      </w:r>
      <w:r w:rsidR="00FD424C">
        <w:t>O</w:t>
      </w:r>
      <w:r>
        <w:t>ne).</w:t>
      </w:r>
    </w:p>
    <w:p w14:paraId="15F8CC60" w14:textId="77777777" w:rsidR="006F2B35" w:rsidRDefault="006F2B35" w:rsidP="004A0C91">
      <w:pPr>
        <w:jc w:val="both"/>
      </w:pPr>
      <w:r>
        <w:t xml:space="preserve">L’attribut </w:t>
      </w:r>
      <w:proofErr w:type="spellStart"/>
      <w:r>
        <w:t>mappedBy</w:t>
      </w:r>
      <w:proofErr w:type="spellEnd"/>
      <w:r>
        <w:t xml:space="preserve"> permet de designer la </w:t>
      </w:r>
      <w:r w:rsidRPr="00EB46FE">
        <w:rPr>
          <w:shd w:val="clear" w:color="auto" w:fill="F7CAAC" w:themeFill="accent2" w:themeFillTint="66"/>
        </w:rPr>
        <w:t xml:space="preserve">propriété </w:t>
      </w:r>
      <w:r w:rsidRPr="006C68CA">
        <w:t>de la classe</w:t>
      </w:r>
      <w:r>
        <w:t xml:space="preserve"> de destination qui correspond à notre entité </w:t>
      </w:r>
      <w:r w:rsidR="00B22F3D">
        <w:t>(désigne l'attribut de Commande responsable de la liaison entre une instance de Commande et une instance de Client).</w:t>
      </w:r>
    </w:p>
    <w:p w14:paraId="04C53B32" w14:textId="77777777" w:rsidR="006F2B35" w:rsidRDefault="006F2B35" w:rsidP="006F2B35"/>
    <w:p w14:paraId="1D7CA91C" w14:textId="77777777" w:rsidR="006F2B35" w:rsidRDefault="006F2B35" w:rsidP="006F2B35">
      <w:r>
        <w:t>Puis Commande</w:t>
      </w:r>
    </w:p>
    <w:p w14:paraId="527056A3" w14:textId="77777777" w:rsidR="006F2B35" w:rsidRDefault="006F2B35" w:rsidP="006F2B35">
      <w:pPr>
        <w:pStyle w:val="Exemples0"/>
      </w:pPr>
      <w:r>
        <w:t xml:space="preserve"> </w:t>
      </w:r>
      <w:proofErr w:type="gramStart"/>
      <w:r>
        <w:t>class</w:t>
      </w:r>
      <w:proofErr w:type="gramEnd"/>
      <w:r>
        <w:t xml:space="preserve"> Commande</w:t>
      </w:r>
    </w:p>
    <w:p w14:paraId="3AB87F49" w14:textId="77777777" w:rsidR="006F2B35" w:rsidRDefault="006F2B35" w:rsidP="006F2B35">
      <w:pPr>
        <w:pStyle w:val="Exemples0"/>
      </w:pPr>
      <w:r>
        <w:t>{</w:t>
      </w:r>
    </w:p>
    <w:p w14:paraId="52F7E5B7" w14:textId="77777777" w:rsidR="006F2B35" w:rsidRDefault="006F2B35" w:rsidP="006F2B35">
      <w:pPr>
        <w:pStyle w:val="Exemples0"/>
      </w:pPr>
      <w:r>
        <w:t xml:space="preserve">  /**</w:t>
      </w:r>
    </w:p>
    <w:p w14:paraId="0B34814A" w14:textId="77777777" w:rsidR="006F2B35" w:rsidRPr="00EB46FE" w:rsidRDefault="006F2B35" w:rsidP="006F2B35">
      <w:pPr>
        <w:pStyle w:val="Exemples0"/>
      </w:pPr>
      <w:r w:rsidRPr="00EB46FE">
        <w:t xml:space="preserve">   * @ORM\</w:t>
      </w:r>
      <w:proofErr w:type="spellStart"/>
      <w:proofErr w:type="gramStart"/>
      <w:r w:rsidRPr="00EB46FE">
        <w:t>ManyToOne</w:t>
      </w:r>
      <w:proofErr w:type="spellEnd"/>
      <w:r w:rsidRPr="00EB46FE">
        <w:t>(</w:t>
      </w:r>
      <w:proofErr w:type="spellStart"/>
      <w:proofErr w:type="gramEnd"/>
      <w:r w:rsidRPr="00EB46FE">
        <w:t>targetEntity</w:t>
      </w:r>
      <w:proofErr w:type="spellEnd"/>
      <w:r w:rsidRPr="00EB46FE">
        <w:t xml:space="preserve">=" </w:t>
      </w:r>
      <w:proofErr w:type="spellStart"/>
      <w:r w:rsidRPr="00EB46FE">
        <w:t>Ppe</w:t>
      </w:r>
      <w:proofErr w:type="spellEnd"/>
      <w:r w:rsidRPr="00EB46FE">
        <w:t>\</w:t>
      </w:r>
      <w:proofErr w:type="spellStart"/>
      <w:r w:rsidRPr="00EB46FE">
        <w:t>SpaceBookingBundle</w:t>
      </w:r>
      <w:proofErr w:type="spellEnd"/>
      <w:r w:rsidRPr="00EB46FE">
        <w:t>\</w:t>
      </w:r>
      <w:proofErr w:type="spellStart"/>
      <w:r w:rsidRPr="00EB46FE">
        <w:t>Entity</w:t>
      </w:r>
      <w:proofErr w:type="spellEnd"/>
      <w:r w:rsidRPr="00EB46FE">
        <w:t xml:space="preserve">\Client", </w:t>
      </w:r>
      <w:proofErr w:type="spellStart"/>
      <w:r w:rsidRPr="00EB46FE">
        <w:rPr>
          <w:shd w:val="clear" w:color="auto" w:fill="A8D08D" w:themeFill="accent6" w:themeFillTint="99"/>
        </w:rPr>
        <w:t>inversedBy</w:t>
      </w:r>
      <w:proofErr w:type="spellEnd"/>
      <w:r w:rsidRPr="00EB46FE">
        <w:rPr>
          <w:shd w:val="clear" w:color="auto" w:fill="A8D08D" w:themeFill="accent6" w:themeFillTint="99"/>
        </w:rPr>
        <w:t>="</w:t>
      </w:r>
      <w:r w:rsidRPr="00EB46FE">
        <w:rPr>
          <w:shd w:val="clear" w:color="auto" w:fill="FFD966" w:themeFill="accent4" w:themeFillTint="99"/>
        </w:rPr>
        <w:t>commandes</w:t>
      </w:r>
      <w:r w:rsidRPr="00EB46FE">
        <w:t>")</w:t>
      </w:r>
    </w:p>
    <w:p w14:paraId="7850A542" w14:textId="77777777" w:rsidR="006F2B35" w:rsidRDefault="006F2B35" w:rsidP="006F2B35">
      <w:pPr>
        <w:pStyle w:val="Exemples0"/>
      </w:pPr>
      <w:r>
        <w:t xml:space="preserve">   * @ORM\</w:t>
      </w:r>
      <w:proofErr w:type="spellStart"/>
      <w:proofErr w:type="gramStart"/>
      <w:r>
        <w:t>JoinColumn</w:t>
      </w:r>
      <w:proofErr w:type="spellEnd"/>
      <w:r>
        <w:t>(</w:t>
      </w:r>
      <w:proofErr w:type="spellStart"/>
      <w:proofErr w:type="gramEnd"/>
      <w:r>
        <w:t>nullable</w:t>
      </w:r>
      <w:proofErr w:type="spellEnd"/>
      <w:r>
        <w:t>=false)</w:t>
      </w:r>
    </w:p>
    <w:p w14:paraId="48E0C9B7" w14:textId="77777777" w:rsidR="006F2B35" w:rsidRDefault="006F2B35" w:rsidP="006F2B35">
      <w:pPr>
        <w:pStyle w:val="Exemples0"/>
      </w:pPr>
      <w:r>
        <w:t xml:space="preserve">   */</w:t>
      </w:r>
    </w:p>
    <w:p w14:paraId="72A74B51" w14:textId="77777777" w:rsidR="006F2B35" w:rsidRDefault="006F2B35" w:rsidP="006F2B35">
      <w:pPr>
        <w:pStyle w:val="Exemples0"/>
      </w:pPr>
      <w:r>
        <w:t xml:space="preserve">  </w:t>
      </w:r>
      <w:proofErr w:type="spellStart"/>
      <w:proofErr w:type="gramStart"/>
      <w:r>
        <w:t>private</w:t>
      </w:r>
      <w:proofErr w:type="spellEnd"/>
      <w:proofErr w:type="gramEnd"/>
      <w:r>
        <w:t xml:space="preserve"> $</w:t>
      </w:r>
      <w:proofErr w:type="spellStart"/>
      <w:r w:rsidRPr="00EB46FE">
        <w:rPr>
          <w:shd w:val="clear" w:color="auto" w:fill="F4B083" w:themeFill="accent2" w:themeFillTint="99"/>
        </w:rPr>
        <w:t>monClient</w:t>
      </w:r>
      <w:proofErr w:type="spellEnd"/>
      <w:r>
        <w:t>;</w:t>
      </w:r>
    </w:p>
    <w:p w14:paraId="17015A77" w14:textId="77777777" w:rsidR="006F2B35" w:rsidRDefault="006F2B35" w:rsidP="006F2B35">
      <w:pPr>
        <w:pStyle w:val="Exemples0"/>
      </w:pPr>
      <w:r>
        <w:t>}</w:t>
      </w:r>
    </w:p>
    <w:p w14:paraId="29F83A68" w14:textId="77777777" w:rsidR="006F2B35" w:rsidRDefault="006F2B35" w:rsidP="006F2B35">
      <w:r>
        <w:t xml:space="preserve">Ici on précise la </w:t>
      </w:r>
      <w:r w:rsidRPr="006C68CA">
        <w:rPr>
          <w:shd w:val="clear" w:color="auto" w:fill="FFD966" w:themeFill="accent4" w:themeFillTint="99"/>
        </w:rPr>
        <w:t>propriété</w:t>
      </w:r>
      <w:r>
        <w:t xml:space="preserve"> de la classe Client.</w:t>
      </w:r>
    </w:p>
    <w:p w14:paraId="32E583F2" w14:textId="77777777" w:rsidR="005F62A0" w:rsidRDefault="005F62A0" w:rsidP="006F2B35"/>
    <w:p w14:paraId="2A039E6D" w14:textId="77777777" w:rsidR="005F62A0" w:rsidRPr="00351B20" w:rsidRDefault="005F62A0" w:rsidP="00351B20">
      <w:pPr>
        <w:pStyle w:val="Exemples0"/>
        <w:shd w:val="clear" w:color="auto" w:fill="FBE4D5" w:themeFill="accent2" w:themeFillTint="33"/>
      </w:pPr>
      <w:r w:rsidRPr="00351B20">
        <w:t xml:space="preserve">Attention : la classe possédant </w:t>
      </w:r>
      <w:proofErr w:type="spellStart"/>
      <w:r w:rsidRPr="00351B20">
        <w:t>inversedBy</w:t>
      </w:r>
      <w:proofErr w:type="spellEnd"/>
      <w:r w:rsidRPr="00351B20">
        <w:t xml:space="preserve"> est considérée comme propriétaire par doctrine. </w:t>
      </w:r>
    </w:p>
    <w:p w14:paraId="67E18852" w14:textId="77777777" w:rsidR="005F62A0" w:rsidRPr="00351B20" w:rsidRDefault="005F62A0" w:rsidP="00351B20">
      <w:pPr>
        <w:pStyle w:val="Exemples0"/>
        <w:shd w:val="clear" w:color="auto" w:fill="FBE4D5" w:themeFill="accent2" w:themeFillTint="33"/>
      </w:pPr>
      <w:r w:rsidRPr="00351B20">
        <w:t xml:space="preserve">Tout changement du côté de la relation inverse est ignoré. Il faudra vérifier que le changement a lui aussi du </w:t>
      </w:r>
      <w:r w:rsidR="00C93CC9" w:rsidRPr="00351B20">
        <w:t>côté</w:t>
      </w:r>
      <w:r w:rsidRPr="00351B20">
        <w:t xml:space="preserve"> </w:t>
      </w:r>
      <w:r w:rsidR="00C93CC9" w:rsidRPr="00351B20">
        <w:t>propriétaire</w:t>
      </w:r>
      <w:r w:rsidRPr="00351B20">
        <w:t>.</w:t>
      </w:r>
    </w:p>
    <w:p w14:paraId="5237B1FE" w14:textId="77777777" w:rsidR="005F62A0" w:rsidRPr="00351B20" w:rsidRDefault="005F62A0" w:rsidP="00351B20">
      <w:pPr>
        <w:pStyle w:val="Exemples0"/>
        <w:shd w:val="clear" w:color="auto" w:fill="FBE4D5" w:themeFill="accent2" w:themeFillTint="33"/>
      </w:pPr>
    </w:p>
    <w:p w14:paraId="3DB42EF2" w14:textId="77777777" w:rsidR="005F62A0" w:rsidRPr="00351B20" w:rsidRDefault="005F62A0" w:rsidP="00351B20">
      <w:pPr>
        <w:pStyle w:val="Exemples0"/>
        <w:shd w:val="clear" w:color="auto" w:fill="FBE4D5" w:themeFill="accent2" w:themeFillTint="33"/>
      </w:pPr>
      <w:r w:rsidRPr="00351B20">
        <w:t>http://doctrine-orm.readthedocs.org/en/latest/reference/unitofwork-associations.html</w:t>
      </w:r>
    </w:p>
    <w:p w14:paraId="4479D34E" w14:textId="77777777" w:rsidR="005F62A0" w:rsidRDefault="005F62A0" w:rsidP="006F2B35"/>
    <w:p w14:paraId="10AC2590" w14:textId="77777777" w:rsidR="006F2B35" w:rsidRDefault="006F2B35" w:rsidP="006F2B35"/>
    <w:p w14:paraId="3729D111" w14:textId="77777777" w:rsidR="006F2B35" w:rsidRDefault="006F2B35" w:rsidP="006F2B35">
      <w:r>
        <w:t>On générera le code des accesseurs et modificateurs via la console uniquement pour le client.</w:t>
      </w:r>
    </w:p>
    <w:p w14:paraId="5A464527" w14:textId="3CC1F755" w:rsidR="006F2B35" w:rsidRDefault="006F2B35" w:rsidP="006F2B35">
      <w:r>
        <w:t>La modification de la classe Commande n’a pas d’influence sur les accesseurs et modificateurs</w:t>
      </w:r>
      <w:r w:rsidR="004A0C91">
        <w:t>.</w:t>
      </w:r>
    </w:p>
    <w:p w14:paraId="54D7CA0D" w14:textId="77777777" w:rsidR="006F2B35" w:rsidRDefault="006F2B35" w:rsidP="006F2B35">
      <w:pPr>
        <w:pStyle w:val="Exercices0"/>
      </w:pPr>
      <w:proofErr w:type="spellStart"/>
      <w:proofErr w:type="gramStart"/>
      <w:r>
        <w:t>php</w:t>
      </w:r>
      <w:proofErr w:type="spellEnd"/>
      <w:proofErr w:type="gramEnd"/>
      <w:r>
        <w:t xml:space="preserve"> </w:t>
      </w:r>
      <w:proofErr w:type="spellStart"/>
      <w:r>
        <w:t>app</w:t>
      </w:r>
      <w:proofErr w:type="spellEnd"/>
      <w:r>
        <w:t xml:space="preserve">/console </w:t>
      </w:r>
      <w:proofErr w:type="spellStart"/>
      <w:r>
        <w:t>doctrine:generate:entities</w:t>
      </w:r>
      <w:proofErr w:type="spellEnd"/>
      <w:r>
        <w:t> </w:t>
      </w:r>
      <w:proofErr w:type="spellStart"/>
      <w:r>
        <w:t>PpeSpaceBookingBundle:Client</w:t>
      </w:r>
      <w:proofErr w:type="spellEnd"/>
    </w:p>
    <w:p w14:paraId="756F293D" w14:textId="77777777" w:rsidR="006F2B35" w:rsidRDefault="006F2B35" w:rsidP="006F2B35">
      <w:r>
        <w:t>Et on met à jour la BD.</w:t>
      </w:r>
    </w:p>
    <w:p w14:paraId="448E052B" w14:textId="77777777" w:rsidR="006F2B35" w:rsidRPr="00CE58E8" w:rsidRDefault="006F2B35" w:rsidP="006F2B35">
      <w:pPr>
        <w:pStyle w:val="Exercices0"/>
      </w:pPr>
      <w:proofErr w:type="spellStart"/>
      <w:proofErr w:type="gramStart"/>
      <w:r w:rsidRPr="00CE58E8">
        <w:t>php</w:t>
      </w:r>
      <w:proofErr w:type="spellEnd"/>
      <w:proofErr w:type="gramEnd"/>
      <w:r w:rsidRPr="00CE58E8">
        <w:t xml:space="preserve"> </w:t>
      </w:r>
      <w:proofErr w:type="spellStart"/>
      <w:r w:rsidRPr="00CE58E8">
        <w:t>app</w:t>
      </w:r>
      <w:proofErr w:type="spellEnd"/>
      <w:r w:rsidRPr="00CE58E8">
        <w:t xml:space="preserve">/console </w:t>
      </w:r>
      <w:proofErr w:type="spellStart"/>
      <w:r w:rsidRPr="00CE58E8">
        <w:t>doctrine:schema:update</w:t>
      </w:r>
      <w:proofErr w:type="spellEnd"/>
      <w:r w:rsidRPr="00CE58E8">
        <w:t xml:space="preserve"> --force</w:t>
      </w:r>
    </w:p>
    <w:p w14:paraId="17690DC7" w14:textId="77777777" w:rsidR="006F2B35" w:rsidRDefault="006F2B35" w:rsidP="006F2B35"/>
    <w:p w14:paraId="344245E3" w14:textId="77777777" w:rsidR="006F2B35" w:rsidRDefault="006F2B35" w:rsidP="006F2B35"/>
    <w:p w14:paraId="6D7FF0F3" w14:textId="783A55E9" w:rsidR="006F2B35" w:rsidRDefault="006F2B35" w:rsidP="006F2B35">
      <w:r>
        <w:t>Dans le code, lors de l’utilisation des classes, il sera nécessaire de lier les objets entre eux</w:t>
      </w:r>
      <w:r w:rsidR="004A0C91">
        <w:t>.</w:t>
      </w:r>
    </w:p>
    <w:p w14:paraId="604B9229" w14:textId="77777777" w:rsidR="006F2B35" w:rsidRDefault="006F2B35" w:rsidP="006F2B35">
      <w:pPr>
        <w:pStyle w:val="Exemples0"/>
      </w:pPr>
      <w:r>
        <w:t>$</w:t>
      </w:r>
      <w:proofErr w:type="spellStart"/>
      <w:r>
        <w:t>leClient</w:t>
      </w:r>
      <w:proofErr w:type="spellEnd"/>
      <w:r>
        <w:t xml:space="preserve"> = new </w:t>
      </w:r>
      <w:proofErr w:type="gramStart"/>
      <w:r>
        <w:t>Client(</w:t>
      </w:r>
      <w:proofErr w:type="gramEnd"/>
      <w:r>
        <w:t>) ;</w:t>
      </w:r>
    </w:p>
    <w:p w14:paraId="4E3320B6" w14:textId="77777777" w:rsidR="006F2B35" w:rsidRDefault="006F2B35" w:rsidP="006F2B35">
      <w:pPr>
        <w:pStyle w:val="Exemples0"/>
      </w:pPr>
      <w:r>
        <w:t>$</w:t>
      </w:r>
      <w:proofErr w:type="spellStart"/>
      <w:r>
        <w:t>laCommande</w:t>
      </w:r>
      <w:proofErr w:type="spellEnd"/>
      <w:r>
        <w:t xml:space="preserve"> = new </w:t>
      </w:r>
      <w:proofErr w:type="gramStart"/>
      <w:r>
        <w:t>Commande(</w:t>
      </w:r>
      <w:proofErr w:type="gramEnd"/>
      <w:r>
        <w:t>) ;</w:t>
      </w:r>
    </w:p>
    <w:p w14:paraId="1A7ABC96" w14:textId="77777777" w:rsidR="006F2B35" w:rsidRDefault="006F2B35" w:rsidP="006F2B35">
      <w:pPr>
        <w:pStyle w:val="Exemples0"/>
      </w:pPr>
      <w:r>
        <w:t>$client-&gt;</w:t>
      </w:r>
      <w:proofErr w:type="spellStart"/>
      <w:proofErr w:type="gramStart"/>
      <w:r w:rsidRPr="007561F4">
        <w:rPr>
          <w:shd w:val="clear" w:color="auto" w:fill="A8D08D" w:themeFill="accent6" w:themeFillTint="99"/>
        </w:rPr>
        <w:t>addCommande</w:t>
      </w:r>
      <w:proofErr w:type="spellEnd"/>
      <w:r>
        <w:t>(</w:t>
      </w:r>
      <w:proofErr w:type="gramEnd"/>
      <w:r>
        <w:t>$</w:t>
      </w:r>
      <w:proofErr w:type="spellStart"/>
      <w:r>
        <w:t>laCommande</w:t>
      </w:r>
      <w:proofErr w:type="spellEnd"/>
      <w:r>
        <w:t>) ;</w:t>
      </w:r>
    </w:p>
    <w:p w14:paraId="71A1917E" w14:textId="77777777" w:rsidR="006F2B35" w:rsidRDefault="006F2B35" w:rsidP="006F2B35">
      <w:pPr>
        <w:pStyle w:val="Exemples0"/>
      </w:pPr>
      <w:r>
        <w:t>$commande-&gt;</w:t>
      </w:r>
      <w:proofErr w:type="spellStart"/>
      <w:proofErr w:type="gramStart"/>
      <w:r w:rsidRPr="007561F4">
        <w:rPr>
          <w:shd w:val="clear" w:color="auto" w:fill="A8D08D" w:themeFill="accent6" w:themeFillTint="99"/>
        </w:rPr>
        <w:t>setClient</w:t>
      </w:r>
      <w:proofErr w:type="spellEnd"/>
      <w:r>
        <w:t>(</w:t>
      </w:r>
      <w:proofErr w:type="gramEnd"/>
      <w:r>
        <w:t>$</w:t>
      </w:r>
      <w:proofErr w:type="spellStart"/>
      <w:r>
        <w:t>leClient</w:t>
      </w:r>
      <w:proofErr w:type="spellEnd"/>
      <w:r>
        <w:t>) ;</w:t>
      </w:r>
    </w:p>
    <w:p w14:paraId="5E578828" w14:textId="77777777" w:rsidR="00B22F3D" w:rsidRDefault="00B22F3D">
      <w:pPr>
        <w:spacing w:after="160" w:line="259" w:lineRule="auto"/>
        <w:rPr>
          <w:b/>
          <w:bCs/>
        </w:rPr>
      </w:pPr>
      <w:bookmarkStart w:id="16" w:name="_Toc381347231"/>
      <w:bookmarkStart w:id="17" w:name="_Toc396309530"/>
    </w:p>
    <w:p w14:paraId="5F0F4A42" w14:textId="77777777" w:rsidR="006F2B35" w:rsidRDefault="006F2B35" w:rsidP="007000C5">
      <w:pPr>
        <w:pStyle w:val="Titre3"/>
      </w:pPr>
      <w:r>
        <w:lastRenderedPageBreak/>
        <w:t>Optimisation</w:t>
      </w:r>
      <w:bookmarkEnd w:id="16"/>
      <w:bookmarkEnd w:id="17"/>
    </w:p>
    <w:p w14:paraId="68A0BD1C" w14:textId="77777777" w:rsidR="007000C5" w:rsidRDefault="007000C5" w:rsidP="007000C5"/>
    <w:p w14:paraId="7983D407" w14:textId="77777777" w:rsidR="006F2B35" w:rsidRDefault="001606F9" w:rsidP="00C93CC9">
      <w:r>
        <w:t xml:space="preserve">Il est possible de réaliser une des deux liaisons à l’ajout de l’élément. </w:t>
      </w:r>
    </w:p>
    <w:p w14:paraId="516A1038" w14:textId="77777777" w:rsidR="001606F9" w:rsidRDefault="001606F9" w:rsidP="006F2B35"/>
    <w:p w14:paraId="6CFD21F6" w14:textId="77777777" w:rsidR="00C93CC9" w:rsidRDefault="00C93CC9" w:rsidP="006F2B35">
      <w:r>
        <w:t>En éliminant cette ligne</w:t>
      </w:r>
    </w:p>
    <w:p w14:paraId="460CD09B" w14:textId="77777777" w:rsidR="001606F9" w:rsidRPr="001606F9" w:rsidRDefault="001606F9" w:rsidP="001606F9">
      <w:pPr>
        <w:pStyle w:val="Exemples0"/>
        <w:rPr>
          <w:strike/>
        </w:rPr>
      </w:pPr>
      <w:r w:rsidRPr="001606F9">
        <w:rPr>
          <w:strike/>
        </w:rPr>
        <w:t>$client-&gt;</w:t>
      </w:r>
      <w:proofErr w:type="spellStart"/>
      <w:proofErr w:type="gramStart"/>
      <w:r w:rsidRPr="001606F9">
        <w:rPr>
          <w:strike/>
          <w:shd w:val="clear" w:color="auto" w:fill="A8D08D" w:themeFill="accent6" w:themeFillTint="99"/>
        </w:rPr>
        <w:t>addCommande</w:t>
      </w:r>
      <w:proofErr w:type="spellEnd"/>
      <w:r w:rsidRPr="001606F9">
        <w:rPr>
          <w:strike/>
        </w:rPr>
        <w:t>(</w:t>
      </w:r>
      <w:proofErr w:type="gramEnd"/>
      <w:r w:rsidRPr="001606F9">
        <w:rPr>
          <w:strike/>
        </w:rPr>
        <w:t>$</w:t>
      </w:r>
      <w:proofErr w:type="spellStart"/>
      <w:r w:rsidRPr="001606F9">
        <w:rPr>
          <w:strike/>
        </w:rPr>
        <w:t>laCommande</w:t>
      </w:r>
      <w:proofErr w:type="spellEnd"/>
      <w:r w:rsidRPr="001606F9">
        <w:rPr>
          <w:strike/>
        </w:rPr>
        <w:t>) ;</w:t>
      </w:r>
    </w:p>
    <w:p w14:paraId="74AB960F" w14:textId="77777777" w:rsidR="00C93CC9" w:rsidRDefault="00C93CC9" w:rsidP="00C93CC9"/>
    <w:p w14:paraId="75A8AFC9" w14:textId="77777777" w:rsidR="00715998" w:rsidRDefault="00C93CC9">
      <w:r>
        <w:t>Et en ajoutant d</w:t>
      </w:r>
      <w:r w:rsidRPr="001606F9">
        <w:t>ans</w:t>
      </w:r>
      <w:r>
        <w:t xml:space="preserve"> la fonction</w:t>
      </w:r>
      <w:r>
        <w:rPr>
          <w:b/>
        </w:rPr>
        <w:t xml:space="preserve"> </w:t>
      </w:r>
      <w:proofErr w:type="spellStart"/>
      <w:r>
        <w:rPr>
          <w:b/>
        </w:rPr>
        <w:t>setClient</w:t>
      </w:r>
      <w:proofErr w:type="spellEnd"/>
      <w:r>
        <w:t xml:space="preserve"> de la classe Commande</w:t>
      </w:r>
    </w:p>
    <w:p w14:paraId="636CB96A" w14:textId="77777777" w:rsidR="001606F9" w:rsidRPr="001606F9" w:rsidRDefault="001606F9" w:rsidP="001606F9">
      <w:pPr>
        <w:pStyle w:val="Exemples0"/>
        <w:rPr>
          <w:lang w:val="en-US"/>
        </w:rPr>
      </w:pPr>
      <w:proofErr w:type="gramStart"/>
      <w:r w:rsidRPr="001606F9">
        <w:rPr>
          <w:lang w:val="en-US"/>
        </w:rPr>
        <w:t>public</w:t>
      </w:r>
      <w:proofErr w:type="gramEnd"/>
      <w:r w:rsidRPr="001606F9">
        <w:rPr>
          <w:lang w:val="en-US"/>
        </w:rPr>
        <w:t xml:space="preserve"> function </w:t>
      </w:r>
      <w:proofErr w:type="spellStart"/>
      <w:r w:rsidRPr="001606F9">
        <w:rPr>
          <w:lang w:val="en-US"/>
        </w:rPr>
        <w:t>set</w:t>
      </w:r>
      <w:r>
        <w:rPr>
          <w:lang w:val="en-US"/>
        </w:rPr>
        <w:t>Client</w:t>
      </w:r>
      <w:proofErr w:type="spellEnd"/>
      <w:r w:rsidRPr="001606F9">
        <w:rPr>
          <w:lang w:val="en-US"/>
        </w:rPr>
        <w:t>(\</w:t>
      </w:r>
      <w:proofErr w:type="spellStart"/>
      <w:r w:rsidRPr="001606F9">
        <w:rPr>
          <w:lang w:val="en-US"/>
        </w:rPr>
        <w:t>Ppe</w:t>
      </w:r>
      <w:proofErr w:type="spellEnd"/>
      <w:r w:rsidRPr="001606F9">
        <w:rPr>
          <w:lang w:val="en-US"/>
        </w:rPr>
        <w:t>\</w:t>
      </w:r>
      <w:proofErr w:type="spellStart"/>
      <w:r w:rsidRPr="001606F9">
        <w:rPr>
          <w:lang w:val="en-US"/>
        </w:rPr>
        <w:t>SpaceBookingBundle</w:t>
      </w:r>
      <w:proofErr w:type="spellEnd"/>
      <w:r w:rsidRPr="001606F9">
        <w:rPr>
          <w:lang w:val="en-US"/>
        </w:rPr>
        <w:t>\Entity\</w:t>
      </w:r>
      <w:r>
        <w:rPr>
          <w:lang w:val="en-US"/>
        </w:rPr>
        <w:t>Client</w:t>
      </w:r>
      <w:r w:rsidRPr="001606F9">
        <w:rPr>
          <w:lang w:val="en-US"/>
        </w:rPr>
        <w:t xml:space="preserve"> $</w:t>
      </w:r>
      <w:r>
        <w:rPr>
          <w:lang w:val="en-US"/>
        </w:rPr>
        <w:t>client</w:t>
      </w:r>
      <w:r w:rsidRPr="001606F9">
        <w:rPr>
          <w:lang w:val="en-US"/>
        </w:rPr>
        <w:t>){</w:t>
      </w:r>
    </w:p>
    <w:p w14:paraId="5D11FA09" w14:textId="77777777" w:rsidR="001606F9" w:rsidRPr="001606F9" w:rsidRDefault="001606F9" w:rsidP="001606F9">
      <w:pPr>
        <w:pStyle w:val="Exemples0"/>
      </w:pPr>
      <w:r w:rsidRPr="001606F9">
        <w:t xml:space="preserve">        $</w:t>
      </w:r>
      <w:proofErr w:type="spellStart"/>
      <w:r w:rsidRPr="001606F9">
        <w:t>this</w:t>
      </w:r>
      <w:proofErr w:type="spellEnd"/>
      <w:r w:rsidRPr="001606F9">
        <w:t>-&gt;</w:t>
      </w:r>
      <w:proofErr w:type="spellStart"/>
      <w:r w:rsidRPr="001606F9">
        <w:t>monClient</w:t>
      </w:r>
      <w:proofErr w:type="spellEnd"/>
      <w:r w:rsidRPr="001606F9">
        <w:t xml:space="preserve"> = $client;</w:t>
      </w:r>
    </w:p>
    <w:p w14:paraId="15B22601" w14:textId="77777777" w:rsidR="001606F9" w:rsidRPr="001606F9" w:rsidRDefault="001606F9" w:rsidP="001606F9">
      <w:pPr>
        <w:pStyle w:val="Exemples0"/>
      </w:pPr>
      <w:r w:rsidRPr="001606F9">
        <w:t xml:space="preserve">       $client-&gt;</w:t>
      </w:r>
      <w:proofErr w:type="spellStart"/>
      <w:proofErr w:type="gramStart"/>
      <w:r w:rsidRPr="001606F9">
        <w:rPr>
          <w:shd w:val="clear" w:color="auto" w:fill="A8D08D" w:themeFill="accent6" w:themeFillTint="99"/>
        </w:rPr>
        <w:t>addCommande</w:t>
      </w:r>
      <w:proofErr w:type="spellEnd"/>
      <w:r w:rsidRPr="001606F9">
        <w:t>(</w:t>
      </w:r>
      <w:proofErr w:type="gramEnd"/>
      <w:r w:rsidRPr="001606F9">
        <w:t>$</w:t>
      </w:r>
      <w:proofErr w:type="spellStart"/>
      <w:r>
        <w:t>this</w:t>
      </w:r>
      <w:proofErr w:type="spellEnd"/>
      <w:r w:rsidRPr="001606F9">
        <w:t>) ;</w:t>
      </w:r>
    </w:p>
    <w:p w14:paraId="6E68BC11" w14:textId="77777777" w:rsidR="001606F9" w:rsidRPr="001606F9" w:rsidRDefault="001606F9" w:rsidP="001606F9">
      <w:pPr>
        <w:pStyle w:val="Exemples0"/>
        <w:rPr>
          <w:lang w:val="en-US"/>
        </w:rPr>
      </w:pPr>
      <w:r w:rsidRPr="001606F9">
        <w:t xml:space="preserve">        </w:t>
      </w:r>
    </w:p>
    <w:p w14:paraId="4303D1DC" w14:textId="77777777" w:rsidR="001606F9" w:rsidRPr="001606F9" w:rsidRDefault="001606F9" w:rsidP="001606F9">
      <w:pPr>
        <w:pStyle w:val="Exemples0"/>
        <w:rPr>
          <w:lang w:val="en-US"/>
        </w:rPr>
      </w:pPr>
      <w:r w:rsidRPr="001606F9">
        <w:rPr>
          <w:lang w:val="en-US"/>
        </w:rPr>
        <w:t xml:space="preserve">    }</w:t>
      </w:r>
    </w:p>
    <w:p w14:paraId="0496BE2A" w14:textId="77777777" w:rsidR="001606F9" w:rsidRDefault="001606F9">
      <w:pPr>
        <w:rPr>
          <w:lang w:val="en-US"/>
        </w:rPr>
      </w:pPr>
    </w:p>
    <w:p w14:paraId="260A118C" w14:textId="77777777" w:rsidR="00C93CC9" w:rsidRDefault="00C93CC9">
      <w:pPr>
        <w:rPr>
          <w:lang w:val="en-US"/>
        </w:rPr>
      </w:pPr>
    </w:p>
    <w:p w14:paraId="6B4FFBDA" w14:textId="1CFF8729" w:rsidR="00C93CC9" w:rsidRDefault="00351B20">
      <w:pPr>
        <w:rPr>
          <w:lang w:val="en-US"/>
        </w:rPr>
      </w:pPr>
      <w:r>
        <w:t>La classe Client n’étant pas propriétaire, i</w:t>
      </w:r>
      <w:r w:rsidR="00C93CC9" w:rsidRPr="007F192F">
        <w:t xml:space="preserve">l n’est pas recommandé de réaliser </w:t>
      </w:r>
      <w:r w:rsidR="007F192F" w:rsidRPr="007F192F">
        <w:t>l’inverse</w:t>
      </w:r>
      <w:r w:rsidR="0084305A">
        <w:t xml:space="preserve"> </w:t>
      </w:r>
      <w:r w:rsidR="007F192F" w:rsidRPr="007F192F">
        <w:t>:</w:t>
      </w:r>
    </w:p>
    <w:p w14:paraId="767DCBC9" w14:textId="77777777" w:rsidR="00C93CC9" w:rsidRPr="00317D46" w:rsidRDefault="00C93CC9" w:rsidP="00C93CC9">
      <w:pPr>
        <w:pStyle w:val="Exemples0"/>
        <w:shd w:val="clear" w:color="auto" w:fill="FBE4D5" w:themeFill="accent2" w:themeFillTint="33"/>
        <w:rPr>
          <w:strike/>
        </w:rPr>
      </w:pPr>
      <w:r w:rsidRPr="00317D46">
        <w:rPr>
          <w:strike/>
        </w:rPr>
        <w:t>$commande-&gt;</w:t>
      </w:r>
      <w:proofErr w:type="spellStart"/>
      <w:proofErr w:type="gramStart"/>
      <w:r w:rsidRPr="007561F4">
        <w:rPr>
          <w:strike/>
          <w:shd w:val="clear" w:color="auto" w:fill="A8D08D" w:themeFill="accent6" w:themeFillTint="99"/>
        </w:rPr>
        <w:t>setClient</w:t>
      </w:r>
      <w:proofErr w:type="spellEnd"/>
      <w:r w:rsidRPr="00317D46">
        <w:rPr>
          <w:strike/>
        </w:rPr>
        <w:t>(</w:t>
      </w:r>
      <w:proofErr w:type="gramEnd"/>
      <w:r w:rsidRPr="00317D46">
        <w:rPr>
          <w:strike/>
        </w:rPr>
        <w:t>$</w:t>
      </w:r>
      <w:proofErr w:type="spellStart"/>
      <w:r w:rsidRPr="00317D46">
        <w:rPr>
          <w:strike/>
        </w:rPr>
        <w:t>leClient</w:t>
      </w:r>
      <w:proofErr w:type="spellEnd"/>
      <w:r w:rsidRPr="00317D46">
        <w:rPr>
          <w:strike/>
        </w:rPr>
        <w:t>) ;</w:t>
      </w:r>
    </w:p>
    <w:p w14:paraId="52FFC5F2" w14:textId="77777777" w:rsidR="00C93CC9" w:rsidRDefault="00C93CC9" w:rsidP="00C93CC9"/>
    <w:p w14:paraId="3959AC5B" w14:textId="7287DF5D" w:rsidR="00C93CC9" w:rsidRDefault="00C93CC9" w:rsidP="00C93CC9">
      <w:r>
        <w:t>Dans la classe Client</w:t>
      </w:r>
      <w:r w:rsidR="004A0C91">
        <w:t> :</w:t>
      </w:r>
      <w:bookmarkStart w:id="18" w:name="_GoBack"/>
      <w:bookmarkEnd w:id="18"/>
    </w:p>
    <w:p w14:paraId="4035F7ED" w14:textId="77777777" w:rsidR="00C93CC9" w:rsidRPr="00B161D0" w:rsidRDefault="00C93CC9" w:rsidP="00C93CC9">
      <w:pPr>
        <w:pStyle w:val="Exemples0"/>
        <w:shd w:val="clear" w:color="auto" w:fill="FBE4D5" w:themeFill="accent2" w:themeFillTint="33"/>
      </w:pPr>
      <w:proofErr w:type="gramStart"/>
      <w:r w:rsidRPr="00B161D0">
        <w:t>public</w:t>
      </w:r>
      <w:proofErr w:type="gramEnd"/>
      <w:r w:rsidRPr="00B161D0">
        <w:t xml:space="preserve"> </w:t>
      </w:r>
      <w:proofErr w:type="spellStart"/>
      <w:r w:rsidRPr="00B161D0">
        <w:t>function</w:t>
      </w:r>
      <w:proofErr w:type="spellEnd"/>
      <w:r w:rsidRPr="00B161D0">
        <w:t xml:space="preserve"> </w:t>
      </w:r>
      <w:proofErr w:type="spellStart"/>
      <w:r w:rsidRPr="00B161D0">
        <w:t>addCommande</w:t>
      </w:r>
      <w:proofErr w:type="spellEnd"/>
      <w:r w:rsidRPr="00B161D0">
        <w:t>(\</w:t>
      </w:r>
      <w:proofErr w:type="spellStart"/>
      <w:r w:rsidRPr="00B161D0">
        <w:t>Ppe</w:t>
      </w:r>
      <w:proofErr w:type="spellEnd"/>
      <w:r w:rsidRPr="00B161D0">
        <w:t>\</w:t>
      </w:r>
      <w:proofErr w:type="spellStart"/>
      <w:r w:rsidRPr="00B161D0">
        <w:t>SpaceBookingBundle</w:t>
      </w:r>
      <w:proofErr w:type="spellEnd"/>
      <w:r w:rsidRPr="00B161D0">
        <w:t>\</w:t>
      </w:r>
      <w:proofErr w:type="spellStart"/>
      <w:r w:rsidRPr="00B161D0">
        <w:t>Entity</w:t>
      </w:r>
      <w:proofErr w:type="spellEnd"/>
      <w:r w:rsidRPr="00B161D0">
        <w:t>\Commande $commande){</w:t>
      </w:r>
    </w:p>
    <w:p w14:paraId="717502E8" w14:textId="77777777" w:rsidR="00C93CC9" w:rsidRDefault="00C93CC9" w:rsidP="00C93CC9">
      <w:pPr>
        <w:pStyle w:val="Exemples0"/>
        <w:shd w:val="clear" w:color="auto" w:fill="FBE4D5" w:themeFill="accent2" w:themeFillTint="33"/>
      </w:pPr>
      <w:r w:rsidRPr="00B161D0">
        <w:t xml:space="preserve">        $</w:t>
      </w:r>
      <w:proofErr w:type="spellStart"/>
      <w:r w:rsidRPr="00B161D0">
        <w:t>this</w:t>
      </w:r>
      <w:proofErr w:type="spellEnd"/>
      <w:r w:rsidRPr="00B161D0">
        <w:t>-&gt;</w:t>
      </w:r>
      <w:proofErr w:type="gramStart"/>
      <w:r w:rsidRPr="00B161D0">
        <w:t>commandes[</w:t>
      </w:r>
      <w:proofErr w:type="gramEnd"/>
      <w:r w:rsidRPr="00B161D0">
        <w:t>] = $commande;</w:t>
      </w:r>
    </w:p>
    <w:p w14:paraId="30FD66E2" w14:textId="77777777" w:rsidR="00C93CC9" w:rsidRPr="00B161D0" w:rsidRDefault="00C93CC9" w:rsidP="00C93CC9">
      <w:pPr>
        <w:pStyle w:val="Exemples0"/>
        <w:shd w:val="clear" w:color="auto" w:fill="FBE4D5" w:themeFill="accent2" w:themeFillTint="33"/>
      </w:pPr>
      <w:r>
        <w:t xml:space="preserve">       </w:t>
      </w:r>
      <w:r w:rsidRPr="007F192F">
        <w:t>$commande-&gt;</w:t>
      </w:r>
      <w:proofErr w:type="spellStart"/>
      <w:proofErr w:type="gramStart"/>
      <w:r w:rsidRPr="007F192F">
        <w:t>setClient</w:t>
      </w:r>
      <w:proofErr w:type="spellEnd"/>
      <w:r w:rsidRPr="007F192F">
        <w:t>(</w:t>
      </w:r>
      <w:proofErr w:type="gramEnd"/>
      <w:r w:rsidRPr="007F192F">
        <w:t>$</w:t>
      </w:r>
      <w:proofErr w:type="spellStart"/>
      <w:r w:rsidRPr="007F192F">
        <w:t>this</w:t>
      </w:r>
      <w:proofErr w:type="spellEnd"/>
      <w:r w:rsidRPr="007F192F">
        <w:t>) ;</w:t>
      </w:r>
    </w:p>
    <w:p w14:paraId="0460B576" w14:textId="77777777" w:rsidR="00C93CC9" w:rsidRPr="00B161D0" w:rsidRDefault="00C93CC9" w:rsidP="00C93CC9">
      <w:pPr>
        <w:pStyle w:val="Exemples0"/>
        <w:shd w:val="clear" w:color="auto" w:fill="FBE4D5" w:themeFill="accent2" w:themeFillTint="33"/>
      </w:pPr>
      <w:r w:rsidRPr="00B161D0">
        <w:t xml:space="preserve">        </w:t>
      </w:r>
      <w:proofErr w:type="gramStart"/>
      <w:r w:rsidRPr="00B161D0">
        <w:t>return</w:t>
      </w:r>
      <w:proofErr w:type="gramEnd"/>
      <w:r w:rsidRPr="00B161D0">
        <w:t xml:space="preserve"> $</w:t>
      </w:r>
      <w:proofErr w:type="spellStart"/>
      <w:r w:rsidRPr="00B161D0">
        <w:t>this</w:t>
      </w:r>
      <w:proofErr w:type="spellEnd"/>
      <w:r w:rsidRPr="00B161D0">
        <w:t>;</w:t>
      </w:r>
    </w:p>
    <w:p w14:paraId="0D1E1CAE" w14:textId="77777777" w:rsidR="00C93CC9" w:rsidRDefault="00C93CC9" w:rsidP="00C93CC9">
      <w:pPr>
        <w:pStyle w:val="Exemples0"/>
        <w:shd w:val="clear" w:color="auto" w:fill="FBE4D5" w:themeFill="accent2" w:themeFillTint="33"/>
      </w:pPr>
      <w:r w:rsidRPr="00B161D0">
        <w:t xml:space="preserve">    }</w:t>
      </w:r>
    </w:p>
    <w:p w14:paraId="573EE426" w14:textId="77777777" w:rsidR="00C93CC9" w:rsidRDefault="00C93CC9" w:rsidP="00C93CC9">
      <w:pPr>
        <w:pStyle w:val="Exemples0"/>
        <w:shd w:val="clear" w:color="auto" w:fill="FBE4D5" w:themeFill="accent2" w:themeFillTint="33"/>
      </w:pPr>
    </w:p>
    <w:p w14:paraId="22C374B3" w14:textId="77777777" w:rsidR="00C93CC9" w:rsidRDefault="00C93CC9" w:rsidP="00C93CC9">
      <w:pPr>
        <w:pStyle w:val="Exemples0"/>
        <w:shd w:val="clear" w:color="auto" w:fill="FBE4D5" w:themeFill="accent2" w:themeFillTint="33"/>
      </w:pPr>
      <w:proofErr w:type="gramStart"/>
      <w:r>
        <w:t>public</w:t>
      </w:r>
      <w:proofErr w:type="gramEnd"/>
      <w:r>
        <w:t xml:space="preserve"> </w:t>
      </w:r>
      <w:proofErr w:type="spellStart"/>
      <w:r>
        <w:t>function</w:t>
      </w:r>
      <w:proofErr w:type="spellEnd"/>
      <w:r>
        <w:t xml:space="preserve"> </w:t>
      </w:r>
      <w:proofErr w:type="spellStart"/>
      <w:r>
        <w:t>removeCommande</w:t>
      </w:r>
      <w:proofErr w:type="spellEnd"/>
      <w:r>
        <w:t>(\</w:t>
      </w:r>
      <w:proofErr w:type="spellStart"/>
      <w:r>
        <w:t>Ppe</w:t>
      </w:r>
      <w:proofErr w:type="spellEnd"/>
      <w:r>
        <w:t>\</w:t>
      </w:r>
      <w:proofErr w:type="spellStart"/>
      <w:r>
        <w:t>SpaceBookingBundle</w:t>
      </w:r>
      <w:proofErr w:type="spellEnd"/>
      <w:r>
        <w:t>\</w:t>
      </w:r>
      <w:proofErr w:type="spellStart"/>
      <w:r>
        <w:t>Entity</w:t>
      </w:r>
      <w:proofErr w:type="spellEnd"/>
      <w:r>
        <w:t>\</w:t>
      </w:r>
      <w:r w:rsidRPr="00B161D0">
        <w:t xml:space="preserve">Commande </w:t>
      </w:r>
      <w:r>
        <w:t>$</w:t>
      </w:r>
      <w:r w:rsidRPr="00B161D0">
        <w:t>commande</w:t>
      </w:r>
      <w:r>
        <w:t>)</w:t>
      </w:r>
    </w:p>
    <w:p w14:paraId="3F60CA46" w14:textId="77777777" w:rsidR="00C93CC9" w:rsidRDefault="00C93CC9" w:rsidP="00C93CC9">
      <w:pPr>
        <w:pStyle w:val="Exemples0"/>
        <w:shd w:val="clear" w:color="auto" w:fill="FBE4D5" w:themeFill="accent2" w:themeFillTint="33"/>
      </w:pPr>
      <w:r>
        <w:t xml:space="preserve">    {</w:t>
      </w:r>
    </w:p>
    <w:p w14:paraId="7F3CB1B3" w14:textId="77777777" w:rsidR="00C93CC9" w:rsidRDefault="00C93CC9" w:rsidP="00C93CC9">
      <w:pPr>
        <w:pStyle w:val="Exemples0"/>
        <w:shd w:val="clear" w:color="auto" w:fill="FBE4D5" w:themeFill="accent2" w:themeFillTint="33"/>
      </w:pPr>
      <w:r>
        <w:t xml:space="preserve">        $</w:t>
      </w:r>
      <w:proofErr w:type="spellStart"/>
      <w:r>
        <w:t>this</w:t>
      </w:r>
      <w:proofErr w:type="spellEnd"/>
      <w:r>
        <w:t>-&gt;commandes-&gt;</w:t>
      </w:r>
      <w:proofErr w:type="spellStart"/>
      <w:proofErr w:type="gramStart"/>
      <w:r>
        <w:t>removeElement</w:t>
      </w:r>
      <w:proofErr w:type="spellEnd"/>
      <w:r>
        <w:t>(</w:t>
      </w:r>
      <w:proofErr w:type="gramEnd"/>
      <w:r>
        <w:t>$</w:t>
      </w:r>
      <w:r w:rsidRPr="00B161D0">
        <w:t>commande</w:t>
      </w:r>
      <w:r>
        <w:t>);</w:t>
      </w:r>
    </w:p>
    <w:p w14:paraId="567A0ACD" w14:textId="77777777" w:rsidR="00C93CC9" w:rsidRDefault="00C93CC9" w:rsidP="00C93CC9">
      <w:pPr>
        <w:pStyle w:val="Exemples0"/>
        <w:shd w:val="clear" w:color="auto" w:fill="FBE4D5" w:themeFill="accent2" w:themeFillTint="33"/>
      </w:pPr>
      <w:r>
        <w:t xml:space="preserve">       </w:t>
      </w:r>
      <w:r w:rsidRPr="007F192F">
        <w:t>$commande-&gt;</w:t>
      </w:r>
      <w:proofErr w:type="spellStart"/>
      <w:proofErr w:type="gramStart"/>
      <w:r w:rsidRPr="007F192F">
        <w:t>setClient</w:t>
      </w:r>
      <w:proofErr w:type="spellEnd"/>
      <w:r w:rsidRPr="007F192F">
        <w:t>(</w:t>
      </w:r>
      <w:proofErr w:type="spellStart"/>
      <w:proofErr w:type="gramEnd"/>
      <w:r w:rsidRPr="007F192F">
        <w:t>null</w:t>
      </w:r>
      <w:proofErr w:type="spellEnd"/>
      <w:r w:rsidRPr="007F192F">
        <w:t>) ;</w:t>
      </w:r>
    </w:p>
    <w:p w14:paraId="22FD2E2B" w14:textId="77777777" w:rsidR="00C93CC9" w:rsidRPr="00B161D0" w:rsidRDefault="00C93CC9" w:rsidP="00C93CC9">
      <w:pPr>
        <w:pStyle w:val="Exemples0"/>
        <w:shd w:val="clear" w:color="auto" w:fill="FBE4D5" w:themeFill="accent2" w:themeFillTint="33"/>
      </w:pPr>
      <w:r>
        <w:t xml:space="preserve">    }</w:t>
      </w:r>
    </w:p>
    <w:p w14:paraId="65E0FD56" w14:textId="77777777" w:rsidR="00C93CC9" w:rsidRPr="001606F9" w:rsidRDefault="00C93CC9">
      <w:pPr>
        <w:rPr>
          <w:lang w:val="en-US"/>
        </w:rPr>
      </w:pPr>
    </w:p>
    <w:sectPr w:rsidR="00C93CC9" w:rsidRPr="001606F9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11B19F" w14:textId="77777777" w:rsidR="00701485" w:rsidRDefault="00701485" w:rsidP="00551D5E">
      <w:r>
        <w:separator/>
      </w:r>
    </w:p>
  </w:endnote>
  <w:endnote w:type="continuationSeparator" w:id="0">
    <w:p w14:paraId="57BE573A" w14:textId="77777777" w:rsidR="00701485" w:rsidRDefault="00701485" w:rsidP="00551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C713B" w14:textId="1C88F262" w:rsidR="009A7BE6" w:rsidRPr="000A5208" w:rsidRDefault="009A7BE6" w:rsidP="00551D5E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r>
      <w:fldChar w:fldCharType="begin"/>
    </w:r>
    <w:r>
      <w:instrText xml:space="preserve"> DATE  \@ "MMMM yyyy" </w:instrText>
    </w:r>
    <w:r>
      <w:fldChar w:fldCharType="separate"/>
    </w:r>
    <w:r w:rsidR="00720055">
      <w:rPr>
        <w:noProof/>
      </w:rPr>
      <w:t>avril 2015</w:t>
    </w:r>
    <w:r>
      <w:fldChar w:fldCharType="end"/>
    </w:r>
    <w:r>
      <w:t xml:space="preserve"> – v1.0</w:t>
    </w:r>
    <w:r>
      <w:tab/>
    </w:r>
    <w:r w:rsidRPr="003F7A48">
      <w:t xml:space="preserve">Page 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Pr="003F7A48">
      <w:rPr>
        <w:rStyle w:val="Numrodepage"/>
      </w:rPr>
      <w:fldChar w:fldCharType="separate"/>
    </w:r>
    <w:r w:rsidR="00720055">
      <w:rPr>
        <w:rStyle w:val="Numrodepage"/>
        <w:noProof/>
      </w:rPr>
      <w:t>8</w:t>
    </w:r>
    <w:r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Pr="003F7A48">
      <w:rPr>
        <w:rStyle w:val="Numrodepage"/>
      </w:rPr>
      <w:fldChar w:fldCharType="separate"/>
    </w:r>
    <w:r w:rsidR="00720055">
      <w:rPr>
        <w:rStyle w:val="Numrodepage"/>
        <w:noProof/>
      </w:rPr>
      <w:t>8</w:t>
    </w:r>
    <w:r w:rsidRPr="003F7A48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A9A047" w14:textId="77777777" w:rsidR="00701485" w:rsidRDefault="00701485" w:rsidP="00551D5E">
      <w:r>
        <w:separator/>
      </w:r>
    </w:p>
  </w:footnote>
  <w:footnote w:type="continuationSeparator" w:id="0">
    <w:p w14:paraId="7249DF61" w14:textId="77777777" w:rsidR="00701485" w:rsidRDefault="00701485" w:rsidP="00551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5B69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954B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6A44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9C6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C69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66A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CF4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AA889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B4D15C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62EDD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72FDA"/>
    <w:multiLevelType w:val="multilevel"/>
    <w:tmpl w:val="3CC4AA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5D10E35"/>
    <w:multiLevelType w:val="multilevel"/>
    <w:tmpl w:val="07046B60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9023A80"/>
    <w:multiLevelType w:val="hybridMultilevel"/>
    <w:tmpl w:val="3CC4AA0A"/>
    <w:lvl w:ilvl="0" w:tplc="DFC088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AC548B7"/>
    <w:multiLevelType w:val="hybridMultilevel"/>
    <w:tmpl w:val="07046B60"/>
    <w:lvl w:ilvl="0" w:tplc="A6FE0678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4FB22FBD"/>
    <w:multiLevelType w:val="hybridMultilevel"/>
    <w:tmpl w:val="5C385F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CE6DB0"/>
    <w:multiLevelType w:val="hybridMultilevel"/>
    <w:tmpl w:val="6CFC9A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3AE363D"/>
    <w:multiLevelType w:val="singleLevel"/>
    <w:tmpl w:val="9E302B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8"/>
  </w:num>
  <w:num w:numId="3">
    <w:abstractNumId w:val="12"/>
  </w:num>
  <w:num w:numId="4">
    <w:abstractNumId w:val="16"/>
  </w:num>
  <w:num w:numId="5">
    <w:abstractNumId w:val="17"/>
  </w:num>
  <w:num w:numId="6">
    <w:abstractNumId w:val="19"/>
  </w:num>
  <w:num w:numId="7">
    <w:abstractNumId w:val="8"/>
  </w:num>
  <w:num w:numId="8">
    <w:abstractNumId w:val="9"/>
  </w:num>
  <w:num w:numId="9">
    <w:abstractNumId w:val="14"/>
  </w:num>
  <w:num w:numId="10">
    <w:abstractNumId w:val="7"/>
  </w:num>
  <w:num w:numId="11">
    <w:abstractNumId w:val="15"/>
  </w:num>
  <w:num w:numId="12">
    <w:abstractNumId w:val="1"/>
  </w:num>
  <w:num w:numId="13">
    <w:abstractNumId w:val="0"/>
  </w:num>
  <w:num w:numId="14">
    <w:abstractNumId w:val="10"/>
  </w:num>
  <w:num w:numId="15">
    <w:abstractNumId w:val="11"/>
  </w:num>
  <w:num w:numId="16">
    <w:abstractNumId w:val="3"/>
  </w:num>
  <w:num w:numId="17">
    <w:abstractNumId w:val="2"/>
  </w:num>
  <w:num w:numId="18">
    <w:abstractNumId w:val="6"/>
  </w:num>
  <w:num w:numId="19">
    <w:abstractNumId w:val="5"/>
  </w:num>
  <w:num w:numId="2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85C"/>
    <w:rsid w:val="000845E7"/>
    <w:rsid w:val="001606F9"/>
    <w:rsid w:val="001A285C"/>
    <w:rsid w:val="0020506E"/>
    <w:rsid w:val="002C75FC"/>
    <w:rsid w:val="002E43CA"/>
    <w:rsid w:val="00302AB7"/>
    <w:rsid w:val="00351B20"/>
    <w:rsid w:val="003641E1"/>
    <w:rsid w:val="003A3197"/>
    <w:rsid w:val="004A0C91"/>
    <w:rsid w:val="004A7664"/>
    <w:rsid w:val="004D1C1C"/>
    <w:rsid w:val="004E1146"/>
    <w:rsid w:val="004E219C"/>
    <w:rsid w:val="00541B7F"/>
    <w:rsid w:val="00551D5E"/>
    <w:rsid w:val="0057775D"/>
    <w:rsid w:val="005961F7"/>
    <w:rsid w:val="005F62A0"/>
    <w:rsid w:val="0067601A"/>
    <w:rsid w:val="006A6136"/>
    <w:rsid w:val="006C4795"/>
    <w:rsid w:val="006F2B35"/>
    <w:rsid w:val="007000C5"/>
    <w:rsid w:val="00701485"/>
    <w:rsid w:val="00715998"/>
    <w:rsid w:val="00720055"/>
    <w:rsid w:val="00736A0B"/>
    <w:rsid w:val="007561F4"/>
    <w:rsid w:val="00765752"/>
    <w:rsid w:val="007B1126"/>
    <w:rsid w:val="007C7DCA"/>
    <w:rsid w:val="007D7480"/>
    <w:rsid w:val="007F192F"/>
    <w:rsid w:val="0084305A"/>
    <w:rsid w:val="0087083C"/>
    <w:rsid w:val="00876869"/>
    <w:rsid w:val="008C75B0"/>
    <w:rsid w:val="009A1047"/>
    <w:rsid w:val="009A7BE6"/>
    <w:rsid w:val="00A26431"/>
    <w:rsid w:val="00B22F3D"/>
    <w:rsid w:val="00B82860"/>
    <w:rsid w:val="00B86201"/>
    <w:rsid w:val="00BB7A2F"/>
    <w:rsid w:val="00BC6757"/>
    <w:rsid w:val="00C53476"/>
    <w:rsid w:val="00C93CC9"/>
    <w:rsid w:val="00CB22A5"/>
    <w:rsid w:val="00D80E5F"/>
    <w:rsid w:val="00D97C89"/>
    <w:rsid w:val="00DA49F2"/>
    <w:rsid w:val="00DA5BB2"/>
    <w:rsid w:val="00DF18B4"/>
    <w:rsid w:val="00E65630"/>
    <w:rsid w:val="00EE00E8"/>
    <w:rsid w:val="00F62599"/>
    <w:rsid w:val="00F72C59"/>
    <w:rsid w:val="00FD424C"/>
    <w:rsid w:val="00FF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B2A40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5B0"/>
    <w:pPr>
      <w:spacing w:after="0" w:line="240" w:lineRule="auto"/>
    </w:pPr>
    <w:rPr>
      <w:rFonts w:ascii="Arial" w:hAnsi="Arial" w:cs="Arial"/>
      <w:color w:val="00008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8C75B0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8C75B0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qFormat/>
    <w:rsid w:val="008C75B0"/>
    <w:pPr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8C75B0"/>
    <w:pPr>
      <w:outlineLvl w:val="3"/>
    </w:pPr>
    <w:rPr>
      <w:i/>
      <w:iCs/>
    </w:rPr>
  </w:style>
  <w:style w:type="paragraph" w:styleId="Titre5">
    <w:name w:val="heading 5"/>
    <w:basedOn w:val="Titre4"/>
    <w:next w:val="Normal"/>
    <w:link w:val="Titre5Car"/>
    <w:qFormat/>
    <w:rsid w:val="008C75B0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7B1126"/>
    <w:rPr>
      <w:i/>
      <w:iCs/>
    </w:rPr>
  </w:style>
  <w:style w:type="character" w:customStyle="1" w:styleId="apple-converted-space">
    <w:name w:val="apple-converted-space"/>
    <w:basedOn w:val="Policepardfaut"/>
    <w:rsid w:val="007B1126"/>
  </w:style>
  <w:style w:type="character" w:styleId="CodeHTML">
    <w:name w:val="HTML Code"/>
    <w:basedOn w:val="Policepardfaut"/>
    <w:uiPriority w:val="99"/>
    <w:semiHidden/>
    <w:unhideWhenUsed/>
    <w:rsid w:val="007B1126"/>
    <w:rPr>
      <w:rFonts w:ascii="Courier New" w:eastAsia="Times New Roman" w:hAnsi="Courier New" w:cs="Courier New"/>
      <w:sz w:val="20"/>
      <w:szCs w:val="20"/>
    </w:rPr>
  </w:style>
  <w:style w:type="character" w:customStyle="1" w:styleId="codecommentaire1">
    <w:name w:val="code_commentaire1"/>
    <w:basedOn w:val="Policepardfaut"/>
    <w:rsid w:val="007B1126"/>
  </w:style>
  <w:style w:type="paragraph" w:styleId="Commentaire">
    <w:name w:val="annotation text"/>
    <w:basedOn w:val="Normal"/>
    <w:link w:val="CommentaireCar"/>
    <w:uiPriority w:val="99"/>
    <w:semiHidden/>
    <w:unhideWhenUsed/>
    <w:rsid w:val="007B1126"/>
  </w:style>
  <w:style w:type="character" w:customStyle="1" w:styleId="CommentaireCar">
    <w:name w:val="Commentaire Car"/>
    <w:basedOn w:val="Policepardfaut"/>
    <w:link w:val="Commentaire"/>
    <w:uiPriority w:val="99"/>
    <w:semiHidden/>
    <w:rsid w:val="007B1126"/>
    <w:rPr>
      <w:rFonts w:eastAsia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nhideWhenUsed/>
    <w:rsid w:val="007B1126"/>
    <w:pPr>
      <w:jc w:val="both"/>
    </w:pPr>
    <w:rPr>
      <w:rFonts w:ascii="Times New Roman" w:hAnsi="Times New Roman"/>
      <w:sz w:val="24"/>
    </w:rPr>
  </w:style>
  <w:style w:type="character" w:customStyle="1" w:styleId="CorpsdetexteCar">
    <w:name w:val="Corps de texte Car"/>
    <w:basedOn w:val="Policepardfaut"/>
    <w:link w:val="Corpsdetexte"/>
    <w:rsid w:val="007B1126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rection">
    <w:name w:val="correction"/>
    <w:basedOn w:val="Corpsdetexte"/>
    <w:link w:val="correctionCar"/>
    <w:qFormat/>
    <w:rsid w:val="007B1126"/>
    <w:pPr>
      <w:shd w:val="clear" w:color="auto" w:fill="D0CECE" w:themeFill="background2" w:themeFillShade="E6"/>
      <w:jc w:val="left"/>
    </w:pPr>
    <w:rPr>
      <w:color w:val="D9D9D9" w:themeColor="background1" w:themeShade="D9"/>
      <w:lang w:val="en-US"/>
    </w:rPr>
  </w:style>
  <w:style w:type="character" w:customStyle="1" w:styleId="correctionCar">
    <w:name w:val="correction Car"/>
    <w:basedOn w:val="CorpsdetexteCar"/>
    <w:link w:val="correction"/>
    <w:rsid w:val="007B1126"/>
    <w:rPr>
      <w:rFonts w:ascii="Times New Roman" w:eastAsia="Times New Roman" w:hAnsi="Times New Roman" w:cs="Times New Roman"/>
      <w:color w:val="D9D9D9" w:themeColor="background1" w:themeShade="D9"/>
      <w:sz w:val="24"/>
      <w:szCs w:val="20"/>
      <w:shd w:val="clear" w:color="auto" w:fill="D0CECE" w:themeFill="background2" w:themeFillShade="E6"/>
      <w:lang w:val="en-US" w:eastAsia="fr-FR"/>
    </w:rPr>
  </w:style>
  <w:style w:type="paragraph" w:customStyle="1" w:styleId="exemples">
    <w:name w:val="exemples"/>
    <w:basedOn w:val="Corpsdetexte"/>
    <w:link w:val="exemplesCar"/>
    <w:qFormat/>
    <w:rsid w:val="007B1126"/>
    <w:pPr>
      <w:shd w:val="clear" w:color="auto" w:fill="F2F2F2" w:themeFill="background1" w:themeFillShade="F2"/>
      <w:jc w:val="left"/>
    </w:pPr>
    <w:rPr>
      <w:rFonts w:asciiTheme="minorHAnsi" w:hAnsiTheme="minorHAnsi"/>
      <w:sz w:val="22"/>
      <w:szCs w:val="22"/>
    </w:rPr>
  </w:style>
  <w:style w:type="character" w:customStyle="1" w:styleId="exemplesCar">
    <w:name w:val="exemples Car"/>
    <w:basedOn w:val="Policepardfaut"/>
    <w:link w:val="exemples"/>
    <w:rsid w:val="007B1126"/>
    <w:rPr>
      <w:rFonts w:eastAsia="Times New Roman" w:cs="Times New Roman"/>
      <w:shd w:val="clear" w:color="auto" w:fill="F2F2F2" w:themeFill="background1" w:themeFillShade="F2"/>
      <w:lang w:eastAsia="fr-FR"/>
    </w:rPr>
  </w:style>
  <w:style w:type="paragraph" w:customStyle="1" w:styleId="doc">
    <w:name w:val="doc"/>
    <w:basedOn w:val="exemples"/>
    <w:link w:val="docCar"/>
    <w:qFormat/>
    <w:rsid w:val="007B1126"/>
    <w:pPr>
      <w:shd w:val="clear" w:color="auto" w:fill="FFF2CC" w:themeFill="accent4" w:themeFillTint="33"/>
    </w:pPr>
  </w:style>
  <w:style w:type="character" w:customStyle="1" w:styleId="docCar">
    <w:name w:val="doc Car"/>
    <w:basedOn w:val="exemplesCar"/>
    <w:link w:val="doc"/>
    <w:rsid w:val="007B1126"/>
    <w:rPr>
      <w:rFonts w:eastAsia="Times New Roman" w:cs="Times New Roman"/>
      <w:shd w:val="clear" w:color="auto" w:fill="FFF2CC" w:themeFill="accent4" w:themeFillTint="33"/>
      <w:lang w:eastAsia="fr-FR"/>
    </w:rPr>
  </w:style>
  <w:style w:type="character" w:styleId="lev">
    <w:name w:val="Strong"/>
    <w:basedOn w:val="Policepardfaut"/>
    <w:uiPriority w:val="22"/>
    <w:qFormat/>
    <w:rsid w:val="007B1126"/>
    <w:rPr>
      <w:b/>
      <w:bCs/>
    </w:rPr>
  </w:style>
  <w:style w:type="paragraph" w:styleId="En-tte">
    <w:name w:val="header"/>
    <w:basedOn w:val="Normal"/>
    <w:link w:val="En-tteCar"/>
    <w:rsid w:val="008C75B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B1126"/>
    <w:rPr>
      <w:rFonts w:ascii="Arial" w:hAnsi="Arial" w:cs="Arial"/>
      <w:color w:val="000080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7B1126"/>
    <w:rPr>
      <w:rFonts w:ascii="Arial" w:hAnsi="Arial" w:cs="Arial"/>
      <w:b/>
      <w:bCs/>
      <w:color w:val="7D9BFF"/>
      <w:sz w:val="28"/>
      <w:szCs w:val="28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B1126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i/>
      <w:caps/>
      <w:color w:val="2E74B5" w:themeColor="accent1" w:themeShade="BF"/>
    </w:rPr>
  </w:style>
  <w:style w:type="paragraph" w:customStyle="1" w:styleId="Espace">
    <w:name w:val="Espace"/>
    <w:basedOn w:val="Normal"/>
    <w:next w:val="Normal"/>
    <w:rsid w:val="007B1126"/>
    <w:pPr>
      <w:jc w:val="both"/>
    </w:pPr>
    <w:rPr>
      <w:rFonts w:ascii="Times New Roman" w:hAnsi="Times New Roman"/>
      <w:sz w:val="12"/>
    </w:rPr>
  </w:style>
  <w:style w:type="paragraph" w:customStyle="1" w:styleId="execution">
    <w:name w:val="execution"/>
    <w:basedOn w:val="Corpsdetexte"/>
    <w:link w:val="executionCar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executionCar">
    <w:name w:val="execution Car"/>
    <w:basedOn w:val="CorpsdetexteCar"/>
    <w:link w:val="execution"/>
    <w:rsid w:val="007B1126"/>
    <w:rPr>
      <w:rFonts w:ascii="Times New Roman" w:eastAsia="Times New Roman" w:hAnsi="Times New Roman" w:cs="Times New Roman"/>
      <w:sz w:val="24"/>
      <w:szCs w:val="20"/>
      <w:shd w:val="clear" w:color="auto" w:fill="D0CECE" w:themeFill="background2" w:themeFillShade="E6"/>
      <w:lang w:eastAsia="fr-FR"/>
    </w:rPr>
  </w:style>
  <w:style w:type="paragraph" w:customStyle="1" w:styleId="Exemples0">
    <w:name w:val="Exemples"/>
    <w:basedOn w:val="Normal"/>
    <w:link w:val="ExemplesCar0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E2F3" w:themeFill="accent5" w:themeFillTint="33"/>
    </w:pPr>
    <w:rPr>
      <w:rFonts w:cstheme="minorHAnsi"/>
    </w:rPr>
  </w:style>
  <w:style w:type="character" w:customStyle="1" w:styleId="ExemplesCar0">
    <w:name w:val="Exemples Car"/>
    <w:basedOn w:val="Policepardfaut"/>
    <w:link w:val="Exemples0"/>
    <w:rsid w:val="007B1126"/>
    <w:rPr>
      <w:rFonts w:eastAsia="Times New Roman" w:cstheme="minorHAnsi"/>
      <w:shd w:val="clear" w:color="auto" w:fill="D9E2F3" w:themeFill="accent5" w:themeFillTint="33"/>
      <w:lang w:eastAsia="fr-FR"/>
    </w:rPr>
  </w:style>
  <w:style w:type="paragraph" w:customStyle="1" w:styleId="exercices">
    <w:name w:val="exercices"/>
    <w:basedOn w:val="Normal"/>
    <w:link w:val="exercicesCar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5E0B3" w:themeFill="accent6" w:themeFillTint="66"/>
    </w:pPr>
  </w:style>
  <w:style w:type="character" w:customStyle="1" w:styleId="exercicesCar">
    <w:name w:val="exercices Car"/>
    <w:basedOn w:val="Policepardfaut"/>
    <w:link w:val="exercices"/>
    <w:rsid w:val="007B1126"/>
    <w:rPr>
      <w:rFonts w:eastAsia="Times New Roman" w:cs="Times New Roman"/>
      <w:sz w:val="20"/>
      <w:szCs w:val="20"/>
      <w:shd w:val="clear" w:color="auto" w:fill="C5E0B3" w:themeFill="accent6" w:themeFillTint="66"/>
      <w:lang w:eastAsia="fr-FR"/>
    </w:rPr>
  </w:style>
  <w:style w:type="paragraph" w:customStyle="1" w:styleId="fichier">
    <w:name w:val="fichier"/>
    <w:basedOn w:val="Normal"/>
    <w:link w:val="fichierCar"/>
    <w:qFormat/>
    <w:rsid w:val="007B1126"/>
    <w:rPr>
      <w:rFonts w:ascii="Courier New" w:hAnsi="Courier New" w:cs="Courier New"/>
    </w:rPr>
  </w:style>
  <w:style w:type="character" w:customStyle="1" w:styleId="fichierCar">
    <w:name w:val="fichier Car"/>
    <w:basedOn w:val="Policepardfaut"/>
    <w:link w:val="fichier"/>
    <w:rsid w:val="007B1126"/>
    <w:rPr>
      <w:rFonts w:ascii="Courier New" w:eastAsia="Times New Roman" w:hAnsi="Courier New" w:cs="Courier New"/>
      <w:lang w:eastAsia="fr-FR"/>
    </w:rPr>
  </w:style>
  <w:style w:type="paragraph" w:customStyle="1" w:styleId="Index">
    <w:name w:val="Index"/>
    <w:basedOn w:val="Normal"/>
    <w:rsid w:val="007B1126"/>
    <w:pPr>
      <w:suppressLineNumbers/>
    </w:pPr>
    <w:rPr>
      <w:rFonts w:cs="Mangal"/>
    </w:rPr>
  </w:style>
  <w:style w:type="paragraph" w:styleId="Lgende">
    <w:name w:val="caption"/>
    <w:basedOn w:val="Normal"/>
    <w:next w:val="Normal"/>
    <w:qFormat/>
    <w:rsid w:val="008C75B0"/>
    <w:pPr>
      <w:spacing w:before="120" w:after="120"/>
      <w:jc w:val="center"/>
    </w:pPr>
    <w:rPr>
      <w:b/>
      <w:bCs/>
    </w:rPr>
  </w:style>
  <w:style w:type="character" w:styleId="Lienhypertexte">
    <w:name w:val="Hyperlink"/>
    <w:rsid w:val="008C75B0"/>
    <w:rPr>
      <w:rFonts w:ascii="Arial" w:hAnsi="Arial" w:cs="Arial"/>
      <w:color w:val="0000FF"/>
      <w:sz w:val="20"/>
      <w:szCs w:val="20"/>
      <w:u w:val="single"/>
    </w:rPr>
  </w:style>
  <w:style w:type="paragraph" w:customStyle="1" w:styleId="ligne">
    <w:name w:val="ligne"/>
    <w:basedOn w:val="Corpsdetexte"/>
    <w:link w:val="ligneCar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9C9C9" w:themeFill="accent3" w:themeFillTint="99"/>
    </w:pPr>
  </w:style>
  <w:style w:type="character" w:customStyle="1" w:styleId="ligneCar">
    <w:name w:val="ligne Car"/>
    <w:basedOn w:val="CorpsdetexteCar"/>
    <w:link w:val="ligne"/>
    <w:rsid w:val="007B1126"/>
    <w:rPr>
      <w:rFonts w:ascii="Times New Roman" w:eastAsia="Times New Roman" w:hAnsi="Times New Roman" w:cs="Times New Roman"/>
      <w:sz w:val="24"/>
      <w:szCs w:val="20"/>
      <w:shd w:val="clear" w:color="auto" w:fill="C9C9C9" w:themeFill="accent3" w:themeFillTint="99"/>
      <w:lang w:eastAsia="fr-FR"/>
    </w:rPr>
  </w:style>
  <w:style w:type="paragraph" w:styleId="Liste">
    <w:name w:val="List"/>
    <w:basedOn w:val="Corpsdetexte"/>
    <w:rsid w:val="007B1126"/>
    <w:rPr>
      <w:rFonts w:cs="Mangal"/>
    </w:rPr>
  </w:style>
  <w:style w:type="paragraph" w:customStyle="1" w:styleId="Listing">
    <w:name w:val="Listing"/>
    <w:basedOn w:val="Normal"/>
    <w:rsid w:val="007B1126"/>
    <w:pPr>
      <w:pBdr>
        <w:left w:val="single" w:sz="6" w:space="1" w:color="auto"/>
      </w:pBdr>
      <w:ind w:left="567"/>
    </w:pPr>
    <w:rPr>
      <w:rFonts w:ascii="Courier New" w:hAnsi="Courier New"/>
      <w:sz w:val="16"/>
    </w:rPr>
  </w:style>
  <w:style w:type="character" w:customStyle="1" w:styleId="ListLabel1">
    <w:name w:val="ListLabel 1"/>
    <w:rsid w:val="007B1126"/>
    <w:rPr>
      <w:rFonts w:eastAsia="Times New Roman" w:cs="Times New Roman"/>
    </w:rPr>
  </w:style>
  <w:style w:type="character" w:customStyle="1" w:styleId="ListLabel2">
    <w:name w:val="ListLabel 2"/>
    <w:rsid w:val="007B1126"/>
    <w:rPr>
      <w:rFonts w:cs="Courier New"/>
    </w:rPr>
  </w:style>
  <w:style w:type="character" w:customStyle="1" w:styleId="l-scalar-plain">
    <w:name w:val="l-scalar-plain"/>
    <w:basedOn w:val="Policepardfaut"/>
    <w:rsid w:val="007B1126"/>
  </w:style>
  <w:style w:type="character" w:styleId="Marquedannotation">
    <w:name w:val="annotation reference"/>
    <w:basedOn w:val="Policepardfaut"/>
    <w:uiPriority w:val="99"/>
    <w:semiHidden/>
    <w:unhideWhenUsed/>
    <w:rsid w:val="007B1126"/>
    <w:rPr>
      <w:sz w:val="16"/>
      <w:szCs w:val="16"/>
    </w:rPr>
  </w:style>
  <w:style w:type="paragraph" w:styleId="NormalWeb">
    <w:name w:val="Normal (Web)"/>
    <w:basedOn w:val="Normal"/>
    <w:autoRedefine/>
    <w:rsid w:val="008C75B0"/>
    <w:pPr>
      <w:spacing w:line="360" w:lineRule="auto"/>
    </w:pPr>
  </w:style>
  <w:style w:type="paragraph" w:customStyle="1" w:styleId="Normalsansindent">
    <w:name w:val="Normal sans indent"/>
    <w:basedOn w:val="Normal"/>
    <w:next w:val="Normal"/>
    <w:rsid w:val="007B1126"/>
    <w:pPr>
      <w:jc w:val="both"/>
    </w:pPr>
    <w:rPr>
      <w:rFonts w:ascii="Times New Roman" w:hAnsi="Times New Roman"/>
    </w:rPr>
  </w:style>
  <w:style w:type="character" w:styleId="Numrodepage">
    <w:name w:val="page number"/>
    <w:rsid w:val="008C75B0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112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1126"/>
    <w:rPr>
      <w:rFonts w:eastAsia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qFormat/>
    <w:rsid w:val="007B1126"/>
    <w:pPr>
      <w:ind w:left="720"/>
      <w:contextualSpacing/>
    </w:pPr>
  </w:style>
  <w:style w:type="paragraph" w:styleId="Pieddepage">
    <w:name w:val="footer"/>
    <w:basedOn w:val="Normal"/>
    <w:link w:val="PieddepageCar"/>
    <w:rsid w:val="008C75B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B1126"/>
    <w:rPr>
      <w:rFonts w:ascii="Arial" w:hAnsi="Arial" w:cs="Arial"/>
      <w:color w:val="000080"/>
      <w:sz w:val="20"/>
      <w:szCs w:val="20"/>
      <w:lang w:eastAsia="fr-FR"/>
    </w:rPr>
  </w:style>
  <w:style w:type="character" w:customStyle="1" w:styleId="p-indicator">
    <w:name w:val="p-indicator"/>
    <w:basedOn w:val="Policepardfaut"/>
    <w:rsid w:val="007B1126"/>
  </w:style>
  <w:style w:type="paragraph" w:styleId="HTMLprformat">
    <w:name w:val="HTML Preformatted"/>
    <w:basedOn w:val="Normal"/>
    <w:link w:val="HTMLprformatCar"/>
    <w:uiPriority w:val="99"/>
    <w:semiHidden/>
    <w:unhideWhenUsed/>
    <w:rsid w:val="007B11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formatCar">
    <w:name w:val="HTML préformaté Car"/>
    <w:basedOn w:val="Policepardfaut"/>
    <w:link w:val="HTMLprformat"/>
    <w:uiPriority w:val="99"/>
    <w:semiHidden/>
    <w:rsid w:val="007B1126"/>
    <w:rPr>
      <w:rFonts w:ascii="Courier New" w:eastAsia="Times New Roman" w:hAnsi="Courier New" w:cs="Courier New"/>
      <w:sz w:val="20"/>
      <w:szCs w:val="20"/>
      <w:lang w:eastAsia="fr-FR"/>
    </w:rPr>
  </w:style>
  <w:style w:type="paragraph" w:customStyle="1" w:styleId="schma">
    <w:name w:val="schéma"/>
    <w:basedOn w:val="Normal"/>
    <w:link w:val="schmaCar"/>
    <w:qFormat/>
    <w:rsid w:val="007B1126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hd w:val="clear" w:color="auto" w:fill="FFE599" w:themeFill="accent4" w:themeFillTint="66"/>
      <w:tabs>
        <w:tab w:val="left" w:pos="916"/>
        <w:tab w:val="left" w:pos="127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40" w:after="140"/>
      <w:ind w:left="360"/>
      <w:jc w:val="both"/>
    </w:pPr>
    <w:rPr>
      <w:rFonts w:cstheme="minorHAnsi"/>
      <w:color w:val="000000"/>
      <w:sz w:val="18"/>
      <w:szCs w:val="18"/>
    </w:rPr>
  </w:style>
  <w:style w:type="character" w:customStyle="1" w:styleId="schmaCar">
    <w:name w:val="schéma Car"/>
    <w:basedOn w:val="Policepardfaut"/>
    <w:link w:val="schma"/>
    <w:rsid w:val="007B1126"/>
    <w:rPr>
      <w:rFonts w:eastAsia="Times New Roman" w:cstheme="minorHAnsi"/>
      <w:color w:val="000000"/>
      <w:sz w:val="18"/>
      <w:szCs w:val="18"/>
      <w:shd w:val="clear" w:color="auto" w:fill="FFE599" w:themeFill="accent4" w:themeFillTint="66"/>
      <w:lang w:eastAsia="fr-FR"/>
    </w:rPr>
  </w:style>
  <w:style w:type="character" w:customStyle="1" w:styleId="shfunction">
    <w:name w:val="sh_function"/>
    <w:basedOn w:val="Policepardfaut"/>
    <w:rsid w:val="007B1126"/>
  </w:style>
  <w:style w:type="character" w:customStyle="1" w:styleId="shkeyword">
    <w:name w:val="sh_keyword"/>
    <w:basedOn w:val="Policepardfaut"/>
    <w:rsid w:val="007B1126"/>
  </w:style>
  <w:style w:type="character" w:customStyle="1" w:styleId="shsymbol">
    <w:name w:val="sh_symbol"/>
    <w:basedOn w:val="Policepardfaut"/>
    <w:rsid w:val="007B1126"/>
  </w:style>
  <w:style w:type="paragraph" w:customStyle="1" w:styleId="sql">
    <w:name w:val="sql"/>
    <w:basedOn w:val="Normal"/>
    <w:link w:val="sqlCar"/>
    <w:qFormat/>
    <w:rsid w:val="007B1126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hd w:val="clear" w:color="auto" w:fill="FAF0E6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40"/>
      <w:jc w:val="both"/>
    </w:pPr>
    <w:rPr>
      <w:rFonts w:ascii="Courier New" w:hAnsi="Courier New" w:cs="Courier New"/>
      <w:color w:val="000000"/>
      <w:sz w:val="18"/>
      <w:szCs w:val="18"/>
    </w:rPr>
  </w:style>
  <w:style w:type="character" w:customStyle="1" w:styleId="sqlCar">
    <w:name w:val="sql Car"/>
    <w:basedOn w:val="Policepardfaut"/>
    <w:link w:val="sql"/>
    <w:rsid w:val="007B1126"/>
    <w:rPr>
      <w:rFonts w:ascii="Courier New" w:eastAsia="Times New Roman" w:hAnsi="Courier New" w:cs="Courier New"/>
      <w:color w:val="000000"/>
      <w:sz w:val="18"/>
      <w:szCs w:val="18"/>
      <w:shd w:val="clear" w:color="auto" w:fill="FAF0E6"/>
      <w:lang w:eastAsia="fr-FR"/>
    </w:rPr>
  </w:style>
  <w:style w:type="paragraph" w:customStyle="1" w:styleId="syntaxe">
    <w:name w:val="syntaxe"/>
    <w:basedOn w:val="Corpsdetexte"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418"/>
        <w:tab w:val="left" w:pos="1701"/>
        <w:tab w:val="left" w:pos="1985"/>
        <w:tab w:val="left" w:pos="2268"/>
      </w:tabs>
      <w:ind w:left="1134" w:right="5526"/>
    </w:pPr>
  </w:style>
  <w:style w:type="paragraph" w:styleId="Textedebulles">
    <w:name w:val="Balloon Text"/>
    <w:basedOn w:val="Normal"/>
    <w:link w:val="TextedebullesCar"/>
    <w:uiPriority w:val="99"/>
    <w:unhideWhenUsed/>
    <w:rsid w:val="007B112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7B1126"/>
    <w:rPr>
      <w:rFonts w:ascii="Segoe UI" w:eastAsia="Times New Roman" w:hAnsi="Segoe UI" w:cs="Segoe UI"/>
      <w:sz w:val="18"/>
      <w:szCs w:val="18"/>
      <w:lang w:eastAsia="fr-FR"/>
    </w:rPr>
  </w:style>
  <w:style w:type="paragraph" w:styleId="Titre">
    <w:name w:val="Title"/>
    <w:basedOn w:val="Titre1"/>
    <w:next w:val="Normal"/>
    <w:link w:val="TitreCar"/>
    <w:uiPriority w:val="10"/>
    <w:qFormat/>
    <w:rsid w:val="007B1126"/>
    <w:rPr>
      <w:i/>
    </w:rPr>
  </w:style>
  <w:style w:type="character" w:customStyle="1" w:styleId="TitreCar">
    <w:name w:val="Titre Car"/>
    <w:basedOn w:val="Policepardfaut"/>
    <w:link w:val="Titre"/>
    <w:uiPriority w:val="10"/>
    <w:rsid w:val="007B1126"/>
    <w:rPr>
      <w:rFonts w:ascii="Arial" w:eastAsia="Times New Roman" w:hAnsi="Arial" w:cs="Times New Roman"/>
      <w:b/>
      <w:i/>
      <w:caps/>
      <w:color w:val="FF0000"/>
      <w:kern w:val="28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7B1126"/>
    <w:rPr>
      <w:rFonts w:ascii="Arial" w:hAnsi="Arial" w:cs="Arial"/>
      <w:b/>
      <w:bCs/>
      <w:color w:val="B02200"/>
      <w:sz w:val="26"/>
      <w:szCs w:val="36"/>
      <w:lang w:eastAsia="fr-FR"/>
    </w:rPr>
  </w:style>
  <w:style w:type="character" w:customStyle="1" w:styleId="Titre3Car">
    <w:name w:val="Titre 3 Car"/>
    <w:basedOn w:val="Policepardfaut"/>
    <w:link w:val="Titre3"/>
    <w:rsid w:val="007000C5"/>
    <w:rPr>
      <w:rFonts w:ascii="Arial" w:hAnsi="Arial" w:cs="Arial"/>
      <w:b/>
      <w:bCs/>
      <w:color w:val="00008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7B1126"/>
    <w:rPr>
      <w:rFonts w:ascii="Arial" w:hAnsi="Arial" w:cs="Arial"/>
      <w:i/>
      <w:iCs/>
      <w:color w:val="000080"/>
      <w:sz w:val="20"/>
      <w:szCs w:val="20"/>
      <w:lang w:eastAsia="fr-FR"/>
    </w:rPr>
  </w:style>
  <w:style w:type="paragraph" w:customStyle="1" w:styleId="Titreprincipal">
    <w:name w:val="Titre principal"/>
    <w:basedOn w:val="Normal"/>
    <w:rsid w:val="007B1126"/>
    <w:pPr>
      <w:keepNext/>
      <w:spacing w:before="240" w:after="60"/>
      <w:ind w:left="360"/>
      <w:jc w:val="center"/>
    </w:pPr>
    <w:rPr>
      <w:b/>
      <w:i/>
      <w:caps/>
      <w:color w:val="FF000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7B1126"/>
    <w:pPr>
      <w:tabs>
        <w:tab w:val="right" w:leader="dot" w:pos="10456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B1126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7B1126"/>
    <w:pPr>
      <w:spacing w:after="100"/>
      <w:ind w:left="440"/>
    </w:pPr>
  </w:style>
  <w:style w:type="character" w:customStyle="1" w:styleId="Titre5Car">
    <w:name w:val="Titre 5 Car"/>
    <w:basedOn w:val="Policepardfaut"/>
    <w:link w:val="Titre5"/>
    <w:rsid w:val="001A285C"/>
    <w:rPr>
      <w:rFonts w:ascii="Arial" w:hAnsi="Arial" w:cs="Arial"/>
      <w:iCs/>
      <w:color w:val="000080"/>
      <w:sz w:val="20"/>
      <w:szCs w:val="20"/>
      <w:lang w:eastAsia="fr-FR"/>
    </w:rPr>
  </w:style>
  <w:style w:type="paragraph" w:customStyle="1" w:styleId="Exercices0">
    <w:name w:val="Exercices"/>
    <w:basedOn w:val="Corpsdetexte"/>
    <w:link w:val="ExercicesCar0"/>
    <w:qFormat/>
    <w:rsid w:val="001A285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9C9C9" w:themeFill="accent3" w:themeFillTint="99"/>
    </w:pPr>
  </w:style>
  <w:style w:type="character" w:customStyle="1" w:styleId="ExercicesCar0">
    <w:name w:val="Exercices Car"/>
    <w:basedOn w:val="CorpsdetexteCar"/>
    <w:link w:val="Exercices0"/>
    <w:rsid w:val="001A285C"/>
    <w:rPr>
      <w:rFonts w:ascii="Times New Roman" w:eastAsia="Times New Roman" w:hAnsi="Times New Roman" w:cs="Times New Roman"/>
      <w:sz w:val="24"/>
      <w:szCs w:val="20"/>
      <w:shd w:val="clear" w:color="auto" w:fill="C9C9C9" w:themeFill="accent3" w:themeFillTint="99"/>
      <w:lang w:eastAsia="fr-FR"/>
    </w:rPr>
  </w:style>
  <w:style w:type="character" w:customStyle="1" w:styleId="nowrap">
    <w:name w:val="nowrap"/>
    <w:basedOn w:val="Policepardfaut"/>
    <w:rsid w:val="001A285C"/>
  </w:style>
  <w:style w:type="character" w:customStyle="1" w:styleId="sd">
    <w:name w:val="sd"/>
    <w:basedOn w:val="Policepardfaut"/>
    <w:rsid w:val="001A285C"/>
  </w:style>
  <w:style w:type="character" w:customStyle="1" w:styleId="k">
    <w:name w:val="k"/>
    <w:basedOn w:val="Policepardfaut"/>
    <w:rsid w:val="001A285C"/>
  </w:style>
  <w:style w:type="character" w:customStyle="1" w:styleId="nf">
    <w:name w:val="nf"/>
    <w:basedOn w:val="Policepardfaut"/>
    <w:rsid w:val="001A285C"/>
  </w:style>
  <w:style w:type="character" w:customStyle="1" w:styleId="p">
    <w:name w:val="p"/>
    <w:basedOn w:val="Policepardfaut"/>
    <w:rsid w:val="001A285C"/>
  </w:style>
  <w:style w:type="character" w:customStyle="1" w:styleId="nx">
    <w:name w:val="nx"/>
    <w:basedOn w:val="Policepardfaut"/>
    <w:rsid w:val="001A285C"/>
  </w:style>
  <w:style w:type="character" w:customStyle="1" w:styleId="nv">
    <w:name w:val="nv"/>
    <w:basedOn w:val="Policepardfaut"/>
    <w:rsid w:val="001A285C"/>
  </w:style>
  <w:style w:type="character" w:customStyle="1" w:styleId="cp">
    <w:name w:val="cp"/>
    <w:basedOn w:val="Policepardfaut"/>
    <w:rsid w:val="001A285C"/>
  </w:style>
  <w:style w:type="character" w:customStyle="1" w:styleId="o">
    <w:name w:val="o"/>
    <w:basedOn w:val="Policepardfaut"/>
    <w:rsid w:val="001A285C"/>
  </w:style>
  <w:style w:type="character" w:customStyle="1" w:styleId="m">
    <w:name w:val="m"/>
    <w:basedOn w:val="Policepardfaut"/>
    <w:rsid w:val="001A285C"/>
  </w:style>
  <w:style w:type="character" w:customStyle="1" w:styleId="x">
    <w:name w:val="x"/>
    <w:basedOn w:val="Policepardfaut"/>
    <w:rsid w:val="001A285C"/>
  </w:style>
  <w:style w:type="character" w:customStyle="1" w:styleId="s1">
    <w:name w:val="s1"/>
    <w:basedOn w:val="Policepardfaut"/>
    <w:rsid w:val="001A285C"/>
  </w:style>
  <w:style w:type="character" w:customStyle="1" w:styleId="na">
    <w:name w:val="na"/>
    <w:basedOn w:val="Policepardfaut"/>
    <w:rsid w:val="001A285C"/>
  </w:style>
  <w:style w:type="character" w:customStyle="1" w:styleId="c1">
    <w:name w:val="c1"/>
    <w:basedOn w:val="Policepardfaut"/>
    <w:rsid w:val="001A285C"/>
  </w:style>
  <w:style w:type="character" w:customStyle="1" w:styleId="mi">
    <w:name w:val="mi"/>
    <w:basedOn w:val="Policepardfaut"/>
    <w:rsid w:val="001A285C"/>
  </w:style>
  <w:style w:type="table" w:styleId="Grille">
    <w:name w:val="Table Grid"/>
    <w:basedOn w:val="TableauNormal"/>
    <w:uiPriority w:val="39"/>
    <w:rsid w:val="001A285C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b">
    <w:name w:val="nb"/>
    <w:basedOn w:val="Policepardfaut"/>
    <w:rsid w:val="001A285C"/>
  </w:style>
  <w:style w:type="character" w:customStyle="1" w:styleId="nc">
    <w:name w:val="nc"/>
    <w:basedOn w:val="Policepardfaut"/>
    <w:rsid w:val="001A285C"/>
  </w:style>
  <w:style w:type="paragraph" w:styleId="TM4">
    <w:name w:val="toc 4"/>
    <w:basedOn w:val="Normal"/>
    <w:next w:val="Normal"/>
    <w:autoRedefine/>
    <w:uiPriority w:val="39"/>
    <w:unhideWhenUsed/>
    <w:rsid w:val="001A285C"/>
    <w:pPr>
      <w:spacing w:after="100" w:line="259" w:lineRule="auto"/>
      <w:ind w:left="660"/>
    </w:pPr>
    <w:rPr>
      <w:rFonts w:eastAsiaTheme="minorEastAsia"/>
    </w:rPr>
  </w:style>
  <w:style w:type="paragraph" w:styleId="TM5">
    <w:name w:val="toc 5"/>
    <w:basedOn w:val="Normal"/>
    <w:next w:val="Normal"/>
    <w:autoRedefine/>
    <w:uiPriority w:val="39"/>
    <w:unhideWhenUsed/>
    <w:rsid w:val="001A285C"/>
    <w:pPr>
      <w:spacing w:after="100" w:line="259" w:lineRule="auto"/>
      <w:ind w:left="880"/>
    </w:pPr>
    <w:rPr>
      <w:rFonts w:eastAsiaTheme="minorEastAsia"/>
    </w:rPr>
  </w:style>
  <w:style w:type="paragraph" w:styleId="TM6">
    <w:name w:val="toc 6"/>
    <w:basedOn w:val="Normal"/>
    <w:next w:val="Normal"/>
    <w:autoRedefine/>
    <w:uiPriority w:val="39"/>
    <w:unhideWhenUsed/>
    <w:rsid w:val="001A285C"/>
    <w:pPr>
      <w:spacing w:after="100" w:line="259" w:lineRule="auto"/>
      <w:ind w:left="1100"/>
    </w:pPr>
    <w:rPr>
      <w:rFonts w:eastAsiaTheme="minorEastAsia"/>
    </w:rPr>
  </w:style>
  <w:style w:type="paragraph" w:styleId="TM7">
    <w:name w:val="toc 7"/>
    <w:basedOn w:val="Normal"/>
    <w:next w:val="Normal"/>
    <w:autoRedefine/>
    <w:uiPriority w:val="39"/>
    <w:unhideWhenUsed/>
    <w:rsid w:val="001A285C"/>
    <w:pPr>
      <w:spacing w:after="100" w:line="259" w:lineRule="auto"/>
      <w:ind w:left="1320"/>
    </w:pPr>
    <w:rPr>
      <w:rFonts w:eastAsiaTheme="minorEastAsia"/>
    </w:rPr>
  </w:style>
  <w:style w:type="paragraph" w:styleId="TM8">
    <w:name w:val="toc 8"/>
    <w:basedOn w:val="Normal"/>
    <w:next w:val="Normal"/>
    <w:autoRedefine/>
    <w:uiPriority w:val="39"/>
    <w:unhideWhenUsed/>
    <w:rsid w:val="001A285C"/>
    <w:pPr>
      <w:spacing w:after="100" w:line="259" w:lineRule="auto"/>
      <w:ind w:left="1540"/>
    </w:pPr>
    <w:rPr>
      <w:rFonts w:eastAsiaTheme="minorEastAsia"/>
    </w:rPr>
  </w:style>
  <w:style w:type="paragraph" w:styleId="TM9">
    <w:name w:val="toc 9"/>
    <w:basedOn w:val="Normal"/>
    <w:next w:val="Normal"/>
    <w:autoRedefine/>
    <w:uiPriority w:val="39"/>
    <w:unhideWhenUsed/>
    <w:rsid w:val="001A285C"/>
    <w:pPr>
      <w:spacing w:after="100" w:line="259" w:lineRule="auto"/>
      <w:ind w:left="1760"/>
    </w:pPr>
    <w:rPr>
      <w:rFonts w:eastAsiaTheme="minorEastAsia"/>
    </w:rPr>
  </w:style>
  <w:style w:type="paragraph" w:customStyle="1" w:styleId="programlisting">
    <w:name w:val="programlisting"/>
    <w:basedOn w:val="Normal"/>
    <w:autoRedefine/>
    <w:rsid w:val="008C75B0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commande">
    <w:name w:val="commande"/>
    <w:rsid w:val="008C75B0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8C75B0"/>
    <w:rPr>
      <w:u w:val="single"/>
    </w:rPr>
  </w:style>
  <w:style w:type="paragraph" w:styleId="Listepuces2">
    <w:name w:val="List Bullet 2"/>
    <w:basedOn w:val="Normal"/>
    <w:autoRedefine/>
    <w:rsid w:val="008C75B0"/>
    <w:pPr>
      <w:numPr>
        <w:numId w:val="3"/>
      </w:numPr>
    </w:pPr>
  </w:style>
  <w:style w:type="paragraph" w:styleId="Listenumros">
    <w:name w:val="List Number"/>
    <w:basedOn w:val="Listepuces"/>
    <w:rsid w:val="008C75B0"/>
    <w:pPr>
      <w:numPr>
        <w:numId w:val="1"/>
      </w:numPr>
    </w:pPr>
  </w:style>
  <w:style w:type="paragraph" w:styleId="Listepuces">
    <w:name w:val="List Bullet"/>
    <w:basedOn w:val="Normal"/>
    <w:autoRedefine/>
    <w:rsid w:val="008C75B0"/>
    <w:pPr>
      <w:numPr>
        <w:numId w:val="2"/>
      </w:numPr>
      <w:spacing w:line="360" w:lineRule="auto"/>
    </w:pPr>
  </w:style>
  <w:style w:type="character" w:styleId="Lienhypertextesuivi">
    <w:name w:val="FollowedHyperlink"/>
    <w:rsid w:val="008C75B0"/>
    <w:rPr>
      <w:rFonts w:cs="Times New Roman"/>
      <w:color w:val="800080"/>
      <w:u w:val="single"/>
    </w:rPr>
  </w:style>
  <w:style w:type="paragraph" w:styleId="Rvision">
    <w:name w:val="Revision"/>
    <w:hidden/>
    <w:uiPriority w:val="99"/>
    <w:semiHidden/>
    <w:rsid w:val="00EE00E8"/>
    <w:pPr>
      <w:spacing w:after="0" w:line="240" w:lineRule="auto"/>
    </w:pPr>
    <w:rPr>
      <w:rFonts w:ascii="Arial" w:hAnsi="Arial" w:cs="Arial"/>
      <w:color w:val="000080"/>
      <w:sz w:val="20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5B0"/>
    <w:pPr>
      <w:spacing w:after="0" w:line="240" w:lineRule="auto"/>
    </w:pPr>
    <w:rPr>
      <w:rFonts w:ascii="Arial" w:hAnsi="Arial" w:cs="Arial"/>
      <w:color w:val="00008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8C75B0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8C75B0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qFormat/>
    <w:rsid w:val="008C75B0"/>
    <w:pPr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8C75B0"/>
    <w:pPr>
      <w:outlineLvl w:val="3"/>
    </w:pPr>
    <w:rPr>
      <w:i/>
      <w:iCs/>
    </w:rPr>
  </w:style>
  <w:style w:type="paragraph" w:styleId="Titre5">
    <w:name w:val="heading 5"/>
    <w:basedOn w:val="Titre4"/>
    <w:next w:val="Normal"/>
    <w:link w:val="Titre5Car"/>
    <w:qFormat/>
    <w:rsid w:val="008C75B0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7B1126"/>
    <w:rPr>
      <w:i/>
      <w:iCs/>
    </w:rPr>
  </w:style>
  <w:style w:type="character" w:customStyle="1" w:styleId="apple-converted-space">
    <w:name w:val="apple-converted-space"/>
    <w:basedOn w:val="Policepardfaut"/>
    <w:rsid w:val="007B1126"/>
  </w:style>
  <w:style w:type="character" w:styleId="CodeHTML">
    <w:name w:val="HTML Code"/>
    <w:basedOn w:val="Policepardfaut"/>
    <w:uiPriority w:val="99"/>
    <w:semiHidden/>
    <w:unhideWhenUsed/>
    <w:rsid w:val="007B1126"/>
    <w:rPr>
      <w:rFonts w:ascii="Courier New" w:eastAsia="Times New Roman" w:hAnsi="Courier New" w:cs="Courier New"/>
      <w:sz w:val="20"/>
      <w:szCs w:val="20"/>
    </w:rPr>
  </w:style>
  <w:style w:type="character" w:customStyle="1" w:styleId="codecommentaire1">
    <w:name w:val="code_commentaire1"/>
    <w:basedOn w:val="Policepardfaut"/>
    <w:rsid w:val="007B1126"/>
  </w:style>
  <w:style w:type="paragraph" w:styleId="Commentaire">
    <w:name w:val="annotation text"/>
    <w:basedOn w:val="Normal"/>
    <w:link w:val="CommentaireCar"/>
    <w:uiPriority w:val="99"/>
    <w:semiHidden/>
    <w:unhideWhenUsed/>
    <w:rsid w:val="007B1126"/>
  </w:style>
  <w:style w:type="character" w:customStyle="1" w:styleId="CommentaireCar">
    <w:name w:val="Commentaire Car"/>
    <w:basedOn w:val="Policepardfaut"/>
    <w:link w:val="Commentaire"/>
    <w:uiPriority w:val="99"/>
    <w:semiHidden/>
    <w:rsid w:val="007B1126"/>
    <w:rPr>
      <w:rFonts w:eastAsia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nhideWhenUsed/>
    <w:rsid w:val="007B1126"/>
    <w:pPr>
      <w:jc w:val="both"/>
    </w:pPr>
    <w:rPr>
      <w:rFonts w:ascii="Times New Roman" w:hAnsi="Times New Roman"/>
      <w:sz w:val="24"/>
    </w:rPr>
  </w:style>
  <w:style w:type="character" w:customStyle="1" w:styleId="CorpsdetexteCar">
    <w:name w:val="Corps de texte Car"/>
    <w:basedOn w:val="Policepardfaut"/>
    <w:link w:val="Corpsdetexte"/>
    <w:rsid w:val="007B1126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rection">
    <w:name w:val="correction"/>
    <w:basedOn w:val="Corpsdetexte"/>
    <w:link w:val="correctionCar"/>
    <w:qFormat/>
    <w:rsid w:val="007B1126"/>
    <w:pPr>
      <w:shd w:val="clear" w:color="auto" w:fill="D0CECE" w:themeFill="background2" w:themeFillShade="E6"/>
      <w:jc w:val="left"/>
    </w:pPr>
    <w:rPr>
      <w:color w:val="D9D9D9" w:themeColor="background1" w:themeShade="D9"/>
      <w:lang w:val="en-US"/>
    </w:rPr>
  </w:style>
  <w:style w:type="character" w:customStyle="1" w:styleId="correctionCar">
    <w:name w:val="correction Car"/>
    <w:basedOn w:val="CorpsdetexteCar"/>
    <w:link w:val="correction"/>
    <w:rsid w:val="007B1126"/>
    <w:rPr>
      <w:rFonts w:ascii="Times New Roman" w:eastAsia="Times New Roman" w:hAnsi="Times New Roman" w:cs="Times New Roman"/>
      <w:color w:val="D9D9D9" w:themeColor="background1" w:themeShade="D9"/>
      <w:sz w:val="24"/>
      <w:szCs w:val="20"/>
      <w:shd w:val="clear" w:color="auto" w:fill="D0CECE" w:themeFill="background2" w:themeFillShade="E6"/>
      <w:lang w:val="en-US" w:eastAsia="fr-FR"/>
    </w:rPr>
  </w:style>
  <w:style w:type="paragraph" w:customStyle="1" w:styleId="exemples">
    <w:name w:val="exemples"/>
    <w:basedOn w:val="Corpsdetexte"/>
    <w:link w:val="exemplesCar"/>
    <w:qFormat/>
    <w:rsid w:val="007B1126"/>
    <w:pPr>
      <w:shd w:val="clear" w:color="auto" w:fill="F2F2F2" w:themeFill="background1" w:themeFillShade="F2"/>
      <w:jc w:val="left"/>
    </w:pPr>
    <w:rPr>
      <w:rFonts w:asciiTheme="minorHAnsi" w:hAnsiTheme="minorHAnsi"/>
      <w:sz w:val="22"/>
      <w:szCs w:val="22"/>
    </w:rPr>
  </w:style>
  <w:style w:type="character" w:customStyle="1" w:styleId="exemplesCar">
    <w:name w:val="exemples Car"/>
    <w:basedOn w:val="Policepardfaut"/>
    <w:link w:val="exemples"/>
    <w:rsid w:val="007B1126"/>
    <w:rPr>
      <w:rFonts w:eastAsia="Times New Roman" w:cs="Times New Roman"/>
      <w:shd w:val="clear" w:color="auto" w:fill="F2F2F2" w:themeFill="background1" w:themeFillShade="F2"/>
      <w:lang w:eastAsia="fr-FR"/>
    </w:rPr>
  </w:style>
  <w:style w:type="paragraph" w:customStyle="1" w:styleId="doc">
    <w:name w:val="doc"/>
    <w:basedOn w:val="exemples"/>
    <w:link w:val="docCar"/>
    <w:qFormat/>
    <w:rsid w:val="007B1126"/>
    <w:pPr>
      <w:shd w:val="clear" w:color="auto" w:fill="FFF2CC" w:themeFill="accent4" w:themeFillTint="33"/>
    </w:pPr>
  </w:style>
  <w:style w:type="character" w:customStyle="1" w:styleId="docCar">
    <w:name w:val="doc Car"/>
    <w:basedOn w:val="exemplesCar"/>
    <w:link w:val="doc"/>
    <w:rsid w:val="007B1126"/>
    <w:rPr>
      <w:rFonts w:eastAsia="Times New Roman" w:cs="Times New Roman"/>
      <w:shd w:val="clear" w:color="auto" w:fill="FFF2CC" w:themeFill="accent4" w:themeFillTint="33"/>
      <w:lang w:eastAsia="fr-FR"/>
    </w:rPr>
  </w:style>
  <w:style w:type="character" w:styleId="lev">
    <w:name w:val="Strong"/>
    <w:basedOn w:val="Policepardfaut"/>
    <w:uiPriority w:val="22"/>
    <w:qFormat/>
    <w:rsid w:val="007B1126"/>
    <w:rPr>
      <w:b/>
      <w:bCs/>
    </w:rPr>
  </w:style>
  <w:style w:type="paragraph" w:styleId="En-tte">
    <w:name w:val="header"/>
    <w:basedOn w:val="Normal"/>
    <w:link w:val="En-tteCar"/>
    <w:rsid w:val="008C75B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B1126"/>
    <w:rPr>
      <w:rFonts w:ascii="Arial" w:hAnsi="Arial" w:cs="Arial"/>
      <w:color w:val="000080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7B1126"/>
    <w:rPr>
      <w:rFonts w:ascii="Arial" w:hAnsi="Arial" w:cs="Arial"/>
      <w:b/>
      <w:bCs/>
      <w:color w:val="7D9BFF"/>
      <w:sz w:val="28"/>
      <w:szCs w:val="28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B1126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i/>
      <w:caps/>
      <w:color w:val="2E74B5" w:themeColor="accent1" w:themeShade="BF"/>
    </w:rPr>
  </w:style>
  <w:style w:type="paragraph" w:customStyle="1" w:styleId="Espace">
    <w:name w:val="Espace"/>
    <w:basedOn w:val="Normal"/>
    <w:next w:val="Normal"/>
    <w:rsid w:val="007B1126"/>
    <w:pPr>
      <w:jc w:val="both"/>
    </w:pPr>
    <w:rPr>
      <w:rFonts w:ascii="Times New Roman" w:hAnsi="Times New Roman"/>
      <w:sz w:val="12"/>
    </w:rPr>
  </w:style>
  <w:style w:type="paragraph" w:customStyle="1" w:styleId="execution">
    <w:name w:val="execution"/>
    <w:basedOn w:val="Corpsdetexte"/>
    <w:link w:val="executionCar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executionCar">
    <w:name w:val="execution Car"/>
    <w:basedOn w:val="CorpsdetexteCar"/>
    <w:link w:val="execution"/>
    <w:rsid w:val="007B1126"/>
    <w:rPr>
      <w:rFonts w:ascii="Times New Roman" w:eastAsia="Times New Roman" w:hAnsi="Times New Roman" w:cs="Times New Roman"/>
      <w:sz w:val="24"/>
      <w:szCs w:val="20"/>
      <w:shd w:val="clear" w:color="auto" w:fill="D0CECE" w:themeFill="background2" w:themeFillShade="E6"/>
      <w:lang w:eastAsia="fr-FR"/>
    </w:rPr>
  </w:style>
  <w:style w:type="paragraph" w:customStyle="1" w:styleId="Exemples0">
    <w:name w:val="Exemples"/>
    <w:basedOn w:val="Normal"/>
    <w:link w:val="ExemplesCar0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E2F3" w:themeFill="accent5" w:themeFillTint="33"/>
    </w:pPr>
    <w:rPr>
      <w:rFonts w:cstheme="minorHAnsi"/>
    </w:rPr>
  </w:style>
  <w:style w:type="character" w:customStyle="1" w:styleId="ExemplesCar0">
    <w:name w:val="Exemples Car"/>
    <w:basedOn w:val="Policepardfaut"/>
    <w:link w:val="Exemples0"/>
    <w:rsid w:val="007B1126"/>
    <w:rPr>
      <w:rFonts w:eastAsia="Times New Roman" w:cstheme="minorHAnsi"/>
      <w:shd w:val="clear" w:color="auto" w:fill="D9E2F3" w:themeFill="accent5" w:themeFillTint="33"/>
      <w:lang w:eastAsia="fr-FR"/>
    </w:rPr>
  </w:style>
  <w:style w:type="paragraph" w:customStyle="1" w:styleId="exercices">
    <w:name w:val="exercices"/>
    <w:basedOn w:val="Normal"/>
    <w:link w:val="exercicesCar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5E0B3" w:themeFill="accent6" w:themeFillTint="66"/>
    </w:pPr>
  </w:style>
  <w:style w:type="character" w:customStyle="1" w:styleId="exercicesCar">
    <w:name w:val="exercices Car"/>
    <w:basedOn w:val="Policepardfaut"/>
    <w:link w:val="exercices"/>
    <w:rsid w:val="007B1126"/>
    <w:rPr>
      <w:rFonts w:eastAsia="Times New Roman" w:cs="Times New Roman"/>
      <w:sz w:val="20"/>
      <w:szCs w:val="20"/>
      <w:shd w:val="clear" w:color="auto" w:fill="C5E0B3" w:themeFill="accent6" w:themeFillTint="66"/>
      <w:lang w:eastAsia="fr-FR"/>
    </w:rPr>
  </w:style>
  <w:style w:type="paragraph" w:customStyle="1" w:styleId="fichier">
    <w:name w:val="fichier"/>
    <w:basedOn w:val="Normal"/>
    <w:link w:val="fichierCar"/>
    <w:qFormat/>
    <w:rsid w:val="007B1126"/>
    <w:rPr>
      <w:rFonts w:ascii="Courier New" w:hAnsi="Courier New" w:cs="Courier New"/>
    </w:rPr>
  </w:style>
  <w:style w:type="character" w:customStyle="1" w:styleId="fichierCar">
    <w:name w:val="fichier Car"/>
    <w:basedOn w:val="Policepardfaut"/>
    <w:link w:val="fichier"/>
    <w:rsid w:val="007B1126"/>
    <w:rPr>
      <w:rFonts w:ascii="Courier New" w:eastAsia="Times New Roman" w:hAnsi="Courier New" w:cs="Courier New"/>
      <w:lang w:eastAsia="fr-FR"/>
    </w:rPr>
  </w:style>
  <w:style w:type="paragraph" w:customStyle="1" w:styleId="Index">
    <w:name w:val="Index"/>
    <w:basedOn w:val="Normal"/>
    <w:rsid w:val="007B1126"/>
    <w:pPr>
      <w:suppressLineNumbers/>
    </w:pPr>
    <w:rPr>
      <w:rFonts w:cs="Mangal"/>
    </w:rPr>
  </w:style>
  <w:style w:type="paragraph" w:styleId="Lgende">
    <w:name w:val="caption"/>
    <w:basedOn w:val="Normal"/>
    <w:next w:val="Normal"/>
    <w:qFormat/>
    <w:rsid w:val="008C75B0"/>
    <w:pPr>
      <w:spacing w:before="120" w:after="120"/>
      <w:jc w:val="center"/>
    </w:pPr>
    <w:rPr>
      <w:b/>
      <w:bCs/>
    </w:rPr>
  </w:style>
  <w:style w:type="character" w:styleId="Lienhypertexte">
    <w:name w:val="Hyperlink"/>
    <w:rsid w:val="008C75B0"/>
    <w:rPr>
      <w:rFonts w:ascii="Arial" w:hAnsi="Arial" w:cs="Arial"/>
      <w:color w:val="0000FF"/>
      <w:sz w:val="20"/>
      <w:szCs w:val="20"/>
      <w:u w:val="single"/>
    </w:rPr>
  </w:style>
  <w:style w:type="paragraph" w:customStyle="1" w:styleId="ligne">
    <w:name w:val="ligne"/>
    <w:basedOn w:val="Corpsdetexte"/>
    <w:link w:val="ligneCar"/>
    <w:qFormat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9C9C9" w:themeFill="accent3" w:themeFillTint="99"/>
    </w:pPr>
  </w:style>
  <w:style w:type="character" w:customStyle="1" w:styleId="ligneCar">
    <w:name w:val="ligne Car"/>
    <w:basedOn w:val="CorpsdetexteCar"/>
    <w:link w:val="ligne"/>
    <w:rsid w:val="007B1126"/>
    <w:rPr>
      <w:rFonts w:ascii="Times New Roman" w:eastAsia="Times New Roman" w:hAnsi="Times New Roman" w:cs="Times New Roman"/>
      <w:sz w:val="24"/>
      <w:szCs w:val="20"/>
      <w:shd w:val="clear" w:color="auto" w:fill="C9C9C9" w:themeFill="accent3" w:themeFillTint="99"/>
      <w:lang w:eastAsia="fr-FR"/>
    </w:rPr>
  </w:style>
  <w:style w:type="paragraph" w:styleId="Liste">
    <w:name w:val="List"/>
    <w:basedOn w:val="Corpsdetexte"/>
    <w:rsid w:val="007B1126"/>
    <w:rPr>
      <w:rFonts w:cs="Mangal"/>
    </w:rPr>
  </w:style>
  <w:style w:type="paragraph" w:customStyle="1" w:styleId="Listing">
    <w:name w:val="Listing"/>
    <w:basedOn w:val="Normal"/>
    <w:rsid w:val="007B1126"/>
    <w:pPr>
      <w:pBdr>
        <w:left w:val="single" w:sz="6" w:space="1" w:color="auto"/>
      </w:pBdr>
      <w:ind w:left="567"/>
    </w:pPr>
    <w:rPr>
      <w:rFonts w:ascii="Courier New" w:hAnsi="Courier New"/>
      <w:sz w:val="16"/>
    </w:rPr>
  </w:style>
  <w:style w:type="character" w:customStyle="1" w:styleId="ListLabel1">
    <w:name w:val="ListLabel 1"/>
    <w:rsid w:val="007B1126"/>
    <w:rPr>
      <w:rFonts w:eastAsia="Times New Roman" w:cs="Times New Roman"/>
    </w:rPr>
  </w:style>
  <w:style w:type="character" w:customStyle="1" w:styleId="ListLabel2">
    <w:name w:val="ListLabel 2"/>
    <w:rsid w:val="007B1126"/>
    <w:rPr>
      <w:rFonts w:cs="Courier New"/>
    </w:rPr>
  </w:style>
  <w:style w:type="character" w:customStyle="1" w:styleId="l-scalar-plain">
    <w:name w:val="l-scalar-plain"/>
    <w:basedOn w:val="Policepardfaut"/>
    <w:rsid w:val="007B1126"/>
  </w:style>
  <w:style w:type="character" w:styleId="Marquedannotation">
    <w:name w:val="annotation reference"/>
    <w:basedOn w:val="Policepardfaut"/>
    <w:uiPriority w:val="99"/>
    <w:semiHidden/>
    <w:unhideWhenUsed/>
    <w:rsid w:val="007B1126"/>
    <w:rPr>
      <w:sz w:val="16"/>
      <w:szCs w:val="16"/>
    </w:rPr>
  </w:style>
  <w:style w:type="paragraph" w:styleId="NormalWeb">
    <w:name w:val="Normal (Web)"/>
    <w:basedOn w:val="Normal"/>
    <w:autoRedefine/>
    <w:rsid w:val="008C75B0"/>
    <w:pPr>
      <w:spacing w:line="360" w:lineRule="auto"/>
    </w:pPr>
  </w:style>
  <w:style w:type="paragraph" w:customStyle="1" w:styleId="Normalsansindent">
    <w:name w:val="Normal sans indent"/>
    <w:basedOn w:val="Normal"/>
    <w:next w:val="Normal"/>
    <w:rsid w:val="007B1126"/>
    <w:pPr>
      <w:jc w:val="both"/>
    </w:pPr>
    <w:rPr>
      <w:rFonts w:ascii="Times New Roman" w:hAnsi="Times New Roman"/>
    </w:rPr>
  </w:style>
  <w:style w:type="character" w:styleId="Numrodepage">
    <w:name w:val="page number"/>
    <w:rsid w:val="008C75B0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112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1126"/>
    <w:rPr>
      <w:rFonts w:eastAsia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qFormat/>
    <w:rsid w:val="007B1126"/>
    <w:pPr>
      <w:ind w:left="720"/>
      <w:contextualSpacing/>
    </w:pPr>
  </w:style>
  <w:style w:type="paragraph" w:styleId="Pieddepage">
    <w:name w:val="footer"/>
    <w:basedOn w:val="Normal"/>
    <w:link w:val="PieddepageCar"/>
    <w:rsid w:val="008C75B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B1126"/>
    <w:rPr>
      <w:rFonts w:ascii="Arial" w:hAnsi="Arial" w:cs="Arial"/>
      <w:color w:val="000080"/>
      <w:sz w:val="20"/>
      <w:szCs w:val="20"/>
      <w:lang w:eastAsia="fr-FR"/>
    </w:rPr>
  </w:style>
  <w:style w:type="character" w:customStyle="1" w:styleId="p-indicator">
    <w:name w:val="p-indicator"/>
    <w:basedOn w:val="Policepardfaut"/>
    <w:rsid w:val="007B1126"/>
  </w:style>
  <w:style w:type="paragraph" w:styleId="HTMLprformat">
    <w:name w:val="HTML Preformatted"/>
    <w:basedOn w:val="Normal"/>
    <w:link w:val="HTMLprformatCar"/>
    <w:uiPriority w:val="99"/>
    <w:semiHidden/>
    <w:unhideWhenUsed/>
    <w:rsid w:val="007B11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formatCar">
    <w:name w:val="HTML préformaté Car"/>
    <w:basedOn w:val="Policepardfaut"/>
    <w:link w:val="HTMLprformat"/>
    <w:uiPriority w:val="99"/>
    <w:semiHidden/>
    <w:rsid w:val="007B1126"/>
    <w:rPr>
      <w:rFonts w:ascii="Courier New" w:eastAsia="Times New Roman" w:hAnsi="Courier New" w:cs="Courier New"/>
      <w:sz w:val="20"/>
      <w:szCs w:val="20"/>
      <w:lang w:eastAsia="fr-FR"/>
    </w:rPr>
  </w:style>
  <w:style w:type="paragraph" w:customStyle="1" w:styleId="schma">
    <w:name w:val="schéma"/>
    <w:basedOn w:val="Normal"/>
    <w:link w:val="schmaCar"/>
    <w:qFormat/>
    <w:rsid w:val="007B1126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hd w:val="clear" w:color="auto" w:fill="FFE599" w:themeFill="accent4" w:themeFillTint="66"/>
      <w:tabs>
        <w:tab w:val="left" w:pos="916"/>
        <w:tab w:val="left" w:pos="127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40" w:after="140"/>
      <w:ind w:left="360"/>
      <w:jc w:val="both"/>
    </w:pPr>
    <w:rPr>
      <w:rFonts w:cstheme="minorHAnsi"/>
      <w:color w:val="000000"/>
      <w:sz w:val="18"/>
      <w:szCs w:val="18"/>
    </w:rPr>
  </w:style>
  <w:style w:type="character" w:customStyle="1" w:styleId="schmaCar">
    <w:name w:val="schéma Car"/>
    <w:basedOn w:val="Policepardfaut"/>
    <w:link w:val="schma"/>
    <w:rsid w:val="007B1126"/>
    <w:rPr>
      <w:rFonts w:eastAsia="Times New Roman" w:cstheme="minorHAnsi"/>
      <w:color w:val="000000"/>
      <w:sz w:val="18"/>
      <w:szCs w:val="18"/>
      <w:shd w:val="clear" w:color="auto" w:fill="FFE599" w:themeFill="accent4" w:themeFillTint="66"/>
      <w:lang w:eastAsia="fr-FR"/>
    </w:rPr>
  </w:style>
  <w:style w:type="character" w:customStyle="1" w:styleId="shfunction">
    <w:name w:val="sh_function"/>
    <w:basedOn w:val="Policepardfaut"/>
    <w:rsid w:val="007B1126"/>
  </w:style>
  <w:style w:type="character" w:customStyle="1" w:styleId="shkeyword">
    <w:name w:val="sh_keyword"/>
    <w:basedOn w:val="Policepardfaut"/>
    <w:rsid w:val="007B1126"/>
  </w:style>
  <w:style w:type="character" w:customStyle="1" w:styleId="shsymbol">
    <w:name w:val="sh_symbol"/>
    <w:basedOn w:val="Policepardfaut"/>
    <w:rsid w:val="007B1126"/>
  </w:style>
  <w:style w:type="paragraph" w:customStyle="1" w:styleId="sql">
    <w:name w:val="sql"/>
    <w:basedOn w:val="Normal"/>
    <w:link w:val="sqlCar"/>
    <w:qFormat/>
    <w:rsid w:val="007B1126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hd w:val="clear" w:color="auto" w:fill="FAF0E6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40"/>
      <w:jc w:val="both"/>
    </w:pPr>
    <w:rPr>
      <w:rFonts w:ascii="Courier New" w:hAnsi="Courier New" w:cs="Courier New"/>
      <w:color w:val="000000"/>
      <w:sz w:val="18"/>
      <w:szCs w:val="18"/>
    </w:rPr>
  </w:style>
  <w:style w:type="character" w:customStyle="1" w:styleId="sqlCar">
    <w:name w:val="sql Car"/>
    <w:basedOn w:val="Policepardfaut"/>
    <w:link w:val="sql"/>
    <w:rsid w:val="007B1126"/>
    <w:rPr>
      <w:rFonts w:ascii="Courier New" w:eastAsia="Times New Roman" w:hAnsi="Courier New" w:cs="Courier New"/>
      <w:color w:val="000000"/>
      <w:sz w:val="18"/>
      <w:szCs w:val="18"/>
      <w:shd w:val="clear" w:color="auto" w:fill="FAF0E6"/>
      <w:lang w:eastAsia="fr-FR"/>
    </w:rPr>
  </w:style>
  <w:style w:type="paragraph" w:customStyle="1" w:styleId="syntaxe">
    <w:name w:val="syntaxe"/>
    <w:basedOn w:val="Corpsdetexte"/>
    <w:rsid w:val="007B112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418"/>
        <w:tab w:val="left" w:pos="1701"/>
        <w:tab w:val="left" w:pos="1985"/>
        <w:tab w:val="left" w:pos="2268"/>
      </w:tabs>
      <w:ind w:left="1134" w:right="5526"/>
    </w:pPr>
  </w:style>
  <w:style w:type="paragraph" w:styleId="Textedebulles">
    <w:name w:val="Balloon Text"/>
    <w:basedOn w:val="Normal"/>
    <w:link w:val="TextedebullesCar"/>
    <w:uiPriority w:val="99"/>
    <w:unhideWhenUsed/>
    <w:rsid w:val="007B112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7B1126"/>
    <w:rPr>
      <w:rFonts w:ascii="Segoe UI" w:eastAsia="Times New Roman" w:hAnsi="Segoe UI" w:cs="Segoe UI"/>
      <w:sz w:val="18"/>
      <w:szCs w:val="18"/>
      <w:lang w:eastAsia="fr-FR"/>
    </w:rPr>
  </w:style>
  <w:style w:type="paragraph" w:styleId="Titre">
    <w:name w:val="Title"/>
    <w:basedOn w:val="Titre1"/>
    <w:next w:val="Normal"/>
    <w:link w:val="TitreCar"/>
    <w:uiPriority w:val="10"/>
    <w:qFormat/>
    <w:rsid w:val="007B1126"/>
    <w:rPr>
      <w:i/>
    </w:rPr>
  </w:style>
  <w:style w:type="character" w:customStyle="1" w:styleId="TitreCar">
    <w:name w:val="Titre Car"/>
    <w:basedOn w:val="Policepardfaut"/>
    <w:link w:val="Titre"/>
    <w:uiPriority w:val="10"/>
    <w:rsid w:val="007B1126"/>
    <w:rPr>
      <w:rFonts w:ascii="Arial" w:eastAsia="Times New Roman" w:hAnsi="Arial" w:cs="Times New Roman"/>
      <w:b/>
      <w:i/>
      <w:caps/>
      <w:color w:val="FF0000"/>
      <w:kern w:val="28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7B1126"/>
    <w:rPr>
      <w:rFonts w:ascii="Arial" w:hAnsi="Arial" w:cs="Arial"/>
      <w:b/>
      <w:bCs/>
      <w:color w:val="B02200"/>
      <w:sz w:val="26"/>
      <w:szCs w:val="36"/>
      <w:lang w:eastAsia="fr-FR"/>
    </w:rPr>
  </w:style>
  <w:style w:type="character" w:customStyle="1" w:styleId="Titre3Car">
    <w:name w:val="Titre 3 Car"/>
    <w:basedOn w:val="Policepardfaut"/>
    <w:link w:val="Titre3"/>
    <w:rsid w:val="007000C5"/>
    <w:rPr>
      <w:rFonts w:ascii="Arial" w:hAnsi="Arial" w:cs="Arial"/>
      <w:b/>
      <w:bCs/>
      <w:color w:val="00008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7B1126"/>
    <w:rPr>
      <w:rFonts w:ascii="Arial" w:hAnsi="Arial" w:cs="Arial"/>
      <w:i/>
      <w:iCs/>
      <w:color w:val="000080"/>
      <w:sz w:val="20"/>
      <w:szCs w:val="20"/>
      <w:lang w:eastAsia="fr-FR"/>
    </w:rPr>
  </w:style>
  <w:style w:type="paragraph" w:customStyle="1" w:styleId="Titreprincipal">
    <w:name w:val="Titre principal"/>
    <w:basedOn w:val="Normal"/>
    <w:rsid w:val="007B1126"/>
    <w:pPr>
      <w:keepNext/>
      <w:spacing w:before="240" w:after="60"/>
      <w:ind w:left="360"/>
      <w:jc w:val="center"/>
    </w:pPr>
    <w:rPr>
      <w:b/>
      <w:i/>
      <w:caps/>
      <w:color w:val="FF000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7B1126"/>
    <w:pPr>
      <w:tabs>
        <w:tab w:val="right" w:leader="dot" w:pos="10456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B1126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7B1126"/>
    <w:pPr>
      <w:spacing w:after="100"/>
      <w:ind w:left="440"/>
    </w:pPr>
  </w:style>
  <w:style w:type="character" w:customStyle="1" w:styleId="Titre5Car">
    <w:name w:val="Titre 5 Car"/>
    <w:basedOn w:val="Policepardfaut"/>
    <w:link w:val="Titre5"/>
    <w:rsid w:val="001A285C"/>
    <w:rPr>
      <w:rFonts w:ascii="Arial" w:hAnsi="Arial" w:cs="Arial"/>
      <w:iCs/>
      <w:color w:val="000080"/>
      <w:sz w:val="20"/>
      <w:szCs w:val="20"/>
      <w:lang w:eastAsia="fr-FR"/>
    </w:rPr>
  </w:style>
  <w:style w:type="paragraph" w:customStyle="1" w:styleId="Exercices0">
    <w:name w:val="Exercices"/>
    <w:basedOn w:val="Corpsdetexte"/>
    <w:link w:val="ExercicesCar0"/>
    <w:qFormat/>
    <w:rsid w:val="001A285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9C9C9" w:themeFill="accent3" w:themeFillTint="99"/>
    </w:pPr>
  </w:style>
  <w:style w:type="character" w:customStyle="1" w:styleId="ExercicesCar0">
    <w:name w:val="Exercices Car"/>
    <w:basedOn w:val="CorpsdetexteCar"/>
    <w:link w:val="Exercices0"/>
    <w:rsid w:val="001A285C"/>
    <w:rPr>
      <w:rFonts w:ascii="Times New Roman" w:eastAsia="Times New Roman" w:hAnsi="Times New Roman" w:cs="Times New Roman"/>
      <w:sz w:val="24"/>
      <w:szCs w:val="20"/>
      <w:shd w:val="clear" w:color="auto" w:fill="C9C9C9" w:themeFill="accent3" w:themeFillTint="99"/>
      <w:lang w:eastAsia="fr-FR"/>
    </w:rPr>
  </w:style>
  <w:style w:type="character" w:customStyle="1" w:styleId="nowrap">
    <w:name w:val="nowrap"/>
    <w:basedOn w:val="Policepardfaut"/>
    <w:rsid w:val="001A285C"/>
  </w:style>
  <w:style w:type="character" w:customStyle="1" w:styleId="sd">
    <w:name w:val="sd"/>
    <w:basedOn w:val="Policepardfaut"/>
    <w:rsid w:val="001A285C"/>
  </w:style>
  <w:style w:type="character" w:customStyle="1" w:styleId="k">
    <w:name w:val="k"/>
    <w:basedOn w:val="Policepardfaut"/>
    <w:rsid w:val="001A285C"/>
  </w:style>
  <w:style w:type="character" w:customStyle="1" w:styleId="nf">
    <w:name w:val="nf"/>
    <w:basedOn w:val="Policepardfaut"/>
    <w:rsid w:val="001A285C"/>
  </w:style>
  <w:style w:type="character" w:customStyle="1" w:styleId="p">
    <w:name w:val="p"/>
    <w:basedOn w:val="Policepardfaut"/>
    <w:rsid w:val="001A285C"/>
  </w:style>
  <w:style w:type="character" w:customStyle="1" w:styleId="nx">
    <w:name w:val="nx"/>
    <w:basedOn w:val="Policepardfaut"/>
    <w:rsid w:val="001A285C"/>
  </w:style>
  <w:style w:type="character" w:customStyle="1" w:styleId="nv">
    <w:name w:val="nv"/>
    <w:basedOn w:val="Policepardfaut"/>
    <w:rsid w:val="001A285C"/>
  </w:style>
  <w:style w:type="character" w:customStyle="1" w:styleId="cp">
    <w:name w:val="cp"/>
    <w:basedOn w:val="Policepardfaut"/>
    <w:rsid w:val="001A285C"/>
  </w:style>
  <w:style w:type="character" w:customStyle="1" w:styleId="o">
    <w:name w:val="o"/>
    <w:basedOn w:val="Policepardfaut"/>
    <w:rsid w:val="001A285C"/>
  </w:style>
  <w:style w:type="character" w:customStyle="1" w:styleId="m">
    <w:name w:val="m"/>
    <w:basedOn w:val="Policepardfaut"/>
    <w:rsid w:val="001A285C"/>
  </w:style>
  <w:style w:type="character" w:customStyle="1" w:styleId="x">
    <w:name w:val="x"/>
    <w:basedOn w:val="Policepardfaut"/>
    <w:rsid w:val="001A285C"/>
  </w:style>
  <w:style w:type="character" w:customStyle="1" w:styleId="s1">
    <w:name w:val="s1"/>
    <w:basedOn w:val="Policepardfaut"/>
    <w:rsid w:val="001A285C"/>
  </w:style>
  <w:style w:type="character" w:customStyle="1" w:styleId="na">
    <w:name w:val="na"/>
    <w:basedOn w:val="Policepardfaut"/>
    <w:rsid w:val="001A285C"/>
  </w:style>
  <w:style w:type="character" w:customStyle="1" w:styleId="c1">
    <w:name w:val="c1"/>
    <w:basedOn w:val="Policepardfaut"/>
    <w:rsid w:val="001A285C"/>
  </w:style>
  <w:style w:type="character" w:customStyle="1" w:styleId="mi">
    <w:name w:val="mi"/>
    <w:basedOn w:val="Policepardfaut"/>
    <w:rsid w:val="001A285C"/>
  </w:style>
  <w:style w:type="table" w:styleId="Grille">
    <w:name w:val="Table Grid"/>
    <w:basedOn w:val="TableauNormal"/>
    <w:uiPriority w:val="39"/>
    <w:rsid w:val="001A285C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b">
    <w:name w:val="nb"/>
    <w:basedOn w:val="Policepardfaut"/>
    <w:rsid w:val="001A285C"/>
  </w:style>
  <w:style w:type="character" w:customStyle="1" w:styleId="nc">
    <w:name w:val="nc"/>
    <w:basedOn w:val="Policepardfaut"/>
    <w:rsid w:val="001A285C"/>
  </w:style>
  <w:style w:type="paragraph" w:styleId="TM4">
    <w:name w:val="toc 4"/>
    <w:basedOn w:val="Normal"/>
    <w:next w:val="Normal"/>
    <w:autoRedefine/>
    <w:uiPriority w:val="39"/>
    <w:unhideWhenUsed/>
    <w:rsid w:val="001A285C"/>
    <w:pPr>
      <w:spacing w:after="100" w:line="259" w:lineRule="auto"/>
      <w:ind w:left="660"/>
    </w:pPr>
    <w:rPr>
      <w:rFonts w:eastAsiaTheme="minorEastAsia"/>
    </w:rPr>
  </w:style>
  <w:style w:type="paragraph" w:styleId="TM5">
    <w:name w:val="toc 5"/>
    <w:basedOn w:val="Normal"/>
    <w:next w:val="Normal"/>
    <w:autoRedefine/>
    <w:uiPriority w:val="39"/>
    <w:unhideWhenUsed/>
    <w:rsid w:val="001A285C"/>
    <w:pPr>
      <w:spacing w:after="100" w:line="259" w:lineRule="auto"/>
      <w:ind w:left="880"/>
    </w:pPr>
    <w:rPr>
      <w:rFonts w:eastAsiaTheme="minorEastAsia"/>
    </w:rPr>
  </w:style>
  <w:style w:type="paragraph" w:styleId="TM6">
    <w:name w:val="toc 6"/>
    <w:basedOn w:val="Normal"/>
    <w:next w:val="Normal"/>
    <w:autoRedefine/>
    <w:uiPriority w:val="39"/>
    <w:unhideWhenUsed/>
    <w:rsid w:val="001A285C"/>
    <w:pPr>
      <w:spacing w:after="100" w:line="259" w:lineRule="auto"/>
      <w:ind w:left="1100"/>
    </w:pPr>
    <w:rPr>
      <w:rFonts w:eastAsiaTheme="minorEastAsia"/>
    </w:rPr>
  </w:style>
  <w:style w:type="paragraph" w:styleId="TM7">
    <w:name w:val="toc 7"/>
    <w:basedOn w:val="Normal"/>
    <w:next w:val="Normal"/>
    <w:autoRedefine/>
    <w:uiPriority w:val="39"/>
    <w:unhideWhenUsed/>
    <w:rsid w:val="001A285C"/>
    <w:pPr>
      <w:spacing w:after="100" w:line="259" w:lineRule="auto"/>
      <w:ind w:left="1320"/>
    </w:pPr>
    <w:rPr>
      <w:rFonts w:eastAsiaTheme="minorEastAsia"/>
    </w:rPr>
  </w:style>
  <w:style w:type="paragraph" w:styleId="TM8">
    <w:name w:val="toc 8"/>
    <w:basedOn w:val="Normal"/>
    <w:next w:val="Normal"/>
    <w:autoRedefine/>
    <w:uiPriority w:val="39"/>
    <w:unhideWhenUsed/>
    <w:rsid w:val="001A285C"/>
    <w:pPr>
      <w:spacing w:after="100" w:line="259" w:lineRule="auto"/>
      <w:ind w:left="1540"/>
    </w:pPr>
    <w:rPr>
      <w:rFonts w:eastAsiaTheme="minorEastAsia"/>
    </w:rPr>
  </w:style>
  <w:style w:type="paragraph" w:styleId="TM9">
    <w:name w:val="toc 9"/>
    <w:basedOn w:val="Normal"/>
    <w:next w:val="Normal"/>
    <w:autoRedefine/>
    <w:uiPriority w:val="39"/>
    <w:unhideWhenUsed/>
    <w:rsid w:val="001A285C"/>
    <w:pPr>
      <w:spacing w:after="100" w:line="259" w:lineRule="auto"/>
      <w:ind w:left="1760"/>
    </w:pPr>
    <w:rPr>
      <w:rFonts w:eastAsiaTheme="minorEastAsia"/>
    </w:rPr>
  </w:style>
  <w:style w:type="paragraph" w:customStyle="1" w:styleId="programlisting">
    <w:name w:val="programlisting"/>
    <w:basedOn w:val="Normal"/>
    <w:autoRedefine/>
    <w:rsid w:val="008C75B0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commande">
    <w:name w:val="commande"/>
    <w:rsid w:val="008C75B0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8C75B0"/>
    <w:rPr>
      <w:u w:val="single"/>
    </w:rPr>
  </w:style>
  <w:style w:type="paragraph" w:styleId="Listepuces2">
    <w:name w:val="List Bullet 2"/>
    <w:basedOn w:val="Normal"/>
    <w:autoRedefine/>
    <w:rsid w:val="008C75B0"/>
    <w:pPr>
      <w:numPr>
        <w:numId w:val="3"/>
      </w:numPr>
    </w:pPr>
  </w:style>
  <w:style w:type="paragraph" w:styleId="Listenumros">
    <w:name w:val="List Number"/>
    <w:basedOn w:val="Listepuces"/>
    <w:rsid w:val="008C75B0"/>
    <w:pPr>
      <w:numPr>
        <w:numId w:val="1"/>
      </w:numPr>
    </w:pPr>
  </w:style>
  <w:style w:type="paragraph" w:styleId="Listepuces">
    <w:name w:val="List Bullet"/>
    <w:basedOn w:val="Normal"/>
    <w:autoRedefine/>
    <w:rsid w:val="008C75B0"/>
    <w:pPr>
      <w:numPr>
        <w:numId w:val="2"/>
      </w:numPr>
      <w:spacing w:line="360" w:lineRule="auto"/>
    </w:pPr>
  </w:style>
  <w:style w:type="character" w:styleId="Lienhypertextesuivi">
    <w:name w:val="FollowedHyperlink"/>
    <w:rsid w:val="008C75B0"/>
    <w:rPr>
      <w:rFonts w:cs="Times New Roman"/>
      <w:color w:val="800080"/>
      <w:u w:val="single"/>
    </w:rPr>
  </w:style>
  <w:style w:type="paragraph" w:styleId="Rvision">
    <w:name w:val="Revision"/>
    <w:hidden/>
    <w:uiPriority w:val="99"/>
    <w:semiHidden/>
    <w:rsid w:val="00EE00E8"/>
    <w:pPr>
      <w:spacing w:after="0" w:line="240" w:lineRule="auto"/>
    </w:pPr>
    <w:rPr>
      <w:rFonts w:ascii="Arial" w:hAnsi="Arial" w:cs="Arial"/>
      <w:color w:val="00008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zou\Desktop\symfony\stylesCerta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\Users\wizou\Desktop\symfony\stylesCerta.dot</Template>
  <TotalTime>0</TotalTime>
  <Pages>8</Pages>
  <Words>1192</Words>
  <Characters>7631</Characters>
  <Application>Microsoft Macintosh Word</Application>
  <DocSecurity>0</DocSecurity>
  <Lines>346</Lines>
  <Paragraphs>259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wiwi@gmail.com</dc:creator>
  <cp:keywords/>
  <dc:description/>
  <cp:lastModifiedBy>Gaëlle CASTEL</cp:lastModifiedBy>
  <cp:revision>3</cp:revision>
  <cp:lastPrinted>2015-04-01T15:49:00Z</cp:lastPrinted>
  <dcterms:created xsi:type="dcterms:W3CDTF">2015-04-01T15:49:00Z</dcterms:created>
  <dcterms:modified xsi:type="dcterms:W3CDTF">2015-04-01T15:49:00Z</dcterms:modified>
</cp:coreProperties>
</file>